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2820CF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10114"/>
        <w:gridCol w:w="4453"/>
      </w:tblGrid>
      <w:tr w:rsidR="00BC2F0E" w:rsidRPr="00BC044A" w:rsidTr="00417D9C">
        <w:trPr>
          <w:trHeight w:val="428"/>
        </w:trPr>
        <w:tc>
          <w:tcPr>
            <w:tcW w:w="10114" w:type="dxa"/>
          </w:tcPr>
          <w:p w:rsidR="00BC2F0E" w:rsidRPr="00963E33" w:rsidRDefault="00BC2F0E" w:rsidP="00A023A3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BC2F0E" w:rsidRPr="00BC044A" w:rsidRDefault="00BC2F0E" w:rsidP="00A023A3">
            <w:pPr>
              <w:rPr>
                <w:rFonts w:ascii="Times New Roman" w:hAnsi="Times New Roman"/>
                <w:sz w:val="28"/>
                <w:szCs w:val="28"/>
              </w:rPr>
            </w:pPr>
            <w:r w:rsidRPr="00B63E06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BC2F0E" w:rsidRPr="00BC044A" w:rsidRDefault="00BC2F0E" w:rsidP="00A023A3">
            <w:pPr>
              <w:rPr>
                <w:rFonts w:ascii="Times New Roman" w:hAnsi="Times New Roman"/>
                <w:sz w:val="28"/>
                <w:szCs w:val="28"/>
              </w:rPr>
            </w:pPr>
            <w:r w:rsidRPr="00BC044A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CC31A1" w:rsidRPr="00BC044A" w:rsidRDefault="00F4106A" w:rsidP="002332C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</w:t>
            </w:r>
            <w:r w:rsidR="00C32295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CC31A1" w:rsidRPr="00BC044A" w:rsidTr="002332CD">
        <w:trPr>
          <w:trHeight w:val="176"/>
        </w:trPr>
        <w:tc>
          <w:tcPr>
            <w:tcW w:w="10114" w:type="dxa"/>
          </w:tcPr>
          <w:p w:rsidR="00CC31A1" w:rsidRPr="00963E33" w:rsidRDefault="00CC31A1" w:rsidP="002332C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CC31A1" w:rsidRPr="00B63E06" w:rsidRDefault="00437898" w:rsidP="002332CD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от 30.12.2020 № 383</w:t>
            </w:r>
            <w:bookmarkEnd w:id="0"/>
          </w:p>
        </w:tc>
      </w:tr>
      <w:tr w:rsidR="002332CD" w:rsidRPr="00BC044A" w:rsidTr="002332CD">
        <w:trPr>
          <w:trHeight w:val="176"/>
        </w:trPr>
        <w:tc>
          <w:tcPr>
            <w:tcW w:w="10114" w:type="dxa"/>
          </w:tcPr>
          <w:p w:rsidR="002332CD" w:rsidRPr="00963E33" w:rsidRDefault="002332CD" w:rsidP="002332C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2332CD" w:rsidRPr="00B63E06" w:rsidRDefault="002332CD" w:rsidP="00233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332CD" w:rsidRPr="00BC044A" w:rsidTr="002332CD">
        <w:trPr>
          <w:trHeight w:val="176"/>
        </w:trPr>
        <w:tc>
          <w:tcPr>
            <w:tcW w:w="10114" w:type="dxa"/>
          </w:tcPr>
          <w:p w:rsidR="002332CD" w:rsidRPr="00963E33" w:rsidRDefault="002332CD" w:rsidP="002332C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53" w:type="dxa"/>
          </w:tcPr>
          <w:p w:rsidR="002332CD" w:rsidRPr="00B63E06" w:rsidRDefault="002332CD" w:rsidP="002332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2F0E" w:rsidRPr="00A023A3" w:rsidRDefault="00BC2F0E" w:rsidP="00A023A3">
      <w:pPr>
        <w:autoSpaceDE w:val="0"/>
        <w:autoSpaceDN w:val="0"/>
        <w:adjustRightInd w:val="0"/>
        <w:spacing w:after="80" w:line="192" w:lineRule="auto"/>
        <w:ind w:right="142"/>
        <w:jc w:val="right"/>
        <w:rPr>
          <w:rFonts w:ascii="Times New Roman" w:hAnsi="Times New Roman"/>
          <w:sz w:val="28"/>
          <w:szCs w:val="24"/>
        </w:rPr>
      </w:pPr>
      <w:r w:rsidRPr="00A023A3">
        <w:rPr>
          <w:rFonts w:ascii="Times New Roman" w:hAnsi="Times New Roman"/>
          <w:sz w:val="28"/>
          <w:szCs w:val="24"/>
        </w:rPr>
        <w:t>«</w:t>
      </w:r>
      <w:r w:rsidR="002B0C6F" w:rsidRPr="00A023A3">
        <w:rPr>
          <w:rFonts w:ascii="Times New Roman" w:hAnsi="Times New Roman"/>
          <w:sz w:val="28"/>
          <w:szCs w:val="24"/>
        </w:rPr>
        <w:t xml:space="preserve">Таблица № </w:t>
      </w:r>
      <w:r w:rsidR="007E4534" w:rsidRPr="00A023A3">
        <w:rPr>
          <w:rFonts w:ascii="Times New Roman" w:hAnsi="Times New Roman"/>
          <w:sz w:val="28"/>
          <w:szCs w:val="24"/>
        </w:rPr>
        <w:t>1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1134"/>
        <w:gridCol w:w="993"/>
        <w:gridCol w:w="1275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991D48" w:rsidRPr="00A023A3" w:rsidTr="001D20FB">
        <w:trPr>
          <w:trHeight w:val="44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BC2F0E" w:rsidRPr="00A023A3" w:rsidRDefault="00BC2F0E" w:rsidP="00A023A3"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A023A3">
              <w:rPr>
                <w:rFonts w:ascii="Times New Roman" w:hAnsi="Times New Roman"/>
                <w:bCs/>
                <w:sz w:val="22"/>
                <w:szCs w:val="22"/>
              </w:rPr>
              <w:t xml:space="preserve">№ </w:t>
            </w:r>
            <w:proofErr w:type="gramStart"/>
            <w:r w:rsidRPr="00A023A3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proofErr w:type="gramEnd"/>
            <w:r w:rsidRPr="00A023A3">
              <w:rPr>
                <w:rFonts w:ascii="Times New Roman" w:hAnsi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A023A3" w:rsidRDefault="00BC2F0E" w:rsidP="00A023A3">
            <w:pPr>
              <w:ind w:left="-108" w:right="-5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Пр</w:t>
            </w:r>
            <w:r w:rsidR="008B429E" w:rsidRPr="00A023A3">
              <w:rPr>
                <w:rFonts w:ascii="Times New Roman" w:hAnsi="Times New Roman"/>
                <w:sz w:val="22"/>
                <w:szCs w:val="22"/>
              </w:rPr>
              <w:t>ограммные мероприятия, обеспечи</w:t>
            </w:r>
            <w:r w:rsidRPr="00A023A3">
              <w:rPr>
                <w:rFonts w:ascii="Times New Roman" w:hAnsi="Times New Roman"/>
                <w:sz w:val="22"/>
                <w:szCs w:val="22"/>
              </w:rPr>
              <w:t>вающие выполнение 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A023A3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A023A3">
              <w:rPr>
                <w:rFonts w:ascii="Times New Roman" w:hAnsi="Times New Roman"/>
                <w:sz w:val="22"/>
                <w:szCs w:val="22"/>
              </w:rPr>
              <w:t>распоря-дители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A023A3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A023A3">
              <w:rPr>
                <w:rFonts w:ascii="Times New Roman" w:hAnsi="Times New Roman"/>
                <w:sz w:val="22"/>
                <w:szCs w:val="22"/>
              </w:rPr>
              <w:t>Испол-нители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A023A3" w:rsidRDefault="008B429E" w:rsidP="00A023A3">
            <w:pPr>
              <w:ind w:left="3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Источ</w:t>
            </w:r>
            <w:r w:rsidR="00BC2F0E" w:rsidRPr="00A023A3">
              <w:rPr>
                <w:rFonts w:ascii="Times New Roman" w:hAnsi="Times New Roman"/>
                <w:sz w:val="22"/>
                <w:szCs w:val="22"/>
              </w:rPr>
              <w:t xml:space="preserve">ник </w:t>
            </w:r>
            <w:proofErr w:type="spellStart"/>
            <w:proofErr w:type="gramStart"/>
            <w:r w:rsidR="00BC2F0E" w:rsidRPr="00A023A3">
              <w:rPr>
                <w:rFonts w:ascii="Times New Roman" w:hAnsi="Times New Roman"/>
                <w:sz w:val="22"/>
                <w:szCs w:val="22"/>
              </w:rPr>
              <w:t>финанси</w:t>
            </w:r>
            <w:r w:rsidRPr="00A023A3">
              <w:rPr>
                <w:rFonts w:ascii="Times New Roman" w:hAnsi="Times New Roman"/>
                <w:sz w:val="22"/>
                <w:szCs w:val="22"/>
              </w:rPr>
              <w:t>-</w:t>
            </w:r>
            <w:r w:rsidR="00BC2F0E" w:rsidRPr="00A023A3">
              <w:rPr>
                <w:rFonts w:ascii="Times New Roman" w:hAnsi="Times New Roman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7088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A023A3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C2F0E" w:rsidRPr="00A023A3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DA77C9" w:rsidRPr="00A023A3" w:rsidTr="001D20FB">
        <w:trPr>
          <w:trHeight w:val="41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C2F0E" w:rsidRPr="00A023A3" w:rsidRDefault="00BC2F0E" w:rsidP="00A023A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shd w:val="clear" w:color="auto" w:fill="auto"/>
          </w:tcPr>
          <w:p w:rsidR="00BC2F0E" w:rsidRPr="00A023A3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</w:tcPr>
          <w:p w:rsidR="00BC2F0E" w:rsidRPr="00A023A3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shd w:val="clear" w:color="auto" w:fill="auto"/>
          </w:tcPr>
          <w:p w:rsidR="00BC2F0E" w:rsidRPr="00A023A3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shd w:val="clear" w:color="auto" w:fill="auto"/>
          </w:tcPr>
          <w:p w:rsidR="00BC2F0E" w:rsidRPr="00A023A3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C2F0E" w:rsidRPr="00A023A3" w:rsidRDefault="009960AC" w:rsidP="00A023A3">
            <w:pPr>
              <w:ind w:left="-63" w:right="-7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в</w:t>
            </w:r>
            <w:r w:rsidR="00EE0639" w:rsidRPr="00A023A3">
              <w:rPr>
                <w:rFonts w:ascii="Times New Roman" w:hAnsi="Times New Roman"/>
                <w:sz w:val="22"/>
                <w:szCs w:val="22"/>
              </w:rPr>
              <w:t>сего</w:t>
            </w:r>
            <w:proofErr w:type="gramStart"/>
            <w:r w:rsidRPr="00A023A3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proofErr w:type="gramEnd"/>
          </w:p>
        </w:tc>
        <w:tc>
          <w:tcPr>
            <w:tcW w:w="637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2F0E" w:rsidRPr="00A023A3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843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C2F0E" w:rsidRPr="00A023A3" w:rsidRDefault="00BC2F0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7D9C" w:rsidRPr="00A023A3" w:rsidTr="001D20FB">
        <w:trPr>
          <w:trHeight w:val="315"/>
        </w:trPr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C2F0E" w:rsidRPr="00A023A3" w:rsidRDefault="00BC2F0E" w:rsidP="00A023A3">
      <w:pPr>
        <w:spacing w:line="24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4743" w:type="dxa"/>
        <w:tblInd w:w="-34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985"/>
        <w:gridCol w:w="1132"/>
        <w:gridCol w:w="993"/>
        <w:gridCol w:w="1275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1843"/>
      </w:tblGrid>
      <w:tr w:rsidR="00991D48" w:rsidRPr="00A023A3" w:rsidTr="00544265">
        <w:trPr>
          <w:cantSplit/>
          <w:trHeight w:val="119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A023A3" w:rsidRDefault="00CC2AD7" w:rsidP="00A023A3"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AD7" w:rsidRPr="00A023A3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23A3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991D48" w:rsidRPr="00450941" w:rsidTr="00544265">
        <w:trPr>
          <w:cantSplit/>
          <w:trHeight w:val="128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  <w:bCs/>
                <w:color w:val="000000"/>
              </w:rPr>
            </w:pPr>
            <w:r w:rsidRPr="00450941">
              <w:rPr>
                <w:rFonts w:ascii="Times New Roman" w:hAnsi="Times New Roman"/>
              </w:rPr>
              <w:t xml:space="preserve">Задача 1. Обеспечение сохранности  и </w:t>
            </w:r>
            <w:proofErr w:type="gramStart"/>
            <w:r w:rsidRPr="00450941">
              <w:rPr>
                <w:rFonts w:ascii="Times New Roman" w:hAnsi="Times New Roman"/>
                <w:color w:val="000000"/>
              </w:rPr>
              <w:t>круглогодичного</w:t>
            </w:r>
            <w:proofErr w:type="gramEnd"/>
          </w:p>
          <w:p w:rsidR="00DA77C9" w:rsidRPr="00450941" w:rsidRDefault="00DA77C9" w:rsidP="00A023A3">
            <w:pPr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  <w:bCs/>
                <w:color w:val="000000"/>
              </w:rPr>
              <w:t xml:space="preserve">устойчивого функционирования </w:t>
            </w:r>
            <w:r w:rsidRPr="00450941">
              <w:rPr>
                <w:rFonts w:ascii="Times New Roman" w:hAnsi="Times New Roman"/>
              </w:rPr>
              <w:t xml:space="preserve">сети автомобильных дорог общего пользования регионального или межмуниципального значения и искусственных сооружений на них, повышение            безопасности дорожного  движения, в том </w:t>
            </w:r>
          </w:p>
          <w:p w:rsidR="00DA77C9" w:rsidRPr="00450941" w:rsidRDefault="00DA77C9" w:rsidP="00A023A3">
            <w:pPr>
              <w:ind w:right="-103"/>
              <w:rPr>
                <w:rFonts w:ascii="Times New Roman" w:hAnsi="Times New Roman"/>
              </w:rPr>
            </w:pPr>
            <w:proofErr w:type="gramStart"/>
            <w:r w:rsidRPr="00450941">
              <w:rPr>
                <w:rFonts w:ascii="Times New Roman" w:hAnsi="Times New Roman"/>
              </w:rPr>
              <w:t>числе</w:t>
            </w:r>
            <w:proofErr w:type="gramEnd"/>
            <w:r w:rsidR="002352B1" w:rsidRPr="00450941">
              <w:rPr>
                <w:rFonts w:ascii="Times New Roman" w:hAnsi="Times New Roman"/>
              </w:rPr>
              <w:t>: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 в том числе:</w:t>
            </w: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5C450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19797391,20508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1912582,17744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2253150,44464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2873219,65049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5C450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2182177,31024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5C450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2656669,56535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D20F1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3148540,43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1368342,33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CC0A2F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к концу 2016 года:</w:t>
            </w:r>
          </w:p>
          <w:p w:rsidR="00DA77C9" w:rsidRPr="00CC0A2F" w:rsidRDefault="00DA77C9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выполнение неотложных работ по содержанию автомобильных дорог общего пользования регионального или </w:t>
            </w:r>
            <w:proofErr w:type="spellStart"/>
            <w:r w:rsidRPr="00CC0A2F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CC0A2F">
              <w:rPr>
                <w:rFonts w:ascii="Times New Roman" w:hAnsi="Times New Roman"/>
              </w:rPr>
              <w:t xml:space="preserve"> значения в целях ликвидации дефектов дорожного покрытия </w:t>
            </w:r>
            <w:proofErr w:type="gramStart"/>
            <w:r w:rsidRPr="00CC0A2F">
              <w:rPr>
                <w:rFonts w:ascii="Times New Roman" w:hAnsi="Times New Roman"/>
              </w:rPr>
              <w:t>на</w:t>
            </w:r>
            <w:proofErr w:type="gramEnd"/>
          </w:p>
          <w:p w:rsidR="00DA77C9" w:rsidRPr="00CC0A2F" w:rsidRDefault="00DA77C9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280270 кв. </w:t>
            </w:r>
            <w:proofErr w:type="gramStart"/>
            <w:r w:rsidRPr="00CC0A2F">
              <w:rPr>
                <w:rFonts w:ascii="Times New Roman" w:hAnsi="Times New Roman"/>
              </w:rPr>
              <w:t>метрах</w:t>
            </w:r>
            <w:proofErr w:type="gramEnd"/>
            <w:r w:rsidRPr="00CC0A2F">
              <w:rPr>
                <w:rFonts w:ascii="Times New Roman" w:hAnsi="Times New Roman"/>
              </w:rPr>
              <w:t>;</w:t>
            </w:r>
          </w:p>
          <w:p w:rsidR="00DA77C9" w:rsidRPr="00CC0A2F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к концу 2024 года:</w:t>
            </w:r>
          </w:p>
          <w:p w:rsidR="00DA77C9" w:rsidRPr="00CC0A2F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обеспечение </w:t>
            </w:r>
            <w:proofErr w:type="gramStart"/>
            <w:r w:rsidRPr="00CC0A2F">
              <w:rPr>
                <w:rFonts w:ascii="Times New Roman" w:hAnsi="Times New Roman"/>
              </w:rPr>
              <w:t>круглогодичного</w:t>
            </w:r>
            <w:proofErr w:type="gramEnd"/>
          </w:p>
          <w:p w:rsidR="00DA77C9" w:rsidRPr="00CC0A2F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содержания сети</w:t>
            </w:r>
          </w:p>
          <w:p w:rsidR="00DA77C9" w:rsidRPr="00CC0A2F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DA77C9" w:rsidRPr="00CC0A2F" w:rsidRDefault="00DA77C9" w:rsidP="00A023A3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регионального или</w:t>
            </w:r>
          </w:p>
          <w:p w:rsidR="00DA77C9" w:rsidRPr="00CC0A2F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proofErr w:type="gramStart"/>
            <w:r w:rsidRPr="00CC0A2F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CC0A2F">
              <w:rPr>
                <w:rFonts w:ascii="Times New Roman" w:hAnsi="Times New Roman"/>
              </w:rPr>
              <w:t xml:space="preserve"> значения и</w:t>
            </w:r>
          </w:p>
          <w:p w:rsidR="00DA77C9" w:rsidRPr="00CC0A2F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искусственных </w:t>
            </w:r>
            <w:r w:rsidRPr="00CC0A2F">
              <w:rPr>
                <w:rFonts w:ascii="Times New Roman" w:hAnsi="Times New Roman"/>
              </w:rPr>
              <w:lastRenderedPageBreak/>
              <w:t xml:space="preserve">сооружений на них  в соответствии с нормативными требованиями </w:t>
            </w:r>
            <w:proofErr w:type="gramStart"/>
            <w:r w:rsidRPr="00CC0A2F">
              <w:rPr>
                <w:rFonts w:ascii="Times New Roman" w:hAnsi="Times New Roman"/>
              </w:rPr>
              <w:t>к</w:t>
            </w:r>
            <w:proofErr w:type="gramEnd"/>
          </w:p>
          <w:p w:rsidR="00DA77C9" w:rsidRPr="00CC0A2F" w:rsidRDefault="00DA77C9" w:rsidP="00A023A3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транспортно-</w:t>
            </w:r>
            <w:proofErr w:type="spellStart"/>
            <w:r w:rsidRPr="00CC0A2F">
              <w:rPr>
                <w:rFonts w:ascii="Times New Roman" w:hAnsi="Times New Roman"/>
              </w:rPr>
              <w:t>эксплуатацион</w:t>
            </w:r>
            <w:proofErr w:type="spellEnd"/>
            <w:r w:rsidRPr="00CC0A2F">
              <w:rPr>
                <w:rFonts w:ascii="Times New Roman" w:hAnsi="Times New Roman"/>
              </w:rPr>
              <w:t>-ному состоянию и</w:t>
            </w:r>
          </w:p>
          <w:p w:rsidR="00DA77C9" w:rsidRPr="00CC0A2F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условиями                  безопасности движения;</w:t>
            </w:r>
          </w:p>
          <w:p w:rsidR="00DA77C9" w:rsidRPr="00CC0A2F" w:rsidRDefault="00DA77C9" w:rsidP="00A023A3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обеспечение       </w:t>
            </w:r>
            <w:r w:rsidR="00186D26" w:rsidRPr="00CC0A2F">
              <w:rPr>
                <w:rFonts w:ascii="Times New Roman" w:hAnsi="Times New Roman"/>
              </w:rPr>
              <w:t>3252,6</w:t>
            </w:r>
            <w:r w:rsidRPr="00CC0A2F">
              <w:rPr>
                <w:rFonts w:ascii="Times New Roman" w:hAnsi="Times New Roman"/>
              </w:rPr>
              <w:t xml:space="preserve"> км общей протяженности</w:t>
            </w:r>
          </w:p>
          <w:p w:rsidR="00DA77C9" w:rsidRPr="00CC0A2F" w:rsidRDefault="00DA77C9" w:rsidP="00A023A3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автомобильных дорог общего пользования регионального или </w:t>
            </w:r>
            <w:proofErr w:type="spellStart"/>
            <w:r w:rsidRPr="00CC0A2F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CC0A2F">
              <w:rPr>
                <w:rFonts w:ascii="Times New Roman" w:hAnsi="Times New Roman"/>
              </w:rPr>
              <w:t xml:space="preserve"> значения, соответствующих </w:t>
            </w:r>
            <w:proofErr w:type="gramStart"/>
            <w:r w:rsidRPr="00CC0A2F">
              <w:rPr>
                <w:rFonts w:ascii="Times New Roman" w:hAnsi="Times New Roman"/>
              </w:rPr>
              <w:t>нормативным</w:t>
            </w:r>
            <w:proofErr w:type="gramEnd"/>
          </w:p>
          <w:p w:rsidR="00DA77C9" w:rsidRPr="00CC0A2F" w:rsidRDefault="00DA77C9" w:rsidP="00A023A3">
            <w:pPr>
              <w:spacing w:line="235" w:lineRule="auto"/>
              <w:ind w:left="-6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требованиям </w:t>
            </w:r>
            <w:proofErr w:type="gramStart"/>
            <w:r w:rsidRPr="00CC0A2F">
              <w:rPr>
                <w:rFonts w:ascii="Times New Roman" w:hAnsi="Times New Roman"/>
              </w:rPr>
              <w:t>к</w:t>
            </w:r>
            <w:proofErr w:type="gramEnd"/>
            <w:r w:rsidRPr="00CC0A2F">
              <w:rPr>
                <w:rFonts w:ascii="Times New Roman" w:hAnsi="Times New Roman"/>
              </w:rPr>
              <w:t xml:space="preserve"> транспортно-</w:t>
            </w:r>
          </w:p>
          <w:p w:rsidR="00DA77C9" w:rsidRPr="00CC0A2F" w:rsidRDefault="00DA77C9" w:rsidP="00A023A3">
            <w:pPr>
              <w:spacing w:line="235" w:lineRule="auto"/>
              <w:ind w:left="-6" w:right="-108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эксплуатационным показателям</w:t>
            </w:r>
          </w:p>
          <w:p w:rsidR="00DA77C9" w:rsidRPr="00CC0A2F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на 31 декабря отчетного года</w:t>
            </w:r>
          </w:p>
          <w:p w:rsidR="00DA77C9" w:rsidRPr="00CC0A2F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A77C9" w:rsidRPr="00CC0A2F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018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федеральный бюджет </w:t>
            </w: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980245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335400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208210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436635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50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областной бюджет,                        из них:</w:t>
            </w: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EC73AD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18817146,20508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EC73AD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2182177,31024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EC73AD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2656669,56535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D20F1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3148540,43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1368342,33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F0A49" w:rsidRPr="00450941" w:rsidTr="00544265">
        <w:trPr>
          <w:cantSplit/>
          <w:trHeight w:val="150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EC73AD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18817146,2050</w:t>
            </w:r>
            <w:r w:rsidR="00433C24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2277327,72692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686C84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2182177,31024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686C84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2656669,56535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3148540,43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1368342,33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50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lastRenderedPageBreak/>
              <w:t>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450941">
              <w:rPr>
                <w:rFonts w:ascii="Times New Roman" w:hAnsi="Times New Roman"/>
                <w:spacing w:val="-2"/>
              </w:rPr>
              <w:t>межмуниципального</w:t>
            </w:r>
            <w:r w:rsidRPr="00450941">
              <w:rPr>
                <w:rFonts w:ascii="Times New Roman" w:hAnsi="Times New Roman"/>
              </w:rPr>
              <w:t xml:space="preserve"> значения и </w:t>
            </w:r>
          </w:p>
          <w:p w:rsidR="00DA77C9" w:rsidRPr="00450941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искусственных сооружений </w:t>
            </w:r>
            <w:proofErr w:type="gramStart"/>
            <w:r w:rsidRPr="00450941">
              <w:rPr>
                <w:rFonts w:ascii="Times New Roman" w:hAnsi="Times New Roman"/>
              </w:rPr>
              <w:t>на</w:t>
            </w:r>
            <w:proofErr w:type="gramEnd"/>
          </w:p>
          <w:p w:rsidR="00DA77C9" w:rsidRPr="00450941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vertAlign w:val="superscript"/>
              </w:rPr>
            </w:pPr>
            <w:r w:rsidRPr="00450941">
              <w:rPr>
                <w:rFonts w:ascii="Times New Roman" w:hAnsi="Times New Roman"/>
              </w:rPr>
              <w:t>них</w:t>
            </w:r>
            <w:proofErr w:type="gramStart"/>
            <w:r w:rsidRPr="00450941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DA77C9" w:rsidRPr="00450941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    в том числе:</w:t>
            </w: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463585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7041088,83726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1912582,17744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2253150,44464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2873219,65049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463585" w:rsidP="00C24049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4F0A4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765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федеральный бюджет                      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980245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335400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208210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436635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400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областной бюджет,                         из них:</w:t>
            </w: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463585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6060843,83726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463585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405"/>
        </w:trPr>
        <w:tc>
          <w:tcPr>
            <w:tcW w:w="425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DA77C9" w:rsidRPr="00450941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nil"/>
            </w:tcBorders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463585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6060843,83726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1577182,17744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2044940,44464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2436584,65049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C24049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2122,81469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463585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283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450941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DA77C9" w:rsidRPr="00450941" w:rsidRDefault="00DA77C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ind w:right="-108"/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  <w:bCs/>
              </w:rPr>
              <w:t>из них: выполненные и не оплаченные работы в 2015 году</w:t>
            </w: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37009,46126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37009,46126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A77C9" w:rsidRPr="00450941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DA77C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6A3D9E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A77C9" w:rsidRPr="00450941" w:rsidRDefault="006A3D9E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C9" w:rsidRPr="00450941" w:rsidRDefault="00DA77C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F0A49" w:rsidRPr="00450941" w:rsidTr="00544265">
        <w:trPr>
          <w:cantSplit/>
          <w:trHeight w:val="150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F0A49" w:rsidRPr="00450941" w:rsidRDefault="004F0A4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ГКУ Рязанской области «ДДРО»</w:t>
            </w:r>
          </w:p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областной бюджет,                         из них:</w:t>
            </w:r>
          </w:p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686C84" w:rsidP="00C240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12756302,36782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2275204,91223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686C84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2182163,56024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0569F1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2656669,56535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3148540,43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1368342,33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F0A49" w:rsidRPr="00450941" w:rsidTr="00544265">
        <w:trPr>
          <w:cantSplit/>
          <w:trHeight w:val="142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A49" w:rsidRPr="00450941" w:rsidRDefault="004F0A49" w:rsidP="00C24049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0569F1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12756302,36782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2275204,91223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0569F1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2182163,56024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0569F1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2656669,56535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3148540,43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1368342,33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1125381,57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80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2.</w:t>
            </w:r>
          </w:p>
          <w:p w:rsidR="005601C4" w:rsidRPr="00450941" w:rsidRDefault="005601C4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450941" w:rsidRDefault="005601C4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5601C4" w:rsidRPr="00450941" w:rsidRDefault="005601C4" w:rsidP="00A023A3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Задача 2. Увеличение протяженности автомобильных дорог общего пользования регионального или </w:t>
            </w:r>
            <w:r w:rsidRPr="00450941">
              <w:rPr>
                <w:rFonts w:ascii="Times New Roman" w:hAnsi="Times New Roman"/>
                <w:spacing w:val="-4"/>
              </w:rPr>
              <w:t xml:space="preserve">межмуниципального  </w:t>
            </w:r>
            <w:r w:rsidRPr="00450941">
              <w:rPr>
                <w:rFonts w:ascii="Times New Roman" w:hAnsi="Times New Roman"/>
              </w:rPr>
              <w:t>значения и искусственных сооружений на них, соответствующих нормативным требованиям,</w:t>
            </w:r>
          </w:p>
          <w:p w:rsidR="00F2417F" w:rsidRPr="00450941" w:rsidRDefault="00F2417F" w:rsidP="00A023A3">
            <w:pPr>
              <w:spacing w:line="226" w:lineRule="auto"/>
              <w:ind w:right="-103"/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</w:rPr>
              <w:t xml:space="preserve">увеличение </w:t>
            </w:r>
            <w:proofErr w:type="gramStart"/>
            <w:r w:rsidRPr="00450941">
              <w:rPr>
                <w:rFonts w:ascii="Times New Roman" w:hAnsi="Times New Roman"/>
                <w:bCs/>
              </w:rPr>
              <w:t>пропускной</w:t>
            </w:r>
            <w:proofErr w:type="gramEnd"/>
          </w:p>
          <w:p w:rsidR="00F2417F" w:rsidRPr="00450941" w:rsidRDefault="00F2417F" w:rsidP="00A023A3">
            <w:pPr>
              <w:spacing w:line="226" w:lineRule="auto"/>
              <w:ind w:right="-103"/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  <w:bCs/>
              </w:rPr>
              <w:t xml:space="preserve">способности, </w:t>
            </w: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профилактика</w:t>
            </w:r>
          </w:p>
          <w:p w:rsidR="005601C4" w:rsidRPr="00450941" w:rsidRDefault="00F2417F" w:rsidP="00A023A3">
            <w:pPr>
              <w:spacing w:line="226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возникновения опасных участков на сети автомобильных дорог общего </w:t>
            </w:r>
          </w:p>
          <w:p w:rsidR="00F2417F" w:rsidRPr="00450941" w:rsidRDefault="00F2417F" w:rsidP="00A023A3">
            <w:pPr>
              <w:spacing w:line="226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пользования         регионального или межмуниципального</w:t>
            </w:r>
            <w:r w:rsidR="00E13567" w:rsidRPr="00450941">
              <w:rPr>
                <w:rFonts w:ascii="Times New Roman" w:hAnsi="Times New Roman"/>
              </w:rPr>
              <w:t xml:space="preserve"> </w:t>
            </w:r>
            <w:r w:rsidRPr="00450941">
              <w:rPr>
                <w:rFonts w:ascii="Times New Roman" w:hAnsi="Times New Roman"/>
              </w:rPr>
              <w:t xml:space="preserve">значения, повышение  их технических </w:t>
            </w:r>
          </w:p>
          <w:p w:rsidR="00F2417F" w:rsidRPr="00450941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характеристик, </w:t>
            </w: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5601C4" w:rsidRPr="00450941" w:rsidRDefault="005601C4" w:rsidP="00A023A3">
            <w:pPr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        в том числе:</w:t>
            </w:r>
          </w:p>
          <w:p w:rsidR="00464920" w:rsidRPr="00450941" w:rsidRDefault="00464920" w:rsidP="00A023A3">
            <w:pPr>
              <w:rPr>
                <w:rFonts w:ascii="Times New Roman" w:hAnsi="Times New Roman"/>
              </w:rPr>
            </w:pPr>
          </w:p>
          <w:p w:rsidR="005601C4" w:rsidRPr="00450941" w:rsidRDefault="005601C4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B02186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9389555,51043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1468392,0816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1636686,56523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846724,21853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593E2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6B6DDD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893EC0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8825FB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к концу 2024 года</w:t>
            </w:r>
            <w:r w:rsidR="0032251E" w:rsidRPr="008825FB">
              <w:rPr>
                <w:rFonts w:ascii="Times New Roman" w:hAnsi="Times New Roman"/>
              </w:rPr>
              <w:t>:</w:t>
            </w:r>
          </w:p>
          <w:p w:rsidR="00B15E6A" w:rsidRPr="008825FB" w:rsidRDefault="0032251E" w:rsidP="0032251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доведение количества и протяженности уникальных искусственных сооружений, капитальный ремонт (ремонт) которых завершен, до </w:t>
            </w:r>
            <w:r w:rsidR="00186D26" w:rsidRPr="008825FB">
              <w:rPr>
                <w:rFonts w:ascii="Times New Roman" w:hAnsi="Times New Roman"/>
              </w:rPr>
              <w:t>5</w:t>
            </w:r>
            <w:r w:rsidR="00B15E6A" w:rsidRPr="008825FB">
              <w:rPr>
                <w:rFonts w:ascii="Times New Roman" w:hAnsi="Times New Roman"/>
              </w:rPr>
              <w:t xml:space="preserve"> шт./762,16 погонных метров;</w:t>
            </w:r>
            <w:r w:rsidRPr="008825FB">
              <w:rPr>
                <w:rFonts w:ascii="Times New Roman" w:hAnsi="Times New Roman"/>
              </w:rPr>
              <w:t xml:space="preserve"> доведение доли </w:t>
            </w:r>
            <w:r w:rsidR="00B15E6A" w:rsidRPr="008825FB">
              <w:rPr>
                <w:rFonts w:ascii="Times New Roman" w:hAnsi="Times New Roman"/>
              </w:rPr>
              <w:t>уникальных</w:t>
            </w:r>
          </w:p>
          <w:p w:rsidR="00B15E6A" w:rsidRPr="008825FB" w:rsidRDefault="00B15E6A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искусственных дорожных сооружений,</w:t>
            </w:r>
          </w:p>
          <w:p w:rsidR="00B15E6A" w:rsidRPr="008825FB" w:rsidRDefault="00B15E6A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находящихся в </w:t>
            </w:r>
          </w:p>
          <w:p w:rsidR="0032251E" w:rsidRPr="008825FB" w:rsidRDefault="00B15E6A" w:rsidP="00A023A3">
            <w:pPr>
              <w:ind w:left="-6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предаварийном или аварийном </w:t>
            </w:r>
            <w:proofErr w:type="gramStart"/>
            <w:r w:rsidRPr="008825FB">
              <w:rPr>
                <w:rFonts w:ascii="Times New Roman" w:hAnsi="Times New Roman"/>
              </w:rPr>
              <w:t>состоянии</w:t>
            </w:r>
            <w:proofErr w:type="gramEnd"/>
            <w:r w:rsidRPr="008825FB">
              <w:rPr>
                <w:rFonts w:ascii="Times New Roman" w:hAnsi="Times New Roman"/>
              </w:rPr>
              <w:t xml:space="preserve">, </w:t>
            </w:r>
            <w:r w:rsidR="0032251E" w:rsidRPr="008825FB">
              <w:rPr>
                <w:rFonts w:ascii="Times New Roman" w:hAnsi="Times New Roman"/>
              </w:rPr>
              <w:t xml:space="preserve">до </w:t>
            </w:r>
            <w:r w:rsidR="00860A4D" w:rsidRPr="008825FB">
              <w:rPr>
                <w:rFonts w:ascii="Times New Roman" w:hAnsi="Times New Roman"/>
              </w:rPr>
              <w:t>3,4</w:t>
            </w:r>
            <w:r w:rsidRPr="008825FB">
              <w:rPr>
                <w:rFonts w:ascii="Times New Roman" w:hAnsi="Times New Roman"/>
              </w:rPr>
              <w:t>%;</w:t>
            </w:r>
          </w:p>
          <w:p w:rsidR="00F2417F" w:rsidRPr="008825FB" w:rsidRDefault="00F2417F" w:rsidP="00A023A3">
            <w:pPr>
              <w:ind w:left="-6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выполнение:</w:t>
            </w:r>
          </w:p>
          <w:p w:rsidR="005601C4" w:rsidRPr="008825FB" w:rsidRDefault="00F2417F" w:rsidP="00A023A3">
            <w:pPr>
              <w:ind w:left="-6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- капитального </w:t>
            </w:r>
          </w:p>
          <w:p w:rsidR="00F2417F" w:rsidRPr="008825FB" w:rsidRDefault="00F2417F" w:rsidP="00A023A3">
            <w:pPr>
              <w:ind w:left="-6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ремонта      </w:t>
            </w:r>
            <w:r w:rsidR="00186D26" w:rsidRPr="008825FB">
              <w:rPr>
                <w:rFonts w:ascii="Times New Roman" w:hAnsi="Times New Roman"/>
              </w:rPr>
              <w:t>455,30758</w:t>
            </w:r>
            <w:r w:rsidRPr="008825FB">
              <w:rPr>
                <w:rFonts w:ascii="Times New Roman" w:hAnsi="Times New Roman"/>
              </w:rPr>
              <w:t xml:space="preserve"> км </w:t>
            </w:r>
          </w:p>
          <w:p w:rsidR="00F2417F" w:rsidRPr="008825FB" w:rsidRDefault="00F2417F" w:rsidP="00A023A3">
            <w:pPr>
              <w:ind w:left="-6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автомобильных дорог общего</w:t>
            </w:r>
          </w:p>
          <w:p w:rsidR="00F2417F" w:rsidRPr="008825FB" w:rsidRDefault="00F2417F" w:rsidP="00A023A3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пользования регионального или </w:t>
            </w:r>
            <w:proofErr w:type="spellStart"/>
            <w:proofErr w:type="gramStart"/>
            <w:r w:rsidRPr="008825FB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8825FB">
              <w:rPr>
                <w:rFonts w:ascii="Times New Roman" w:hAnsi="Times New Roman"/>
              </w:rPr>
              <w:t xml:space="preserve"> значения и </w:t>
            </w:r>
          </w:p>
          <w:p w:rsidR="00F2417F" w:rsidRPr="008825FB" w:rsidRDefault="00186D26" w:rsidP="00A023A3">
            <w:pPr>
              <w:spacing w:line="226" w:lineRule="auto"/>
              <w:ind w:left="-6" w:right="-108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510,24</w:t>
            </w:r>
            <w:r w:rsidR="00F2417F" w:rsidRPr="008825FB">
              <w:rPr>
                <w:rFonts w:ascii="Times New Roman" w:hAnsi="Times New Roman"/>
              </w:rPr>
              <w:t xml:space="preserve"> погонных метров искусственных</w:t>
            </w:r>
          </w:p>
          <w:p w:rsidR="00F2417F" w:rsidRPr="008825FB" w:rsidRDefault="00F2417F" w:rsidP="00A023A3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сооружений </w:t>
            </w:r>
            <w:proofErr w:type="gramStart"/>
            <w:r w:rsidRPr="008825FB">
              <w:rPr>
                <w:rFonts w:ascii="Times New Roman" w:hAnsi="Times New Roman"/>
              </w:rPr>
              <w:t>на</w:t>
            </w:r>
            <w:proofErr w:type="gramEnd"/>
          </w:p>
          <w:p w:rsidR="00F2417F" w:rsidRPr="008825FB" w:rsidRDefault="00F2417F" w:rsidP="00A023A3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них; </w:t>
            </w:r>
          </w:p>
          <w:p w:rsidR="005601C4" w:rsidRPr="008825FB" w:rsidRDefault="005601C4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  <w:spacing w:val="-2"/>
              </w:rPr>
              <w:t xml:space="preserve">- ремонта </w:t>
            </w:r>
            <w:r w:rsidRPr="008825FB">
              <w:rPr>
                <w:rFonts w:ascii="Times New Roman" w:hAnsi="Times New Roman"/>
                <w:spacing w:val="-2"/>
              </w:rPr>
              <w:br/>
            </w:r>
            <w:r w:rsidR="00186D26" w:rsidRPr="008825FB">
              <w:rPr>
                <w:rFonts w:ascii="Times New Roman" w:hAnsi="Times New Roman"/>
                <w:spacing w:val="-2"/>
              </w:rPr>
              <w:t>1537,043</w:t>
            </w:r>
            <w:r w:rsidRPr="008825FB">
              <w:rPr>
                <w:rFonts w:ascii="Times New Roman" w:hAnsi="Times New Roman"/>
                <w:spacing w:val="-2"/>
              </w:rPr>
              <w:t xml:space="preserve"> км</w:t>
            </w:r>
            <w:r w:rsidRPr="008825FB">
              <w:rPr>
                <w:rFonts w:ascii="Times New Roman" w:hAnsi="Times New Roman"/>
              </w:rPr>
              <w:t xml:space="preserve"> автомобильных</w:t>
            </w:r>
          </w:p>
          <w:p w:rsidR="005601C4" w:rsidRPr="008825FB" w:rsidRDefault="005601C4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дорог общего пользования регионального или</w:t>
            </w:r>
          </w:p>
          <w:p w:rsidR="005601C4" w:rsidRPr="008825FB" w:rsidRDefault="005601C4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proofErr w:type="gramStart"/>
            <w:r w:rsidRPr="008825FB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8825FB">
              <w:rPr>
                <w:rFonts w:ascii="Times New Roman" w:hAnsi="Times New Roman"/>
              </w:rPr>
              <w:t xml:space="preserve"> значения и</w:t>
            </w:r>
          </w:p>
          <w:p w:rsidR="005601C4" w:rsidRPr="008825FB" w:rsidRDefault="00186D26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3800,62</w:t>
            </w:r>
            <w:r w:rsidR="005601C4" w:rsidRPr="008825FB">
              <w:rPr>
                <w:rFonts w:ascii="Times New Roman" w:hAnsi="Times New Roman"/>
              </w:rPr>
              <w:t xml:space="preserve"> погонных</w:t>
            </w:r>
          </w:p>
          <w:p w:rsidR="005601C4" w:rsidRPr="008825FB" w:rsidRDefault="005601C4" w:rsidP="00A023A3">
            <w:pPr>
              <w:spacing w:line="226" w:lineRule="auto"/>
              <w:ind w:left="-6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метров искусственных сооружений на них</w:t>
            </w:r>
          </w:p>
        </w:tc>
      </w:tr>
      <w:tr w:rsidR="00991D48" w:rsidRPr="00450941" w:rsidTr="00544265">
        <w:trPr>
          <w:cantSplit/>
          <w:trHeight w:val="132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</w:t>
            </w:r>
          </w:p>
          <w:p w:rsidR="00417D9C" w:rsidRPr="00450941" w:rsidRDefault="00417D9C" w:rsidP="00A023A3">
            <w:pPr>
              <w:rPr>
                <w:rFonts w:ascii="Times New Roman" w:hAnsi="Times New Roman"/>
              </w:rPr>
            </w:pPr>
          </w:p>
          <w:p w:rsidR="00417D9C" w:rsidRPr="00450941" w:rsidRDefault="00417D9C" w:rsidP="00A023A3">
            <w:pPr>
              <w:rPr>
                <w:rFonts w:ascii="Times New Roman" w:hAnsi="Times New Roman"/>
              </w:rPr>
            </w:pPr>
          </w:p>
          <w:p w:rsidR="00417D9C" w:rsidRPr="00450941" w:rsidRDefault="00417D9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4F0A49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5382174,151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311900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547009,151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293365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773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F2417F" w:rsidRPr="00450941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  <w:p w:rsidR="00417D9C" w:rsidRPr="00450941" w:rsidRDefault="00417D9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6B6DDD" w:rsidP="009468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4007381,35943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9468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9468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9468C4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3E3F82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6B6DDD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893EC0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9468C4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68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450941" w:rsidRDefault="005601C4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450941" w:rsidRDefault="005601C4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450941" w:rsidRDefault="005601C4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1C4" w:rsidRPr="00450941" w:rsidRDefault="005601C4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450941" w:rsidRDefault="009468C4" w:rsidP="00A023A3">
            <w:pPr>
              <w:rPr>
                <w:rFonts w:ascii="Times New Roman" w:hAnsi="Times New Roman"/>
              </w:rPr>
            </w:pPr>
            <w:proofErr w:type="gramStart"/>
            <w:r w:rsidRPr="00450941">
              <w:rPr>
                <w:rFonts w:ascii="Times New Roman" w:hAnsi="Times New Roman"/>
              </w:rPr>
              <w:t>бюджетные</w:t>
            </w:r>
            <w:proofErr w:type="gramEnd"/>
            <w:r w:rsidRPr="00450941">
              <w:rPr>
                <w:rFonts w:ascii="Times New Roman" w:hAnsi="Times New Roman"/>
              </w:rPr>
              <w:t xml:space="preserve"> </w:t>
            </w:r>
            <w:proofErr w:type="spellStart"/>
            <w:r w:rsidRPr="00450941">
              <w:rPr>
                <w:rFonts w:ascii="Times New Roman" w:hAnsi="Times New Roman"/>
              </w:rPr>
              <w:t>ассигнова</w:t>
            </w:r>
            <w:r w:rsidR="009862E0">
              <w:rPr>
                <w:rFonts w:ascii="Times New Roman" w:hAnsi="Times New Roman"/>
              </w:rPr>
              <w:t>-</w:t>
            </w:r>
            <w:r w:rsidRPr="00450941">
              <w:rPr>
                <w:rFonts w:ascii="Times New Roman" w:hAnsi="Times New Roman"/>
              </w:rPr>
              <w:t>ния</w:t>
            </w:r>
            <w:proofErr w:type="spellEnd"/>
            <w:r w:rsidRPr="00450941">
              <w:rPr>
                <w:rFonts w:ascii="Times New Roman" w:hAnsi="Times New Roman"/>
              </w:rPr>
              <w:t xml:space="preserve">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450941" w:rsidRDefault="006B6DDD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4007381,35943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450941" w:rsidRDefault="005601C4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450941" w:rsidRDefault="005601C4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450941" w:rsidRDefault="005601C4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601C4" w:rsidRPr="00450941" w:rsidRDefault="003E3F82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450941" w:rsidRDefault="006B6DDD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450941" w:rsidRDefault="00893EC0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450941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450941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601C4" w:rsidRPr="00450941" w:rsidRDefault="00DA13BC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1C4" w:rsidRPr="00450941" w:rsidRDefault="005601C4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85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Капитальный ремонт  и ремонт </w:t>
            </w: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F2417F" w:rsidRPr="00450941" w:rsidRDefault="00F2417F" w:rsidP="00A023A3">
            <w:pPr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регионального или межмуниципального значения и </w:t>
            </w:r>
            <w:proofErr w:type="gramStart"/>
            <w:r w:rsidRPr="00450941">
              <w:rPr>
                <w:rFonts w:ascii="Times New Roman" w:hAnsi="Times New Roman"/>
              </w:rPr>
              <w:t>искусственных</w:t>
            </w:r>
            <w:proofErr w:type="gramEnd"/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сооружений на них,  в том числе уникальных искусственных сооружений</w:t>
            </w:r>
            <w:r w:rsidR="005601C4" w:rsidRPr="0045094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2417F" w:rsidRPr="00450941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        в том числе:</w:t>
            </w:r>
          </w:p>
          <w:p w:rsidR="00F2417F" w:rsidRPr="00450941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5601C4" w:rsidRPr="00450941" w:rsidRDefault="005601C4" w:rsidP="00A023A3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3951802,86536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1468392,0816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1636686,56523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846724,21853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19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</w:t>
            </w:r>
          </w:p>
          <w:p w:rsidR="005601C4" w:rsidRPr="00450941" w:rsidRDefault="005601C4" w:rsidP="00A023A3">
            <w:pPr>
              <w:rPr>
                <w:rFonts w:ascii="Times New Roman" w:hAnsi="Times New Roman"/>
              </w:rPr>
            </w:pPr>
          </w:p>
          <w:p w:rsidR="00417D9C" w:rsidRPr="00450941" w:rsidRDefault="00417D9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1152274,151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311900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547009,151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293365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85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  <w:p w:rsidR="00F2417F" w:rsidRDefault="00F2417F" w:rsidP="00A023A3">
            <w:pPr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2799528,71436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43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417D9C" w:rsidRPr="00450941" w:rsidRDefault="00417D9C" w:rsidP="00A023A3">
            <w:pPr>
              <w:rPr>
                <w:rFonts w:ascii="Times New Roman" w:hAnsi="Times New Roman"/>
              </w:rPr>
            </w:pP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2799528,71436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1156492,0816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1089677,41423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553359,21853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854"/>
        </w:trPr>
        <w:tc>
          <w:tcPr>
            <w:tcW w:w="425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F2417F" w:rsidRPr="00450941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01C4" w:rsidRPr="00450941" w:rsidRDefault="00F2417F" w:rsidP="00A023A3">
            <w:pPr>
              <w:ind w:right="-108"/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  <w:bCs/>
              </w:rPr>
              <w:t>из них: выполненные и не оплаченные работы в 2015 году</w:t>
            </w:r>
          </w:p>
          <w:p w:rsidR="00417D9C" w:rsidRPr="00450941" w:rsidRDefault="00417D9C" w:rsidP="00A023A3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132" w:type="dxa"/>
            <w:vMerge/>
            <w:tcBorders>
              <w:bottom w:val="nil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C24049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DA77C9" w:rsidRPr="00450941" w:rsidRDefault="00DA77C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60251,65135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60251,65135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424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2417F" w:rsidRPr="00450941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ГКУ Рязанской области «ДДРО»</w:t>
            </w: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        в том числе:</w:t>
            </w:r>
          </w:p>
          <w:p w:rsidR="00F2417F" w:rsidRPr="00450941" w:rsidRDefault="00F2417F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F2417F" w:rsidRDefault="00F2417F" w:rsidP="00A023A3">
            <w:pPr>
              <w:rPr>
                <w:rFonts w:ascii="Times New Roman" w:hAnsi="Times New Roman"/>
              </w:rPr>
            </w:pPr>
          </w:p>
          <w:p w:rsidR="00C24049" w:rsidRPr="00450941" w:rsidRDefault="00C24049" w:rsidP="00A023A3">
            <w:pPr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6B6DDD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5437752,64507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2377DA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6B6DDD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893EC0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18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</w:t>
            </w: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4F0A49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4229900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3549900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F2417F" w:rsidP="00A023A3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680000 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17F" w:rsidRPr="00450941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69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17F" w:rsidRPr="00450941" w:rsidRDefault="00F2417F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  <w:p w:rsidR="00F2417F" w:rsidRPr="00450941" w:rsidRDefault="00F2417F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6B6DDD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1207852,64507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F2417F" w:rsidP="00C24049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2417F" w:rsidRPr="00450941" w:rsidRDefault="002377DA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C91A5D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893EC0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2417F" w:rsidRPr="00450941" w:rsidRDefault="004F0A49" w:rsidP="00C24049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17F" w:rsidRPr="00450941" w:rsidRDefault="00F2417F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F0A49" w:rsidRPr="00450941" w:rsidTr="00544265">
        <w:trPr>
          <w:cantSplit/>
          <w:trHeight w:val="85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6B6DDD" w:rsidP="002F2A37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1207852,64507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2F2A37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2F2A37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2F2A37">
            <w:pPr>
              <w:spacing w:line="226" w:lineRule="auto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2F2A37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627761,04599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6B6DDD" w:rsidP="002F2A37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367963,02908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893EC0" w:rsidP="002F2A37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2F2A37">
            <w:pPr>
              <w:spacing w:line="226" w:lineRule="auto"/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97128,57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AB63EB" w:rsidRPr="00450941" w:rsidTr="00544265">
        <w:trPr>
          <w:cantSplit/>
          <w:trHeight w:val="27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AB63EB" w:rsidRPr="00450941" w:rsidRDefault="00AB63EB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</w:rPr>
              <w:t>Задача 3. П</w:t>
            </w:r>
            <w:r w:rsidRPr="00450941">
              <w:rPr>
                <w:rFonts w:ascii="Times New Roman" w:hAnsi="Times New Roman"/>
                <w:bCs/>
              </w:rPr>
              <w:t>рирост протяженности автомобильных дорог общего пользования регионального или</w:t>
            </w:r>
          </w:p>
          <w:p w:rsidR="00AB63EB" w:rsidRPr="00450941" w:rsidRDefault="00AB63EB" w:rsidP="00A023A3">
            <w:pPr>
              <w:ind w:right="-108"/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  <w:bCs/>
              </w:rPr>
              <w:t xml:space="preserve">межмуниципального значения за счет строительства </w:t>
            </w:r>
          </w:p>
          <w:p w:rsidR="00AB63EB" w:rsidRPr="00450941" w:rsidRDefault="00AB63EB" w:rsidP="00A023A3">
            <w:pPr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  <w:bCs/>
              </w:rPr>
              <w:t>новых</w:t>
            </w:r>
          </w:p>
          <w:p w:rsidR="00AB63EB" w:rsidRPr="00450941" w:rsidRDefault="00AB63EB" w:rsidP="00A023A3">
            <w:pPr>
              <w:ind w:right="-36"/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  <w:bCs/>
              </w:rPr>
              <w:t xml:space="preserve">и реконструкции </w:t>
            </w:r>
          </w:p>
          <w:p w:rsidR="00AB63EB" w:rsidRPr="00450941" w:rsidRDefault="00AB63EB" w:rsidP="00A023A3">
            <w:pPr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  <w:bCs/>
              </w:rPr>
              <w:t>существующих</w:t>
            </w:r>
          </w:p>
          <w:p w:rsidR="00AB63EB" w:rsidRPr="00450941" w:rsidRDefault="00AB63EB" w:rsidP="00A023A3">
            <w:pPr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  <w:bCs/>
              </w:rPr>
              <w:t>автомобильных</w:t>
            </w:r>
          </w:p>
          <w:p w:rsidR="00AB63EB" w:rsidRPr="00450941" w:rsidRDefault="00AB63EB" w:rsidP="00A023A3">
            <w:pPr>
              <w:ind w:right="-36"/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  <w:bCs/>
              </w:rPr>
              <w:t xml:space="preserve">дорог общего пользования </w:t>
            </w:r>
          </w:p>
          <w:p w:rsidR="00AB63EB" w:rsidRPr="00450941" w:rsidRDefault="00AB63EB" w:rsidP="00A023A3">
            <w:pPr>
              <w:ind w:right="-36"/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  <w:bCs/>
              </w:rPr>
              <w:t xml:space="preserve">регионального или межмуниципального значения и искусственных сооружений на них, </w:t>
            </w:r>
          </w:p>
          <w:p w:rsidR="00AB63EB" w:rsidRPr="00450941" w:rsidRDefault="00AB63EB" w:rsidP="00A023A3">
            <w:pPr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spacing w:line="226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в том числе:</w:t>
            </w: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10589471,27602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346003,2972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325810,58083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380875,73387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320386,27206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474908,50206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1724058,59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2397134,2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2106666,67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63EB" w:rsidRPr="008825FB" w:rsidRDefault="00AB63EB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обеспечение протяженности сети автомобильных дорог общего пользования регионального или </w:t>
            </w:r>
            <w:proofErr w:type="spellStart"/>
            <w:r w:rsidRPr="008825FB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8825FB">
              <w:rPr>
                <w:rFonts w:ascii="Times New Roman" w:hAnsi="Times New Roman"/>
              </w:rPr>
              <w:t xml:space="preserve"> значения </w:t>
            </w:r>
            <w:proofErr w:type="gramStart"/>
            <w:r w:rsidRPr="008825FB">
              <w:rPr>
                <w:rFonts w:ascii="Times New Roman" w:hAnsi="Times New Roman"/>
              </w:rPr>
              <w:t>на</w:t>
            </w:r>
            <w:proofErr w:type="gramEnd"/>
          </w:p>
          <w:p w:rsidR="00AB63EB" w:rsidRPr="008825FB" w:rsidRDefault="00AB63EB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территории Рязанской области                     </w:t>
            </w:r>
          </w:p>
          <w:p w:rsidR="00AB63EB" w:rsidRPr="008825FB" w:rsidRDefault="00AB63EB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6485,1 км;</w:t>
            </w:r>
          </w:p>
          <w:p w:rsidR="00AB63EB" w:rsidRPr="008825FB" w:rsidRDefault="00FD125E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ввод</w:t>
            </w:r>
            <w:r w:rsidR="00AB63EB" w:rsidRPr="008825FB">
              <w:rPr>
                <w:rFonts w:ascii="Times New Roman" w:hAnsi="Times New Roman"/>
              </w:rPr>
              <w:t xml:space="preserve"> </w:t>
            </w:r>
            <w:proofErr w:type="gramStart"/>
            <w:r w:rsidR="00AB63EB" w:rsidRPr="008825FB">
              <w:rPr>
                <w:rFonts w:ascii="Times New Roman" w:hAnsi="Times New Roman"/>
              </w:rPr>
              <w:t>в</w:t>
            </w:r>
            <w:proofErr w:type="gramEnd"/>
          </w:p>
        </w:tc>
      </w:tr>
      <w:tr w:rsidR="00AB63EB" w:rsidRPr="00450941" w:rsidTr="00544265">
        <w:trPr>
          <w:cantSplit/>
          <w:trHeight w:val="1427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AB63EB" w:rsidRPr="00450941" w:rsidRDefault="00AB63EB" w:rsidP="00CE1F4D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3404955,189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119366,5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92962,949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131602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187688,54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1112914,5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1608420,7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3EB" w:rsidRPr="008825FB" w:rsidRDefault="00AB63EB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эксплуатацию</w:t>
            </w:r>
          </w:p>
          <w:p w:rsidR="00AB63EB" w:rsidRPr="008825FB" w:rsidRDefault="00AB63EB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после</w:t>
            </w:r>
          </w:p>
          <w:p w:rsidR="00AB63EB" w:rsidRPr="008825FB" w:rsidRDefault="00AB63EB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строительства и </w:t>
            </w:r>
          </w:p>
          <w:p w:rsidR="00AB63EB" w:rsidRPr="008825FB" w:rsidRDefault="00AB63EB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реконструкции автомобильных дорог общего пользования регионального или </w:t>
            </w:r>
            <w:proofErr w:type="spellStart"/>
            <w:proofErr w:type="gramStart"/>
            <w:r w:rsidRPr="008825FB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8825FB">
              <w:rPr>
                <w:rFonts w:ascii="Times New Roman" w:hAnsi="Times New Roman"/>
              </w:rPr>
              <w:t xml:space="preserve"> значения  122,2383 км и 225,65 погонных метров искусственных </w:t>
            </w:r>
          </w:p>
          <w:p w:rsidR="00AB63EB" w:rsidRPr="008825FB" w:rsidRDefault="00AB63EB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сооружений на них;</w:t>
            </w:r>
          </w:p>
          <w:p w:rsidR="00AB63EB" w:rsidRPr="008825FB" w:rsidRDefault="00FD125E" w:rsidP="00A023A3">
            <w:pPr>
              <w:autoSpaceDE w:val="0"/>
              <w:autoSpaceDN w:val="0"/>
              <w:adjustRightInd w:val="0"/>
              <w:spacing w:line="228" w:lineRule="auto"/>
              <w:ind w:right="-108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ввод</w:t>
            </w:r>
            <w:r w:rsidR="00AB63EB" w:rsidRPr="008825FB">
              <w:rPr>
                <w:rFonts w:ascii="Times New Roman" w:hAnsi="Times New Roman"/>
              </w:rPr>
              <w:t xml:space="preserve"> в эксплуатацию после</w:t>
            </w:r>
          </w:p>
          <w:p w:rsidR="00AB63EB" w:rsidRPr="008825FB" w:rsidRDefault="00AB63EB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строительства и </w:t>
            </w:r>
            <w:proofErr w:type="gramStart"/>
            <w:r w:rsidRPr="008825FB">
              <w:rPr>
                <w:rFonts w:ascii="Times New Roman" w:hAnsi="Times New Roman"/>
              </w:rPr>
              <w:t>реконструкции</w:t>
            </w:r>
            <w:proofErr w:type="gramEnd"/>
            <w:r w:rsidRPr="008825FB">
              <w:rPr>
                <w:rFonts w:ascii="Times New Roman" w:hAnsi="Times New Roman"/>
              </w:rPr>
              <w:t xml:space="preserve"> автомобильных дорог общего пользования регионального или </w:t>
            </w:r>
            <w:proofErr w:type="spellStart"/>
            <w:r w:rsidRPr="008825FB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8825FB">
              <w:rPr>
                <w:rFonts w:ascii="Times New Roman" w:hAnsi="Times New Roman"/>
              </w:rPr>
              <w:t xml:space="preserve"> значения,  исходя из расчетной протяженности введенных  искусственных сооружений</w:t>
            </w:r>
          </w:p>
          <w:p w:rsidR="00AB63EB" w:rsidRPr="008825FB" w:rsidRDefault="00AB63EB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(мостов, мостовых переходов, путепроводов, транспортных развязок), 0,32 км;</w:t>
            </w:r>
          </w:p>
          <w:p w:rsidR="00AB63EB" w:rsidRPr="008825FB" w:rsidRDefault="001E7658" w:rsidP="00B7416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ввод</w:t>
            </w:r>
            <w:r w:rsidR="00AB63EB" w:rsidRPr="008825FB">
              <w:rPr>
                <w:rFonts w:ascii="Times New Roman" w:hAnsi="Times New Roman"/>
              </w:rPr>
              <w:t xml:space="preserve"> в эксплуатацию </w:t>
            </w:r>
            <w:r w:rsidR="0032251E" w:rsidRPr="008825FB">
              <w:rPr>
                <w:rFonts w:ascii="Times New Roman" w:hAnsi="Times New Roman"/>
              </w:rPr>
              <w:t xml:space="preserve">уникальных искусственных сооружений, </w:t>
            </w:r>
            <w:r w:rsidR="00AB63EB" w:rsidRPr="008825FB">
              <w:rPr>
                <w:rFonts w:ascii="Times New Roman" w:hAnsi="Times New Roman"/>
              </w:rPr>
              <w:t>строительств</w:t>
            </w:r>
            <w:r w:rsidR="0032251E" w:rsidRPr="008825FB">
              <w:rPr>
                <w:rFonts w:ascii="Times New Roman" w:hAnsi="Times New Roman"/>
              </w:rPr>
              <w:t>о (реконструкция) которых</w:t>
            </w:r>
            <w:r w:rsidR="00AB63EB" w:rsidRPr="008825FB">
              <w:rPr>
                <w:rFonts w:ascii="Times New Roman" w:hAnsi="Times New Roman"/>
              </w:rPr>
              <w:t xml:space="preserve"> </w:t>
            </w:r>
          </w:p>
          <w:p w:rsidR="00AB63EB" w:rsidRPr="008825FB" w:rsidRDefault="0032251E" w:rsidP="00B7416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завершено</w:t>
            </w:r>
          </w:p>
          <w:p w:rsidR="00AB63EB" w:rsidRPr="008825FB" w:rsidRDefault="00217DD6" w:rsidP="00B7416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1</w:t>
            </w:r>
            <w:r w:rsidR="00AB63EB" w:rsidRPr="008825FB">
              <w:rPr>
                <w:rFonts w:ascii="Times New Roman" w:hAnsi="Times New Roman"/>
              </w:rPr>
              <w:t xml:space="preserve"> шт./</w:t>
            </w:r>
            <w:r w:rsidR="00C55AFD" w:rsidRPr="008825FB">
              <w:rPr>
                <w:rFonts w:ascii="Times New Roman" w:hAnsi="Times New Roman"/>
              </w:rPr>
              <w:t>-</w:t>
            </w:r>
            <w:r w:rsidR="00AB63EB" w:rsidRPr="008825FB">
              <w:rPr>
                <w:rFonts w:ascii="Times New Roman" w:hAnsi="Times New Roman"/>
              </w:rPr>
              <w:t xml:space="preserve"> погонных метров;</w:t>
            </w:r>
          </w:p>
          <w:p w:rsidR="00AB63EB" w:rsidRPr="008825FB" w:rsidRDefault="00AB63EB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обеспечение прироста протяженности</w:t>
            </w:r>
          </w:p>
          <w:p w:rsidR="00AB63EB" w:rsidRPr="008825FB" w:rsidRDefault="00AB63EB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сети автомобильных дорог общего</w:t>
            </w:r>
          </w:p>
          <w:p w:rsidR="00AB63EB" w:rsidRPr="008825FB" w:rsidRDefault="00AB63EB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пользования регионального или </w:t>
            </w:r>
            <w:proofErr w:type="spellStart"/>
            <w:proofErr w:type="gramStart"/>
            <w:r w:rsidRPr="008825FB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8825FB">
              <w:rPr>
                <w:rFonts w:ascii="Times New Roman" w:hAnsi="Times New Roman"/>
              </w:rPr>
              <w:t xml:space="preserve"> значения на территории Рязанской области</w:t>
            </w:r>
          </w:p>
          <w:p w:rsidR="00AB63EB" w:rsidRPr="008825FB" w:rsidRDefault="00AB63EB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в результате строительства </w:t>
            </w:r>
          </w:p>
          <w:p w:rsidR="00AB63EB" w:rsidRPr="008825FB" w:rsidRDefault="00AB63EB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новых </w:t>
            </w:r>
            <w:proofErr w:type="spellStart"/>
            <w:proofErr w:type="gramStart"/>
            <w:r w:rsidRPr="008825FB">
              <w:rPr>
                <w:rFonts w:ascii="Times New Roman" w:hAnsi="Times New Roman"/>
              </w:rPr>
              <w:t>автомо-бильных</w:t>
            </w:r>
            <w:proofErr w:type="spellEnd"/>
            <w:proofErr w:type="gramEnd"/>
            <w:r w:rsidRPr="008825FB">
              <w:rPr>
                <w:rFonts w:ascii="Times New Roman" w:hAnsi="Times New Roman"/>
              </w:rPr>
              <w:t xml:space="preserve"> дорог на 50,2563 км  и  186,35 погонных метров искусственных</w:t>
            </w:r>
          </w:p>
          <w:p w:rsidR="00AB63EB" w:rsidRPr="008825FB" w:rsidRDefault="00AB63EB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сооружений </w:t>
            </w:r>
            <w:proofErr w:type="gramStart"/>
            <w:r w:rsidRPr="008825FB">
              <w:rPr>
                <w:rFonts w:ascii="Times New Roman" w:hAnsi="Times New Roman"/>
              </w:rPr>
              <w:t>на</w:t>
            </w:r>
            <w:proofErr w:type="gramEnd"/>
          </w:p>
          <w:p w:rsidR="00AB63EB" w:rsidRPr="008825FB" w:rsidRDefault="00AB63EB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них; </w:t>
            </w:r>
          </w:p>
          <w:p w:rsidR="00AB63EB" w:rsidRPr="008825FB" w:rsidRDefault="00AB63EB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обеспечение</w:t>
            </w:r>
          </w:p>
          <w:p w:rsidR="00AB63EB" w:rsidRPr="008825FB" w:rsidRDefault="00AB63EB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прироста протяженности автомобильных дорог общего пользования регионального или </w:t>
            </w:r>
            <w:proofErr w:type="spellStart"/>
            <w:r w:rsidRPr="008825FB">
              <w:rPr>
                <w:rFonts w:ascii="Times New Roman" w:hAnsi="Times New Roman"/>
              </w:rPr>
              <w:t>межмуниципаль-ного</w:t>
            </w:r>
            <w:proofErr w:type="spellEnd"/>
            <w:r w:rsidRPr="008825FB">
              <w:rPr>
                <w:rFonts w:ascii="Times New Roman" w:hAnsi="Times New Roman"/>
              </w:rPr>
              <w:t xml:space="preserve"> значения </w:t>
            </w:r>
            <w:proofErr w:type="gramStart"/>
            <w:r w:rsidRPr="008825FB">
              <w:rPr>
                <w:rFonts w:ascii="Times New Roman" w:hAnsi="Times New Roman"/>
              </w:rPr>
              <w:t>на</w:t>
            </w:r>
            <w:proofErr w:type="gramEnd"/>
          </w:p>
          <w:p w:rsidR="00AB63EB" w:rsidRPr="008825FB" w:rsidRDefault="00AB63EB" w:rsidP="00A023A3">
            <w:pPr>
              <w:tabs>
                <w:tab w:val="left" w:pos="709"/>
              </w:tabs>
              <w:spacing w:line="228" w:lineRule="auto"/>
              <w:ind w:right="-108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территории Рязанской области, </w:t>
            </w:r>
          </w:p>
          <w:p w:rsidR="00AB63EB" w:rsidRPr="008825FB" w:rsidRDefault="00AB63EB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соответствующих</w:t>
            </w:r>
          </w:p>
          <w:p w:rsidR="00AB63EB" w:rsidRPr="008825FB" w:rsidRDefault="00AB63EB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нормативным требованиям </w:t>
            </w:r>
            <w:proofErr w:type="gramStart"/>
            <w:r w:rsidRPr="008825FB">
              <w:rPr>
                <w:rFonts w:ascii="Times New Roman" w:hAnsi="Times New Roman"/>
              </w:rPr>
              <w:t>к</w:t>
            </w:r>
            <w:proofErr w:type="gramEnd"/>
            <w:r w:rsidRPr="008825FB">
              <w:rPr>
                <w:rFonts w:ascii="Times New Roman" w:hAnsi="Times New Roman"/>
              </w:rPr>
              <w:t xml:space="preserve"> транспортно-</w:t>
            </w:r>
          </w:p>
          <w:p w:rsidR="00AB63EB" w:rsidRPr="008825FB" w:rsidRDefault="00AB63EB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  <w:spacing w:val="-2"/>
              </w:rPr>
            </w:pPr>
            <w:r w:rsidRPr="008825FB">
              <w:rPr>
                <w:rFonts w:ascii="Times New Roman" w:hAnsi="Times New Roman"/>
                <w:spacing w:val="-2"/>
              </w:rPr>
              <w:t>эксплуатационным</w:t>
            </w:r>
          </w:p>
          <w:p w:rsidR="00AB63EB" w:rsidRPr="008825FB" w:rsidRDefault="00AB63EB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показателям в результате реконструкции </w:t>
            </w:r>
          </w:p>
          <w:p w:rsidR="00AB63EB" w:rsidRPr="008825FB" w:rsidRDefault="00AB63EB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автомобильных дорог, </w:t>
            </w:r>
            <w:proofErr w:type="gramStart"/>
            <w:r w:rsidRPr="008825FB">
              <w:rPr>
                <w:rFonts w:ascii="Times New Roman" w:hAnsi="Times New Roman"/>
              </w:rPr>
              <w:t>на</w:t>
            </w:r>
            <w:proofErr w:type="gramEnd"/>
          </w:p>
          <w:p w:rsidR="00AB63EB" w:rsidRPr="008825FB" w:rsidRDefault="00AB63EB" w:rsidP="00A023A3">
            <w:pPr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 xml:space="preserve">71,982  км и </w:t>
            </w:r>
          </w:p>
          <w:p w:rsidR="00AB63EB" w:rsidRPr="008825FB" w:rsidRDefault="00AB63EB" w:rsidP="00A023A3">
            <w:pPr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39,3 погонных метров искусственных сооружений</w:t>
            </w:r>
          </w:p>
          <w:p w:rsidR="00AB63EB" w:rsidRPr="008825FB" w:rsidRDefault="00AB63EB" w:rsidP="00A023A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</w:rPr>
            </w:pPr>
            <w:r w:rsidRPr="008825FB">
              <w:rPr>
                <w:rFonts w:ascii="Times New Roman" w:hAnsi="Times New Roman"/>
              </w:rPr>
              <w:t>на них</w:t>
            </w:r>
          </w:p>
        </w:tc>
      </w:tr>
      <w:tr w:rsidR="00AB63EB" w:rsidRPr="00450941" w:rsidTr="00544265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7184516,08702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168386,27206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287219,96206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611144,09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788713,5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2106666,67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450941" w:rsidTr="00544265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7184516,08702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168386,27206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287219,96206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611144,09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788713,5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2106666,67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450941" w:rsidTr="00544265">
        <w:trPr>
          <w:cantSplit/>
          <w:trHeight w:val="140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3.1.</w:t>
            </w:r>
          </w:p>
          <w:p w:rsidR="00717CFC" w:rsidRPr="00450941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ind w:left="-113"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</w:rPr>
              <w:t xml:space="preserve">Строительство и реконструкция автомобильных дорог общего пользования  </w:t>
            </w:r>
            <w:r w:rsidRPr="00450941">
              <w:rPr>
                <w:rFonts w:ascii="Times New Roman" w:hAnsi="Times New Roman"/>
                <w:bCs/>
              </w:rPr>
              <w:t>регионального или</w:t>
            </w:r>
          </w:p>
          <w:p w:rsidR="00717CFC" w:rsidRPr="00450941" w:rsidRDefault="00717CFC" w:rsidP="00A023A3">
            <w:pPr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  <w:bCs/>
              </w:rPr>
              <w:t xml:space="preserve">межмуниципального </w:t>
            </w:r>
            <w:r w:rsidRPr="00450941">
              <w:rPr>
                <w:rFonts w:ascii="Times New Roman" w:hAnsi="Times New Roman"/>
              </w:rPr>
              <w:t xml:space="preserve">значения и искусственных сооружений </w:t>
            </w:r>
            <w:proofErr w:type="gramStart"/>
            <w:r w:rsidRPr="00450941">
              <w:rPr>
                <w:rFonts w:ascii="Times New Roman" w:hAnsi="Times New Roman"/>
              </w:rPr>
              <w:t>на</w:t>
            </w:r>
            <w:proofErr w:type="gramEnd"/>
          </w:p>
          <w:p w:rsidR="00717CFC" w:rsidRPr="00450941" w:rsidRDefault="00717CFC" w:rsidP="00A023A3">
            <w:pPr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</w:rPr>
              <w:t>них</w:t>
            </w:r>
            <w:proofErr w:type="gramStart"/>
            <w:r w:rsidRPr="00450941">
              <w:rPr>
                <w:rFonts w:ascii="Times New Roman" w:hAnsi="Times New Roman"/>
                <w:vertAlign w:val="superscript"/>
              </w:rPr>
              <w:t>4</w:t>
            </w:r>
            <w:proofErr w:type="gramEnd"/>
            <w:r w:rsidRPr="00450941">
              <w:rPr>
                <w:rFonts w:ascii="Times New Roman" w:hAnsi="Times New Roman"/>
              </w:rPr>
              <w:t>, в том числе: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в том числе:</w:t>
            </w:r>
          </w:p>
          <w:p w:rsidR="00717CFC" w:rsidRPr="00450941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1059801,70224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346003,2972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325810,58083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380875,73387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3545,5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450941" w:rsidTr="00544265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717CFC" w:rsidRPr="00450941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343931,449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119366,5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92962,949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131602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450941" w:rsidTr="00544265">
        <w:trPr>
          <w:cantSplit/>
          <w:trHeight w:val="1418"/>
        </w:trPr>
        <w:tc>
          <w:tcPr>
            <w:tcW w:w="425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2F2A3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715870,25324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2F2A3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2F2A3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2F2A3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2F2A3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2F2A37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3545,5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2F2A37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2F2A37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2F2A3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450941" w:rsidRDefault="00717CFC" w:rsidP="002F2A37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450941" w:rsidTr="00544265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715870,25324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226636,7972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232847,63183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249273,73387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3566,59034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3545,5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450941" w:rsidTr="00544265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из них: </w:t>
            </w:r>
            <w:r w:rsidRPr="00450941">
              <w:rPr>
                <w:rFonts w:ascii="Times New Roman" w:hAnsi="Times New Roman"/>
                <w:bCs/>
              </w:rPr>
              <w:t>выполненные и не оплаченные работы в 2015 году</w:t>
            </w: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11582,73542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11582,73542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spacing w:line="226" w:lineRule="auto"/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450941" w:rsidTr="00544265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ГКУ Рязанской области «ДДРО»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в том числе:</w:t>
            </w:r>
          </w:p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9529669,57378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316819,68172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471363,00206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1724058,59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2397134,2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2106666,67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450941" w:rsidTr="00544265">
        <w:trPr>
          <w:cantSplit/>
          <w:trHeight w:val="18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3061023,74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450941">
              <w:rPr>
                <w:rFonts w:ascii="Times New Roman" w:hAnsi="Times New Roman"/>
              </w:rPr>
              <w:t>152000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187688,54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1112914,5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1608420,7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450941" w:rsidTr="00544265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nil"/>
            </w:tcBorders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6468645,83378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164819,68172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283674,46206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611144,09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788713,5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2106666,67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450941" w:rsidTr="00544265">
        <w:trPr>
          <w:cantSplit/>
          <w:trHeight w:val="149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2F2A37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6468645,83378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164819,68172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283674,46206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611144,09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788713,5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2106666,67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2513627,43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450941" w:rsidTr="00544265">
        <w:trPr>
          <w:cantSplit/>
          <w:trHeight w:val="248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  <w:spacing w:val="-20"/>
              </w:rPr>
              <w:t>3.1.1.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Иные межбюджетные трансферты, предоставляемые на достижение целевых показателей региональных программ в сфере дорожного хозяйства, предусматривающих осуществление крупных особо важных для социально-экономического развития Российской Федерации проектов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ГКУ Рязанской области «ДДРО»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spacing w:line="226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в том числе:</w:t>
            </w:r>
          </w:p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B63EB">
            <w:pPr>
              <w:ind w:left="113" w:right="113"/>
              <w:jc w:val="right"/>
              <w:rPr>
                <w:rFonts w:ascii="Times New Roman" w:hAnsi="Times New Roman"/>
                <w:vertAlign w:val="superscript"/>
              </w:rPr>
            </w:pPr>
            <w:r w:rsidRPr="004A2ECB">
              <w:rPr>
                <w:rFonts w:ascii="Times New Roman" w:hAnsi="Times New Roman"/>
              </w:rPr>
              <w:t>339688,54</w:t>
            </w:r>
            <w:r w:rsidRPr="00450941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B63EB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B63EB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B63EB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B63EB">
            <w:pPr>
              <w:ind w:left="113" w:right="113" w:hanging="108"/>
              <w:jc w:val="right"/>
              <w:rPr>
                <w:rFonts w:ascii="Times New Roman" w:hAnsi="Times New Roman"/>
                <w:vertAlign w:val="superscript"/>
              </w:rPr>
            </w:pPr>
            <w:r w:rsidRPr="00450941">
              <w:rPr>
                <w:rFonts w:ascii="Times New Roman" w:hAnsi="Times New Roman"/>
              </w:rPr>
              <w:t>152000</w:t>
            </w:r>
            <w:r w:rsidRPr="00450941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B63EB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A2ECB">
              <w:rPr>
                <w:rFonts w:ascii="Times New Roman" w:hAnsi="Times New Roman"/>
              </w:rPr>
              <w:t>187688,54</w:t>
            </w:r>
            <w:r w:rsidRPr="00450941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B63EB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B63EB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B63EB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450941" w:rsidRDefault="00717CFC" w:rsidP="00AB63EB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17CFC" w:rsidRPr="00450941" w:rsidTr="00544265">
        <w:trPr>
          <w:cantSplit/>
          <w:trHeight w:val="160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</w:t>
            </w: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  <w:p w:rsidR="00717CFC" w:rsidRPr="00450941" w:rsidRDefault="00717CF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/>
              <w:jc w:val="center"/>
              <w:rPr>
                <w:rFonts w:ascii="Times New Roman" w:hAnsi="Times New Roman"/>
                <w:vertAlign w:val="superscript"/>
              </w:rPr>
            </w:pPr>
            <w:r w:rsidRPr="004A2ECB">
              <w:rPr>
                <w:rFonts w:ascii="Times New Roman" w:hAnsi="Times New Roman"/>
              </w:rPr>
              <w:t>339688,54</w:t>
            </w:r>
            <w:r w:rsidRPr="00450941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  <w:vertAlign w:val="superscript"/>
              </w:rPr>
            </w:pPr>
            <w:r w:rsidRPr="00450941">
              <w:rPr>
                <w:rFonts w:ascii="Times New Roman" w:hAnsi="Times New Roman"/>
              </w:rPr>
              <w:t>152000</w:t>
            </w:r>
            <w:r w:rsidRPr="00450941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A2ECB">
              <w:rPr>
                <w:rFonts w:ascii="Times New Roman" w:hAnsi="Times New Roman"/>
              </w:rPr>
              <w:t>187688,54</w:t>
            </w:r>
            <w:r w:rsidRPr="00450941">
              <w:rPr>
                <w:rFonts w:ascii="Times New Roman" w:hAnsi="Times New Roman"/>
                <w:vertAlign w:val="superscript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CFC" w:rsidRPr="00450941" w:rsidRDefault="00717CFC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FC" w:rsidRPr="00450941" w:rsidRDefault="00717CFC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622B37" w:rsidRPr="00450941" w:rsidTr="00544265">
        <w:trPr>
          <w:cantSplit/>
          <w:trHeight w:val="231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ind w:left="-113" w:right="-113"/>
              <w:jc w:val="center"/>
              <w:rPr>
                <w:rFonts w:ascii="Times New Roman" w:hAnsi="Times New Roman"/>
                <w:spacing w:val="-20"/>
              </w:rPr>
            </w:pPr>
            <w:r w:rsidRPr="00450941">
              <w:rPr>
                <w:rFonts w:ascii="Times New Roman" w:hAnsi="Times New Roman"/>
                <w:spacing w:val="-20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Задача 4. Увеличение протяженности автомобильных дорог местного значения,  соответствующих </w:t>
            </w:r>
            <w:proofErr w:type="gramStart"/>
            <w:r w:rsidRPr="00450941">
              <w:rPr>
                <w:rFonts w:ascii="Times New Roman" w:hAnsi="Times New Roman"/>
              </w:rPr>
              <w:t>нормативным</w:t>
            </w:r>
            <w:proofErr w:type="gramEnd"/>
          </w:p>
          <w:p w:rsidR="00622B37" w:rsidRPr="00450941" w:rsidRDefault="00622B3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требованиям,</w:t>
            </w:r>
          </w:p>
          <w:p w:rsidR="00622B37" w:rsidRPr="00450941" w:rsidRDefault="00622B3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 том числе:</w:t>
            </w:r>
          </w:p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2B37" w:rsidRPr="00450941" w:rsidRDefault="00622B37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622B37" w:rsidRPr="00450941" w:rsidRDefault="00622B37" w:rsidP="00A023A3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1C24ED">
            <w:pPr>
              <w:spacing w:line="226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7486832,11517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1198043,222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1064596,6803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511932,89974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975773,76262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1036683,95706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1087830,94692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B37" w:rsidRPr="00CC0A2F" w:rsidRDefault="00622B37" w:rsidP="00A023A3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обеспечение протяженности сети автомобильных дорог общего пользования</w:t>
            </w:r>
          </w:p>
          <w:p w:rsidR="00622B37" w:rsidRPr="00CC0A2F" w:rsidRDefault="00622B37" w:rsidP="00A023A3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местного значения </w:t>
            </w:r>
          </w:p>
          <w:p w:rsidR="00622B37" w:rsidRPr="00CC0A2F" w:rsidRDefault="00622B37" w:rsidP="00A023A3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9016,9 км;</w:t>
            </w:r>
          </w:p>
          <w:p w:rsidR="00622B37" w:rsidRPr="00CC0A2F" w:rsidRDefault="00622B37" w:rsidP="00A023A3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введение </w:t>
            </w:r>
            <w:proofErr w:type="gramStart"/>
            <w:r w:rsidRPr="00CC0A2F">
              <w:rPr>
                <w:rFonts w:ascii="Times New Roman" w:hAnsi="Times New Roman"/>
              </w:rPr>
              <w:t>в</w:t>
            </w:r>
            <w:proofErr w:type="gramEnd"/>
          </w:p>
          <w:p w:rsidR="00622B37" w:rsidRPr="00CC0A2F" w:rsidRDefault="00622B37" w:rsidP="001C24ED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эксплуатацию после </w:t>
            </w:r>
          </w:p>
        </w:tc>
      </w:tr>
      <w:tr w:rsidR="00C333E9" w:rsidRPr="00186D26" w:rsidTr="00544265">
        <w:trPr>
          <w:cantSplit/>
          <w:trHeight w:val="170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333E9" w:rsidRPr="00450941" w:rsidRDefault="00C333E9" w:rsidP="00A023A3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1131120,19717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86925,58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193333,41717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125354,8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125734,3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131252,3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57" w:right="57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186D26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строительства и реконструкция автомобильных дорог общего пользования </w:t>
            </w:r>
            <w:r w:rsidRPr="00186D26">
              <w:rPr>
                <w:rFonts w:ascii="Times New Roman" w:hAnsi="Times New Roman"/>
              </w:rPr>
              <w:t>местного значения</w:t>
            </w:r>
          </w:p>
          <w:p w:rsidR="00C333E9" w:rsidRPr="00186D26" w:rsidRDefault="00C333E9" w:rsidP="00A023A3">
            <w:pPr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55,86301 км;</w:t>
            </w:r>
          </w:p>
          <w:p w:rsidR="00C333E9" w:rsidRPr="00186D26" w:rsidRDefault="00C333E9" w:rsidP="00A023A3">
            <w:pPr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обеспечение прироста</w:t>
            </w:r>
          </w:p>
          <w:p w:rsidR="00C333E9" w:rsidRPr="00186D26" w:rsidRDefault="00C333E9" w:rsidP="00A023A3">
            <w:pPr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протяженности сети </w:t>
            </w:r>
            <w:proofErr w:type="gramStart"/>
            <w:r w:rsidRPr="00186D26">
              <w:rPr>
                <w:rFonts w:ascii="Times New Roman" w:hAnsi="Times New Roman"/>
              </w:rPr>
              <w:t>автомобильных</w:t>
            </w:r>
            <w:proofErr w:type="gramEnd"/>
          </w:p>
          <w:p w:rsidR="00C333E9" w:rsidRPr="00186D26" w:rsidRDefault="00C333E9" w:rsidP="00A023A3">
            <w:pPr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дорог общего пользования</w:t>
            </w:r>
          </w:p>
          <w:p w:rsidR="00C333E9" w:rsidRPr="00186D26" w:rsidRDefault="00C333E9" w:rsidP="00A023A3">
            <w:pPr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местного</w:t>
            </w:r>
          </w:p>
          <w:p w:rsidR="00C333E9" w:rsidRPr="00186D26" w:rsidRDefault="00C333E9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значения </w:t>
            </w:r>
            <w:proofErr w:type="gramStart"/>
            <w:r w:rsidRPr="00186D26">
              <w:rPr>
                <w:rFonts w:ascii="Times New Roman" w:hAnsi="Times New Roman"/>
              </w:rPr>
              <w:t>на</w:t>
            </w:r>
            <w:proofErr w:type="gramEnd"/>
          </w:p>
          <w:p w:rsidR="00C333E9" w:rsidRPr="00186D26" w:rsidRDefault="00C333E9" w:rsidP="00A023A3">
            <w:pPr>
              <w:jc w:val="both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территории</w:t>
            </w:r>
          </w:p>
          <w:p w:rsidR="00C333E9" w:rsidRPr="00186D26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Рязанской области   в результате</w:t>
            </w:r>
          </w:p>
          <w:p w:rsidR="00C333E9" w:rsidRPr="00186D26" w:rsidRDefault="00C333E9" w:rsidP="00A023A3">
            <w:pPr>
              <w:tabs>
                <w:tab w:val="left" w:pos="709"/>
              </w:tabs>
              <w:spacing w:line="228" w:lineRule="auto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строительства </w:t>
            </w:r>
            <w:proofErr w:type="gramStart"/>
            <w:r w:rsidRPr="00186D26">
              <w:rPr>
                <w:rFonts w:ascii="Times New Roman" w:hAnsi="Times New Roman"/>
              </w:rPr>
              <w:t>новых</w:t>
            </w:r>
            <w:proofErr w:type="gramEnd"/>
            <w:r w:rsidRPr="00186D26">
              <w:rPr>
                <w:rFonts w:ascii="Times New Roman" w:hAnsi="Times New Roman"/>
              </w:rPr>
              <w:t xml:space="preserve"> автомобильных</w:t>
            </w:r>
          </w:p>
          <w:p w:rsidR="00C333E9" w:rsidRPr="00186D26" w:rsidRDefault="00C333E9" w:rsidP="00A023A3">
            <w:pPr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дорог на                   46,89431 км;</w:t>
            </w:r>
          </w:p>
          <w:p w:rsidR="00C333E9" w:rsidRPr="00186D26" w:rsidRDefault="00C333E9" w:rsidP="00A023A3">
            <w:pPr>
              <w:ind w:right="-108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обеспечение          3368,4 км </w:t>
            </w:r>
          </w:p>
          <w:p w:rsidR="00C333E9" w:rsidRPr="00186D26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общей протяженности автомобильных дорог общего пользования </w:t>
            </w:r>
          </w:p>
          <w:p w:rsidR="00C333E9" w:rsidRPr="00186D26" w:rsidRDefault="00C333E9" w:rsidP="00A023A3">
            <w:pPr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местного значения,</w:t>
            </w:r>
          </w:p>
          <w:p w:rsidR="00C333E9" w:rsidRPr="00186D26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 w:rsidRPr="00186D26">
              <w:rPr>
                <w:rFonts w:ascii="Times New Roman" w:hAnsi="Times New Roman"/>
              </w:rPr>
              <w:t>соответствующих</w:t>
            </w:r>
            <w:proofErr w:type="gramEnd"/>
            <w:r w:rsidRPr="00186D26">
              <w:rPr>
                <w:rFonts w:ascii="Times New Roman" w:hAnsi="Times New Roman"/>
              </w:rPr>
              <w:t xml:space="preserve"> нормативным требованиям к транспортно-</w:t>
            </w:r>
          </w:p>
          <w:p w:rsidR="00C333E9" w:rsidRPr="00186D26" w:rsidRDefault="00C333E9" w:rsidP="00A023A3">
            <w:pPr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  <w:spacing w:val="-2"/>
              </w:rPr>
              <w:t>эксплуатационны</w:t>
            </w:r>
            <w:r w:rsidRPr="00186D26">
              <w:rPr>
                <w:rFonts w:ascii="Times New Roman" w:hAnsi="Times New Roman"/>
              </w:rPr>
              <w:t>м показателям на         31 декабря отчетного года;</w:t>
            </w:r>
          </w:p>
          <w:p w:rsidR="00C333E9" w:rsidRPr="00186D26" w:rsidRDefault="00C333E9" w:rsidP="00A023A3">
            <w:pPr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ввод в эксплуатацию 36,72555 км после строительства  </w:t>
            </w:r>
          </w:p>
          <w:p w:rsidR="00C333E9" w:rsidRPr="00CC0A2F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(реконструкции) автомобильных дорог общего</w:t>
            </w:r>
          </w:p>
          <w:p w:rsidR="00C333E9" w:rsidRPr="00CC0A2F" w:rsidRDefault="00C333E9" w:rsidP="00A023A3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пользования</w:t>
            </w:r>
          </w:p>
          <w:p w:rsidR="00C333E9" w:rsidRPr="00CC0A2F" w:rsidRDefault="00C333E9" w:rsidP="00A023A3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местного значения с твердым покрытием,</w:t>
            </w:r>
          </w:p>
          <w:p w:rsidR="00C333E9" w:rsidRPr="00CC0A2F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ведущих от сети автомобильных </w:t>
            </w:r>
          </w:p>
          <w:p w:rsidR="00C333E9" w:rsidRPr="00CC0A2F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дорог общего пользования      </w:t>
            </w:r>
          </w:p>
          <w:p w:rsidR="00C333E9" w:rsidRPr="00CC0A2F" w:rsidRDefault="00C333E9" w:rsidP="00A023A3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к ближайшим общественно</w:t>
            </w:r>
          </w:p>
          <w:p w:rsidR="00C333E9" w:rsidRPr="00CC0A2F" w:rsidRDefault="00C333E9" w:rsidP="00A023A3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значимым</w:t>
            </w:r>
          </w:p>
          <w:p w:rsidR="00C333E9" w:rsidRPr="00CC0A2F" w:rsidRDefault="00C333E9" w:rsidP="00A023A3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объектам</w:t>
            </w:r>
          </w:p>
          <w:p w:rsidR="00C333E9" w:rsidRPr="00CC0A2F" w:rsidRDefault="00C333E9" w:rsidP="00A023A3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сельских    населенных пунктов, а также к объектам производства и</w:t>
            </w:r>
          </w:p>
          <w:p w:rsidR="00C333E9" w:rsidRPr="00CC0A2F" w:rsidRDefault="00C333E9" w:rsidP="00A023A3">
            <w:pPr>
              <w:ind w:right="-40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переработки </w:t>
            </w:r>
            <w:proofErr w:type="spellStart"/>
            <w:proofErr w:type="gramStart"/>
            <w:r w:rsidRPr="00CC0A2F">
              <w:rPr>
                <w:rFonts w:ascii="Times New Roman" w:hAnsi="Times New Roman"/>
              </w:rPr>
              <w:t>сельскохозяйст</w:t>
            </w:r>
            <w:proofErr w:type="spellEnd"/>
            <w:r w:rsidRPr="00CC0A2F">
              <w:rPr>
                <w:rFonts w:ascii="Times New Roman" w:hAnsi="Times New Roman"/>
              </w:rPr>
              <w:t>-венной</w:t>
            </w:r>
            <w:proofErr w:type="gramEnd"/>
            <w:r w:rsidRPr="00CC0A2F">
              <w:rPr>
                <w:rFonts w:ascii="Times New Roman" w:hAnsi="Times New Roman"/>
              </w:rPr>
              <w:t xml:space="preserve"> продукции;</w:t>
            </w:r>
          </w:p>
          <w:p w:rsidR="00C333E9" w:rsidRPr="00CC0A2F" w:rsidRDefault="00C333E9" w:rsidP="00A023A3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выполнение неотложных работ</w:t>
            </w:r>
          </w:p>
          <w:p w:rsidR="00C333E9" w:rsidRPr="00CC0A2F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по ремонту и</w:t>
            </w:r>
          </w:p>
          <w:p w:rsidR="00C333E9" w:rsidRPr="00CC0A2F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содержанию</w:t>
            </w:r>
          </w:p>
          <w:p w:rsidR="00C333E9" w:rsidRPr="00CC0A2F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автомобильных </w:t>
            </w:r>
          </w:p>
          <w:p w:rsidR="00C333E9" w:rsidRPr="00CC0A2F" w:rsidRDefault="00C333E9" w:rsidP="00A023A3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дорог местного значения г. Рязани</w:t>
            </w:r>
          </w:p>
          <w:p w:rsidR="00C333E9" w:rsidRPr="00CC0A2F" w:rsidRDefault="00C333E9" w:rsidP="00A023A3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в целях ликвидации</w:t>
            </w:r>
          </w:p>
          <w:p w:rsidR="00C333E9" w:rsidRPr="00CC0A2F" w:rsidRDefault="00C333E9" w:rsidP="00A023A3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дефектов</w:t>
            </w:r>
          </w:p>
          <w:p w:rsidR="00C333E9" w:rsidRPr="00CC0A2F" w:rsidRDefault="00C333E9" w:rsidP="00A023A3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дорожного покрытия </w:t>
            </w:r>
            <w:proofErr w:type="gramStart"/>
            <w:r w:rsidRPr="00CC0A2F">
              <w:rPr>
                <w:rFonts w:ascii="Times New Roman" w:hAnsi="Times New Roman"/>
              </w:rPr>
              <w:t>на</w:t>
            </w:r>
            <w:proofErr w:type="gramEnd"/>
          </w:p>
          <w:p w:rsidR="00C333E9" w:rsidRPr="00CC0A2F" w:rsidRDefault="00C333E9" w:rsidP="00A023A3">
            <w:pPr>
              <w:rPr>
                <w:rFonts w:ascii="Times New Roman" w:hAnsi="Times New Roman"/>
                <w:spacing w:val="-4"/>
              </w:rPr>
            </w:pPr>
            <w:r w:rsidRPr="00CC0A2F">
              <w:rPr>
                <w:rFonts w:ascii="Times New Roman" w:hAnsi="Times New Roman"/>
                <w:spacing w:val="-4"/>
              </w:rPr>
              <w:t xml:space="preserve">317 869  кв. </w:t>
            </w:r>
            <w:proofErr w:type="gramStart"/>
            <w:r w:rsidRPr="00CC0A2F">
              <w:rPr>
                <w:rFonts w:ascii="Times New Roman" w:hAnsi="Times New Roman"/>
                <w:spacing w:val="-4"/>
              </w:rPr>
              <w:t>метрах</w:t>
            </w:r>
            <w:proofErr w:type="gramEnd"/>
            <w:r w:rsidRPr="00CC0A2F">
              <w:rPr>
                <w:rFonts w:ascii="Times New Roman" w:hAnsi="Times New Roman"/>
                <w:spacing w:val="-4"/>
              </w:rPr>
              <w:t>;</w:t>
            </w:r>
          </w:p>
          <w:p w:rsidR="00C333E9" w:rsidRPr="00CC0A2F" w:rsidRDefault="00C333E9" w:rsidP="00A023A3">
            <w:pPr>
              <w:ind w:right="-108"/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ввод в эксплуатацию после строительства и реконструкции        9,769 км автомобильных дорог общего пользования местного значения    с твердым покрытием, ведущих от сети автомобильных </w:t>
            </w:r>
          </w:p>
          <w:p w:rsidR="00C333E9" w:rsidRPr="00186D26" w:rsidRDefault="00C333E9" w:rsidP="00C55AFD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дорог общего </w:t>
            </w:r>
          </w:p>
          <w:p w:rsidR="00C333E9" w:rsidRPr="00CC0A2F" w:rsidRDefault="00C333E9" w:rsidP="00C55AFD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 xml:space="preserve">пользования </w:t>
            </w:r>
            <w:proofErr w:type="gramStart"/>
            <w:r w:rsidRPr="00CC0A2F">
              <w:rPr>
                <w:rFonts w:ascii="Times New Roman" w:hAnsi="Times New Roman"/>
              </w:rPr>
              <w:t>к</w:t>
            </w:r>
            <w:proofErr w:type="gramEnd"/>
          </w:p>
          <w:p w:rsidR="00C333E9" w:rsidRPr="00186D26" w:rsidRDefault="00C333E9" w:rsidP="00C55AFD">
            <w:pPr>
              <w:rPr>
                <w:rFonts w:ascii="Times New Roman" w:hAnsi="Times New Roman"/>
              </w:rPr>
            </w:pPr>
            <w:r w:rsidRPr="00CC0A2F">
              <w:rPr>
                <w:rFonts w:ascii="Times New Roman" w:hAnsi="Times New Roman"/>
              </w:rPr>
              <w:t>общественно значимым</w:t>
            </w:r>
            <w:r>
              <w:rPr>
                <w:rFonts w:ascii="Times New Roman" w:hAnsi="Times New Roman"/>
              </w:rPr>
              <w:t xml:space="preserve"> </w:t>
            </w:r>
            <w:r w:rsidRPr="00CC0A2F">
              <w:rPr>
                <w:rFonts w:ascii="Times New Roman" w:hAnsi="Times New Roman"/>
              </w:rPr>
              <w:t>объектам населенных</w:t>
            </w:r>
            <w:r>
              <w:rPr>
                <w:rFonts w:ascii="Times New Roman" w:hAnsi="Times New Roman"/>
              </w:rPr>
              <w:t xml:space="preserve"> </w:t>
            </w:r>
            <w:r w:rsidRPr="00CC0A2F">
              <w:rPr>
                <w:rFonts w:ascii="Times New Roman" w:hAnsi="Times New Roman"/>
              </w:rPr>
              <w:t>пунктов,</w:t>
            </w:r>
            <w:r>
              <w:rPr>
                <w:rFonts w:ascii="Times New Roman" w:hAnsi="Times New Roman"/>
              </w:rPr>
              <w:t xml:space="preserve"> </w:t>
            </w:r>
            <w:r w:rsidRPr="00CC0A2F">
              <w:rPr>
                <w:rFonts w:ascii="Times New Roman" w:hAnsi="Times New Roman"/>
              </w:rPr>
              <w:t>расположенных на сельских</w:t>
            </w:r>
            <w:r>
              <w:rPr>
                <w:rFonts w:ascii="Times New Roman" w:hAnsi="Times New Roman"/>
              </w:rPr>
              <w:t xml:space="preserve"> </w:t>
            </w:r>
            <w:r w:rsidRPr="00CC0A2F">
              <w:rPr>
                <w:rFonts w:ascii="Times New Roman" w:hAnsi="Times New Roman"/>
              </w:rPr>
              <w:t>территориях, объектам</w:t>
            </w:r>
            <w:r>
              <w:rPr>
                <w:rFonts w:ascii="Times New Roman" w:hAnsi="Times New Roman"/>
              </w:rPr>
              <w:t xml:space="preserve"> </w:t>
            </w:r>
            <w:r w:rsidRPr="00CC0A2F">
              <w:rPr>
                <w:rFonts w:ascii="Times New Roman" w:hAnsi="Times New Roman"/>
              </w:rPr>
              <w:t>производства и переработки</w:t>
            </w:r>
            <w:r>
              <w:rPr>
                <w:rFonts w:ascii="Times New Roman" w:hAnsi="Times New Roman"/>
              </w:rPr>
              <w:t xml:space="preserve"> </w:t>
            </w:r>
            <w:r w:rsidRPr="00CC0A2F">
              <w:rPr>
                <w:rFonts w:ascii="Times New Roman" w:hAnsi="Times New Roman"/>
              </w:rPr>
              <w:t>продукции</w:t>
            </w:r>
          </w:p>
        </w:tc>
      </w:tr>
      <w:tr w:rsidR="00C333E9" w:rsidRPr="00186D26" w:rsidTr="00544265">
        <w:trPr>
          <w:cantSplit/>
          <w:trHeight w:val="14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6355711,918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1111117,642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871263,26313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343413,09974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850418,96262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910949,65706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956578,64692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186D26" w:rsidRDefault="00C333E9" w:rsidP="00C55AFD">
            <w:pPr>
              <w:rPr>
                <w:rFonts w:ascii="Times New Roman" w:hAnsi="Times New Roman"/>
              </w:rPr>
            </w:pPr>
          </w:p>
        </w:tc>
      </w:tr>
      <w:tr w:rsidR="00C333E9" w:rsidRPr="00186D26" w:rsidTr="00544265">
        <w:trPr>
          <w:cantSplit/>
          <w:trHeight w:val="206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6355711,918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822335,64653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1111117,642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871263,26313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343413,09974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850418,96262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910949,65706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956578,64692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244817,5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244817,5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186D26" w:rsidRDefault="00C333E9" w:rsidP="00C55AFD">
            <w:pPr>
              <w:rPr>
                <w:rFonts w:ascii="Times New Roman" w:hAnsi="Times New Roman"/>
              </w:rPr>
            </w:pPr>
          </w:p>
        </w:tc>
      </w:tr>
      <w:tr w:rsidR="00C333E9" w:rsidRPr="00186D26" w:rsidTr="00544265">
        <w:trPr>
          <w:cantSplit/>
          <w:trHeight w:val="14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Субсидии бюджетам муниципальных образований Рязанской области на проектирование и строительство (реконструкцию) автомобильных</w:t>
            </w: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дорог общего пользования местного значения </w:t>
            </w:r>
            <w:proofErr w:type="gramStart"/>
            <w:r w:rsidRPr="00450941">
              <w:rPr>
                <w:rFonts w:ascii="Times New Roman" w:hAnsi="Times New Roman"/>
              </w:rPr>
              <w:t>с</w:t>
            </w:r>
            <w:proofErr w:type="gramEnd"/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твердым покрытием</w:t>
            </w: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до сельских</w:t>
            </w: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населенных пунктов, не имеющих</w:t>
            </w: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круглогодичной</w:t>
            </w: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связи с сетью</w:t>
            </w:r>
          </w:p>
          <w:p w:rsidR="00C333E9" w:rsidRPr="00450941" w:rsidRDefault="00C333E9" w:rsidP="00717CF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автомобильных дорог общего пользования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333E9" w:rsidRPr="00450941" w:rsidRDefault="00C333E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C333E9" w:rsidRPr="00450941" w:rsidRDefault="00C333E9" w:rsidP="00A023A3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D27BA4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95604,549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D27BA4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D27BA4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15676,549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D27BA4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D27BA4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D27BA4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18800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D27BA4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D27BA4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D27BA4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D27BA4">
            <w:pPr>
              <w:ind w:left="113" w:right="113" w:hanging="108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186D26" w:rsidRDefault="00C333E9" w:rsidP="00C55AFD">
            <w:pPr>
              <w:rPr>
                <w:rFonts w:ascii="Times New Roman" w:hAnsi="Times New Roman"/>
              </w:rPr>
            </w:pPr>
          </w:p>
        </w:tc>
      </w:tr>
      <w:tr w:rsidR="00C333E9" w:rsidRPr="00450941" w:rsidTr="00544265">
        <w:trPr>
          <w:cantSplit/>
          <w:trHeight w:val="20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333E9" w:rsidRPr="00450941" w:rsidRDefault="00C333E9" w:rsidP="00A023A3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95604,549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15676,549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18800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CC0A2F" w:rsidRDefault="00C333E9" w:rsidP="00C55AFD">
            <w:pPr>
              <w:rPr>
                <w:rFonts w:ascii="Times New Roman" w:hAnsi="Times New Roman"/>
              </w:rPr>
            </w:pPr>
          </w:p>
        </w:tc>
      </w:tr>
      <w:tr w:rsidR="00C333E9" w:rsidRPr="00450941" w:rsidTr="00544265">
        <w:trPr>
          <w:cantSplit/>
          <w:trHeight w:val="558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4.2.</w:t>
            </w:r>
          </w:p>
          <w:p w:rsidR="00C333E9" w:rsidRPr="00450941" w:rsidRDefault="00C333E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Субсидии бюджетам муниципальных образований Рязанской области</w:t>
            </w:r>
          </w:p>
          <w:p w:rsidR="00C333E9" w:rsidRPr="00450941" w:rsidRDefault="00C333E9" w:rsidP="00A023A3">
            <w:pPr>
              <w:spacing w:line="235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на строительство (реконструкцию),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</w:t>
            </w:r>
          </w:p>
          <w:p w:rsidR="00C333E9" w:rsidRDefault="00C333E9" w:rsidP="00A023A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поручений Президента </w:t>
            </w: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Российской</w:t>
            </w: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Федерации,</w:t>
            </w: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Правительства Российской Федерации, Губернатора Рязанской области и Правительства Рязанской области, </w:t>
            </w:r>
            <w:proofErr w:type="gramStart"/>
            <w:r w:rsidRPr="00450941">
              <w:rPr>
                <w:rFonts w:ascii="Times New Roman" w:hAnsi="Times New Roman"/>
              </w:rPr>
              <w:t>содержащих</w:t>
            </w:r>
            <w:proofErr w:type="gramEnd"/>
            <w:r w:rsidRPr="00450941">
              <w:rPr>
                <w:rFonts w:ascii="Times New Roman" w:hAnsi="Times New Roman"/>
              </w:rPr>
              <w:t xml:space="preserve"> указание на их</w:t>
            </w:r>
          </w:p>
          <w:p w:rsidR="00C333E9" w:rsidRPr="00450941" w:rsidRDefault="00C333E9" w:rsidP="00560BED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реализацию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333E9" w:rsidRPr="00450941" w:rsidRDefault="00C333E9" w:rsidP="00AB63EB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C333E9" w:rsidRPr="00450941" w:rsidRDefault="00C333E9" w:rsidP="00AB63EB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2862028,32875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821207,64653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1046737,773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779949,59772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81617,5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450941" w:rsidRDefault="00C333E9" w:rsidP="00C55AFD">
            <w:pPr>
              <w:rPr>
                <w:rFonts w:ascii="Times New Roman" w:hAnsi="Times New Roman"/>
              </w:rPr>
            </w:pPr>
          </w:p>
        </w:tc>
      </w:tr>
      <w:tr w:rsidR="00C333E9" w:rsidRPr="00450941" w:rsidTr="00544265">
        <w:trPr>
          <w:cantSplit/>
          <w:trHeight w:val="240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333E9" w:rsidRPr="00450941" w:rsidRDefault="00C333E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spacing w:line="235" w:lineRule="auto"/>
              <w:ind w:right="-103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nil"/>
              <w:bottom w:val="single" w:sz="4" w:space="0" w:color="auto"/>
            </w:tcBorders>
          </w:tcPr>
          <w:p w:rsidR="00C333E9" w:rsidRPr="00450941" w:rsidRDefault="00C333E9" w:rsidP="00AB63EB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B63EB">
            <w:pPr>
              <w:ind w:left="57" w:right="57"/>
              <w:jc w:val="right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450941" w:rsidRDefault="00C333E9" w:rsidP="00C55AFD">
            <w:pPr>
              <w:rPr>
                <w:rFonts w:ascii="Times New Roman" w:hAnsi="Times New Roman"/>
              </w:rPr>
            </w:pPr>
          </w:p>
        </w:tc>
      </w:tr>
      <w:tr w:rsidR="00C333E9" w:rsidRPr="00450941" w:rsidTr="00544265">
        <w:trPr>
          <w:cantSplit/>
          <w:trHeight w:val="2583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B63EB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2862028,32875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821207,64653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1046737,773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779949,59772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50898,3115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81617,5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81617,5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450941" w:rsidRDefault="00C333E9" w:rsidP="00C55AFD">
            <w:pPr>
              <w:rPr>
                <w:rFonts w:ascii="Times New Roman" w:hAnsi="Times New Roman"/>
              </w:rPr>
            </w:pPr>
          </w:p>
        </w:tc>
      </w:tr>
      <w:tr w:rsidR="00C333E9" w:rsidRPr="00450941" w:rsidTr="002820CF">
        <w:trPr>
          <w:cantSplit/>
          <w:trHeight w:val="15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 выполненные и не оплаченные работы в 2015 году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C333E9" w:rsidRPr="00450941" w:rsidRDefault="00C333E9" w:rsidP="00A023A3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C333E9" w:rsidRPr="00450941" w:rsidRDefault="00C333E9" w:rsidP="00A023A3">
            <w:pPr>
              <w:spacing w:line="226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157274,34653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157274,34653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</w:tr>
      <w:tr w:rsidR="00C333E9" w:rsidRPr="00450941" w:rsidTr="002820CF">
        <w:trPr>
          <w:cantSplit/>
          <w:trHeight w:val="212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E93F44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Субсидии муниципальным образованиям на строительство (реконструкцию)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</w:t>
            </w:r>
            <w:r>
              <w:rPr>
                <w:rFonts w:ascii="Times New Roman" w:hAnsi="Times New Roman"/>
              </w:rPr>
              <w:t xml:space="preserve"> </w:t>
            </w:r>
            <w:r w:rsidRPr="00450941">
              <w:rPr>
                <w:rFonts w:ascii="Times New Roman" w:hAnsi="Times New Roman"/>
              </w:rPr>
              <w:t xml:space="preserve">объектам </w:t>
            </w: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производства и переработки </w:t>
            </w:r>
            <w:proofErr w:type="spellStart"/>
            <w:proofErr w:type="gramStart"/>
            <w:r w:rsidRPr="00450941">
              <w:rPr>
                <w:rFonts w:ascii="Times New Roman" w:hAnsi="Times New Roman"/>
              </w:rPr>
              <w:t>сельскохозяйствен</w:t>
            </w:r>
            <w:proofErr w:type="spellEnd"/>
            <w:r w:rsidRPr="00450941">
              <w:rPr>
                <w:rFonts w:ascii="Times New Roman" w:hAnsi="Times New Roman"/>
              </w:rPr>
              <w:t>-ной</w:t>
            </w:r>
            <w:proofErr w:type="gramEnd"/>
            <w:r w:rsidRPr="00450941">
              <w:rPr>
                <w:rFonts w:ascii="Times New Roman" w:hAnsi="Times New Roman"/>
              </w:rPr>
              <w:t xml:space="preserve"> продукции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333E9" w:rsidRPr="00450941" w:rsidRDefault="00C333E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spacing w:line="226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в том числе:</w:t>
            </w: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544265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727262,00258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544265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544265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135628,9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544265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284647,08258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544265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306986,02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544265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544265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544265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544265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544265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</w:tr>
      <w:tr w:rsidR="00C333E9" w:rsidRPr="00450941" w:rsidTr="00544265">
        <w:trPr>
          <w:cantSplit/>
          <w:trHeight w:val="15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nil"/>
            </w:tcBorders>
          </w:tcPr>
          <w:p w:rsidR="00C333E9" w:rsidRPr="00450941" w:rsidRDefault="00C333E9" w:rsidP="00A023A3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</w:t>
            </w: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448778,79717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86925,58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193333,41717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168519,8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</w:tr>
      <w:tr w:rsidR="00C333E9" w:rsidRPr="00450941" w:rsidTr="00544265">
        <w:trPr>
          <w:cantSplit/>
          <w:trHeight w:val="15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C333E9" w:rsidRPr="00450941" w:rsidRDefault="00C333E9" w:rsidP="00A023A3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C333E9" w:rsidRPr="00450941" w:rsidRDefault="00C333E9" w:rsidP="00E93F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E93F44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278483,20541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E93F44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E93F44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48703,32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E93F44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91313,66541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E93F44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138466,22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</w:tr>
      <w:tr w:rsidR="00C333E9" w:rsidRPr="00450941" w:rsidTr="00544265">
        <w:trPr>
          <w:cantSplit/>
          <w:trHeight w:val="131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333E9" w:rsidRPr="00450941" w:rsidRDefault="00C333E9" w:rsidP="00A023A3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50941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E93F44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278483,20541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E93F44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E93F44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48703,32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E93F44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91313,66541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E93F44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138466,22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</w:tr>
      <w:tr w:rsidR="00C333E9" w:rsidRPr="00450941" w:rsidTr="009862E0">
        <w:trPr>
          <w:cantSplit/>
          <w:trHeight w:val="15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4.4.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Иные межбюджетные трансферты из федерального бюджета бюджету муниципального</w:t>
            </w: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образования –</w:t>
            </w: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городской округ</w:t>
            </w: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город Рязань на реализацию мероприятий по решению неотложных задач по приведению </w:t>
            </w:r>
          </w:p>
          <w:p w:rsidR="00C333E9" w:rsidRPr="00450941" w:rsidRDefault="00C333E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 нормативное состояние автомобильных дорог местного значения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333E9" w:rsidRPr="00450941" w:rsidRDefault="00C333E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C333E9" w:rsidRPr="00450941" w:rsidRDefault="00C333E9" w:rsidP="00A023A3">
            <w:pPr>
              <w:spacing w:line="226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C333E9" w:rsidRPr="00450941" w:rsidRDefault="00C333E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3E9" w:rsidRPr="00450941" w:rsidRDefault="00C333E9" w:rsidP="00A023A3">
            <w:pPr>
              <w:rPr>
                <w:rFonts w:ascii="Times New Roman" w:hAnsi="Times New Roman"/>
              </w:rPr>
            </w:pPr>
          </w:p>
        </w:tc>
      </w:tr>
      <w:tr w:rsidR="00AB63EB" w:rsidRPr="00450941" w:rsidTr="009862E0">
        <w:trPr>
          <w:cantSplit/>
          <w:trHeight w:val="266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4.5.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autoSpaceDE w:val="0"/>
              <w:autoSpaceDN w:val="0"/>
              <w:adjustRightInd w:val="0"/>
              <w:spacing w:line="233" w:lineRule="auto"/>
              <w:ind w:right="-4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Субсидии бюджетам муниципальных образований Рязанской области на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B63EB" w:rsidRPr="00450941" w:rsidRDefault="00AB63EB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AB63EB" w:rsidRPr="00450941" w:rsidRDefault="00AB63EB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  <w:p w:rsidR="00AB63EB" w:rsidRPr="00450941" w:rsidRDefault="00AB63EB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AB63EB" w:rsidRPr="00450941" w:rsidRDefault="00AB63EB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AB63EB" w:rsidRPr="00450941" w:rsidRDefault="00AB63EB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AB63EB" w:rsidRPr="00450941" w:rsidRDefault="00AB63EB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2719595,83484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701618,96262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750949,65706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786578,64692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163200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</w:tr>
      <w:tr w:rsidR="00AB63EB" w:rsidRPr="00450941" w:rsidTr="009862E0">
        <w:trPr>
          <w:cantSplit/>
          <w:trHeight w:val="15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AB63EB" w:rsidRPr="00450941" w:rsidRDefault="00AB63EB" w:rsidP="00A023A3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50941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2719595,83484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154048,56824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701618,96262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750949,65706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786578,64692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163200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163200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</w:tr>
      <w:tr w:rsidR="00AB63EB" w:rsidRPr="00450941" w:rsidTr="009862E0">
        <w:trPr>
          <w:cantSplit/>
          <w:trHeight w:val="15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AB63EB" w:rsidRPr="00450941" w:rsidRDefault="00AB63EB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4.6.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B63EB" w:rsidRPr="00450941" w:rsidRDefault="00AB63EB" w:rsidP="00A023A3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Субсидии бюджетам муниципальных образований Рязанской области </w:t>
            </w:r>
          </w:p>
          <w:p w:rsidR="00AB63EB" w:rsidRPr="00450941" w:rsidRDefault="00AB63EB" w:rsidP="00A023A3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на строительство и</w:t>
            </w:r>
          </w:p>
          <w:p w:rsidR="00AB63EB" w:rsidRPr="00450941" w:rsidRDefault="00AB63EB" w:rsidP="00A023A3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реконструкцию </w:t>
            </w:r>
            <w:proofErr w:type="gramStart"/>
            <w:r w:rsidRPr="00450941">
              <w:rPr>
                <w:rFonts w:ascii="Times New Roman" w:hAnsi="Times New Roman"/>
              </w:rPr>
              <w:t>автомобильных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AB63EB" w:rsidRPr="00450941" w:rsidRDefault="00AB63EB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spacing w:line="226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255354,8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255354,8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</w:tr>
      <w:tr w:rsidR="00AB63EB" w:rsidRPr="00450941" w:rsidTr="009862E0">
        <w:trPr>
          <w:cantSplit/>
          <w:trHeight w:val="1515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AB63EB" w:rsidRPr="00450941" w:rsidRDefault="00AB63EB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дорог общего</w:t>
            </w:r>
          </w:p>
          <w:p w:rsidR="00AB63EB" w:rsidRPr="00450941" w:rsidRDefault="00AB63EB" w:rsidP="00A023A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пользования</w:t>
            </w:r>
          </w:p>
          <w:p w:rsidR="00AB63EB" w:rsidRPr="00450941" w:rsidRDefault="00AB63EB" w:rsidP="00A023A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местного значения с твердым покрытием, ведущих от сети автомобильных дорог общего</w:t>
            </w:r>
          </w:p>
          <w:p w:rsidR="00AB63EB" w:rsidRPr="00450941" w:rsidRDefault="00AB63EB" w:rsidP="00A023A3">
            <w:pPr>
              <w:autoSpaceDE w:val="0"/>
              <w:autoSpaceDN w:val="0"/>
              <w:adjustRightInd w:val="0"/>
              <w:spacing w:line="235" w:lineRule="auto"/>
              <w:ind w:right="-4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AB63EB" w:rsidRPr="00450941" w:rsidRDefault="00AB63EB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125354,8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125354,8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</w:tr>
      <w:tr w:rsidR="00AB63EB" w:rsidRPr="00450941" w:rsidTr="009862E0">
        <w:trPr>
          <w:cantSplit/>
          <w:trHeight w:val="23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B63EB" w:rsidRPr="00450941" w:rsidRDefault="00AB63EB" w:rsidP="00A023A3">
            <w:pPr>
              <w:ind w:left="-68" w:right="-108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</w:tr>
      <w:tr w:rsidR="00AB63EB" w:rsidRPr="00450941" w:rsidTr="009862E0">
        <w:trPr>
          <w:cantSplit/>
          <w:trHeight w:val="122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AB63EB" w:rsidRPr="00450941" w:rsidRDefault="00AB63EB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</w:tr>
      <w:tr w:rsidR="00AB63EB" w:rsidRPr="00450941" w:rsidTr="009862E0">
        <w:trPr>
          <w:cantSplit/>
          <w:trHeight w:val="9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450941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B63EB" w:rsidRPr="00450941" w:rsidRDefault="00AB63E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3EB" w:rsidRPr="00450941" w:rsidRDefault="00AB63EB" w:rsidP="00A023A3">
            <w:pPr>
              <w:rPr>
                <w:rFonts w:ascii="Times New Roman" w:hAnsi="Times New Roman"/>
              </w:rPr>
            </w:pPr>
          </w:p>
        </w:tc>
      </w:tr>
      <w:tr w:rsidR="001A4959" w:rsidRPr="00450941" w:rsidTr="009862E0">
        <w:trPr>
          <w:cantSplit/>
          <w:trHeight w:val="9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1A4959" w:rsidRPr="00450941" w:rsidRDefault="001A4959" w:rsidP="00A023A3">
            <w:pPr>
              <w:ind w:right="-11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4.7.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4959" w:rsidRPr="00450941" w:rsidRDefault="001A4959" w:rsidP="00A023A3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Субсидии бюджетам муниципальных образований Рязанской области </w:t>
            </w:r>
          </w:p>
          <w:p w:rsidR="001A4959" w:rsidRPr="00450941" w:rsidRDefault="001A4959" w:rsidP="00A023A3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на строительство (реконструкцию), капитальный ремонт и ремонт автомобильных дорог общего</w:t>
            </w:r>
          </w:p>
          <w:p w:rsidR="001A4959" w:rsidRPr="00450941" w:rsidRDefault="001A4959" w:rsidP="00A023A3">
            <w:pPr>
              <w:autoSpaceDE w:val="0"/>
              <w:autoSpaceDN w:val="0"/>
              <w:adjustRightInd w:val="0"/>
              <w:spacing w:line="235" w:lineRule="auto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пользования</w:t>
            </w:r>
          </w:p>
          <w:p w:rsidR="001A4959" w:rsidRPr="00450941" w:rsidRDefault="001A495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местного значения, ведущих от сети автомобильных дорог общего пользования к объектам, расположенным (планируемым к созданию) в сельских населенных пунктах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A4959" w:rsidRPr="00450941" w:rsidRDefault="001A495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1A4959" w:rsidRPr="00450941" w:rsidRDefault="001A495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1A4959" w:rsidRPr="00450941" w:rsidRDefault="001A495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1A4959" w:rsidRPr="00450941" w:rsidRDefault="001A495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4959" w:rsidRPr="00450941" w:rsidRDefault="001A4959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526986,6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255734,3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271252,3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4959" w:rsidRPr="00450941" w:rsidRDefault="001A4959" w:rsidP="00A023A3">
            <w:pPr>
              <w:rPr>
                <w:rFonts w:ascii="Times New Roman" w:hAnsi="Times New Roman"/>
              </w:rPr>
            </w:pPr>
          </w:p>
        </w:tc>
      </w:tr>
      <w:tr w:rsidR="001A4959" w:rsidRPr="00450941" w:rsidTr="00544265">
        <w:trPr>
          <w:cantSplit/>
          <w:trHeight w:val="987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A4959" w:rsidRPr="00450941" w:rsidRDefault="001A4959" w:rsidP="00A023A3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4959" w:rsidRPr="00450941" w:rsidRDefault="001A4959" w:rsidP="00A023A3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1A4959" w:rsidRPr="00450941" w:rsidRDefault="001A495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A4959" w:rsidRPr="00450941" w:rsidRDefault="001A495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4959" w:rsidRPr="00450941" w:rsidRDefault="001A495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1A4959" w:rsidRPr="00450941" w:rsidRDefault="001A495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256986,6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125734,3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131252,3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A4959" w:rsidRPr="00450941" w:rsidRDefault="001A4959" w:rsidP="00A023A3">
            <w:pPr>
              <w:rPr>
                <w:rFonts w:ascii="Times New Roman" w:hAnsi="Times New Roman"/>
              </w:rPr>
            </w:pPr>
          </w:p>
        </w:tc>
      </w:tr>
      <w:tr w:rsidR="001A4959" w:rsidRPr="00450941" w:rsidTr="00544265">
        <w:trPr>
          <w:cantSplit/>
          <w:trHeight w:val="987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1A4959" w:rsidRPr="00450941" w:rsidRDefault="001A4959" w:rsidP="00A023A3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4959" w:rsidRPr="00450941" w:rsidRDefault="001A4959" w:rsidP="00A023A3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1A4959" w:rsidRPr="00450941" w:rsidRDefault="001A495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A4959" w:rsidRPr="00450941" w:rsidRDefault="001A495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4959" w:rsidRPr="00450941" w:rsidRDefault="001A495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1A4959" w:rsidRPr="00450941" w:rsidRDefault="001A495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A4959" w:rsidRPr="00450941" w:rsidRDefault="001A4959" w:rsidP="00A023A3">
            <w:pPr>
              <w:rPr>
                <w:rFonts w:ascii="Times New Roman" w:hAnsi="Times New Roman"/>
              </w:rPr>
            </w:pPr>
          </w:p>
        </w:tc>
      </w:tr>
      <w:tr w:rsidR="001A4959" w:rsidRPr="00450941" w:rsidTr="00544265">
        <w:trPr>
          <w:cantSplit/>
          <w:trHeight w:val="98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4959" w:rsidRPr="00450941" w:rsidRDefault="001A4959" w:rsidP="00A023A3">
            <w:pPr>
              <w:ind w:right="-113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4959" w:rsidRPr="00450941" w:rsidRDefault="001A4959" w:rsidP="00A023A3">
            <w:pPr>
              <w:autoSpaceDE w:val="0"/>
              <w:autoSpaceDN w:val="0"/>
              <w:adjustRightInd w:val="0"/>
              <w:spacing w:line="228" w:lineRule="auto"/>
              <w:ind w:right="-102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A4959" w:rsidRPr="00450941" w:rsidRDefault="001A495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A4959" w:rsidRPr="00450941" w:rsidRDefault="001A495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4959" w:rsidRPr="00450941" w:rsidRDefault="001A4959" w:rsidP="00A023A3">
            <w:pPr>
              <w:autoSpaceDE w:val="0"/>
              <w:autoSpaceDN w:val="0"/>
              <w:adjustRightInd w:val="0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450941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140000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A4959" w:rsidRPr="00450941" w:rsidRDefault="001A495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959" w:rsidRPr="00450941" w:rsidRDefault="001A4959" w:rsidP="00A023A3">
            <w:pPr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6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ind w:right="-6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Задача 5. Исполнение функций Минтранса Рязанской области при осуществлении дорожной деятельности,</w:t>
            </w:r>
          </w:p>
          <w:p w:rsidR="005F4747" w:rsidRPr="00450941" w:rsidRDefault="005F4747" w:rsidP="00A023A3">
            <w:pPr>
              <w:ind w:right="-60"/>
              <w:rPr>
                <w:rFonts w:ascii="Times New Roman" w:hAnsi="Times New Roman"/>
                <w:bCs/>
              </w:rPr>
            </w:pPr>
            <w:r w:rsidRPr="00450941">
              <w:rPr>
                <w:rFonts w:ascii="Times New Roman" w:hAnsi="Times New Roman"/>
                <w:bCs/>
              </w:rPr>
              <w:t>в том числе: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spacing w:line="228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spacing w:line="228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BB4903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1314338,82892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154572,95942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146941,03078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148252,61545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BB4903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145144,75379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6F4A9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122912,08413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6F4A9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121457,18535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157305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обеспечение не менее 95% исполнения функций Минтранса Рязанской области в части</w:t>
            </w: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реализации мероприятий в области дорожного хозяйства, в том числе уплаты налогов и сборов</w:t>
            </w:r>
          </w:p>
        </w:tc>
      </w:tr>
      <w:tr w:rsidR="00991D48" w:rsidRPr="00450941" w:rsidTr="00544265">
        <w:trPr>
          <w:cantSplit/>
          <w:trHeight w:val="129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rPr>
                <w:rFonts w:ascii="Times New Roman" w:hAnsi="Times New Roman"/>
                <w:bCs/>
                <w:sz w:val="19"/>
                <w:szCs w:val="19"/>
              </w:rPr>
            </w:pPr>
            <w:r w:rsidRPr="00450941">
              <w:rPr>
                <w:rFonts w:ascii="Times New Roman" w:hAnsi="Times New Roman"/>
              </w:rPr>
              <w:t>Обеспечение реализации мероприятий в области дорожного хозяйства в Рязанской области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spacing w:line="228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F4747" w:rsidRPr="00450941" w:rsidRDefault="005F4747" w:rsidP="00A023A3">
            <w:pPr>
              <w:spacing w:line="228" w:lineRule="auto"/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 </w:t>
            </w: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8B66AD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493702,91698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154572,95942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160448,2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146941,03078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31700,41578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2864AA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40,311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29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F4747" w:rsidRPr="00450941" w:rsidRDefault="005F4747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ГКУ Рязанской области «ДДРО»</w:t>
            </w: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 </w:t>
            </w: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2864A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820635,91194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116552,19967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2864AA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145104,44279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6F4A9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122912,08413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6F4A9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121457,18535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157305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157305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98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ind w:right="-4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Задача 6. Повышение качества транспортного обслуживания населения общественным транспортом, в том числе: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64542" w:rsidRPr="00450941" w:rsidRDefault="00E64542" w:rsidP="00A023A3">
            <w:pPr>
              <w:spacing w:line="228" w:lineRule="auto"/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 </w:t>
            </w: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autoSpaceDE w:val="0"/>
              <w:autoSpaceDN w:val="0"/>
              <w:adjustRightInd w:val="0"/>
              <w:ind w:right="-4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проведение исследования качества работы транспорта в рамках актуализации одной</w:t>
            </w:r>
          </w:p>
          <w:p w:rsidR="00E64542" w:rsidRPr="00450941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комплексной схемы</w:t>
            </w:r>
          </w:p>
          <w:p w:rsidR="00E64542" w:rsidRPr="00450941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организации </w:t>
            </w:r>
            <w:proofErr w:type="gramStart"/>
            <w:r w:rsidRPr="00450941">
              <w:rPr>
                <w:rFonts w:ascii="Times New Roman" w:hAnsi="Times New Roman"/>
              </w:rPr>
              <w:t>транспортного</w:t>
            </w:r>
            <w:proofErr w:type="gramEnd"/>
          </w:p>
          <w:p w:rsidR="00E64542" w:rsidRPr="00450941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обслуживания населения </w:t>
            </w:r>
            <w:proofErr w:type="gramStart"/>
            <w:r w:rsidRPr="00450941">
              <w:rPr>
                <w:rFonts w:ascii="Times New Roman" w:hAnsi="Times New Roman"/>
              </w:rPr>
              <w:t>общественным</w:t>
            </w:r>
            <w:proofErr w:type="gramEnd"/>
          </w:p>
          <w:p w:rsidR="00E64542" w:rsidRPr="00450941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транспортом Рязанской агломерации</w:t>
            </w:r>
          </w:p>
          <w:p w:rsidR="00E64542" w:rsidRPr="00450941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988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6.1</w:t>
            </w:r>
            <w:r w:rsidR="0091198F" w:rsidRPr="00450941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ind w:right="-4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Актуализация комплексной схемы организации транспортного обслуживания</w:t>
            </w: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населения</w:t>
            </w: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общественным транспортом Рязанской агломерации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64542" w:rsidRPr="00450941" w:rsidRDefault="00E64542" w:rsidP="00A023A3">
            <w:pPr>
              <w:spacing w:line="228" w:lineRule="auto"/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 </w:t>
            </w: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1750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42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Задача 7.</w:t>
            </w:r>
          </w:p>
          <w:p w:rsidR="00E64542" w:rsidRPr="00450941" w:rsidRDefault="00E64542" w:rsidP="00A023A3">
            <w:pPr>
              <w:ind w:right="-4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Реализация регионального проекта «Дорожная сеть (Рязанская область)», направленного </w:t>
            </w:r>
            <w:proofErr w:type="gramStart"/>
            <w:r w:rsidRPr="00450941">
              <w:rPr>
                <w:rFonts w:ascii="Times New Roman" w:hAnsi="Times New Roman"/>
              </w:rPr>
              <w:t>на</w:t>
            </w:r>
            <w:proofErr w:type="gramEnd"/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достижение результатов реализации </w:t>
            </w:r>
            <w:proofErr w:type="gramStart"/>
            <w:r w:rsidRPr="00450941">
              <w:rPr>
                <w:rFonts w:ascii="Times New Roman" w:hAnsi="Times New Roman"/>
              </w:rPr>
              <w:t>федерального</w:t>
            </w:r>
            <w:proofErr w:type="gramEnd"/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проекта «Дорожная сеть» </w:t>
            </w:r>
            <w:r w:rsidR="005F4747" w:rsidRPr="00450941">
              <w:rPr>
                <w:rFonts w:ascii="Times New Roman" w:hAnsi="Times New Roman"/>
              </w:rPr>
              <w:t>в рамках</w:t>
            </w:r>
          </w:p>
          <w:p w:rsidR="00417D9C" w:rsidRPr="00450941" w:rsidRDefault="005F474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национального </w:t>
            </w:r>
          </w:p>
          <w:p w:rsidR="004F0A49" w:rsidRPr="00450941" w:rsidRDefault="005F474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проекта «Безопасные и качественные автомобильные дороги», в том числе: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</w:p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 в том числе:</w:t>
            </w: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B10933" w:rsidRDefault="00235F91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16480755</w:t>
            </w:r>
            <w:r w:rsidR="00CE601B">
              <w:rPr>
                <w:rFonts w:ascii="Times New Roman" w:hAnsi="Times New Roman"/>
              </w:rPr>
              <w:t>,51016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B10933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B1093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28788C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3153190,9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B10933" w:rsidRDefault="00CE601B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4600976,55449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B10933" w:rsidRDefault="00CE601B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4520855,08016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CE601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7190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7190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186D26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к концу 2024 года:</w:t>
            </w:r>
          </w:p>
          <w:p w:rsidR="00E64542" w:rsidRPr="00186D26" w:rsidRDefault="00E64542" w:rsidP="00A023A3">
            <w:pPr>
              <w:ind w:right="-108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обеспечение доли автомобильных дорог регионального значения, соответствующих нормативным требованиям, до </w:t>
            </w:r>
            <w:r w:rsidR="00DB4603" w:rsidRPr="00186D26">
              <w:rPr>
                <w:rFonts w:ascii="Times New Roman" w:hAnsi="Times New Roman"/>
              </w:rPr>
              <w:t>42</w:t>
            </w:r>
            <w:r w:rsidR="00062E3F" w:rsidRPr="00186D26">
              <w:rPr>
                <w:rFonts w:ascii="Times New Roman" w:hAnsi="Times New Roman"/>
              </w:rPr>
              <w:t>,</w:t>
            </w:r>
            <w:r w:rsidR="00DB4603" w:rsidRPr="00186D26">
              <w:rPr>
                <w:rFonts w:ascii="Times New Roman" w:hAnsi="Times New Roman"/>
              </w:rPr>
              <w:t>7</w:t>
            </w:r>
            <w:r w:rsidR="000C5A4E" w:rsidRPr="00186D26">
              <w:rPr>
                <w:rFonts w:ascii="Times New Roman" w:hAnsi="Times New Roman"/>
              </w:rPr>
              <w:t>6</w:t>
            </w:r>
            <w:r w:rsidRPr="00186D26">
              <w:rPr>
                <w:rFonts w:ascii="Times New Roman" w:hAnsi="Times New Roman"/>
              </w:rPr>
              <w:t xml:space="preserve">%;  </w:t>
            </w:r>
          </w:p>
          <w:p w:rsidR="00E64542" w:rsidRPr="00186D26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доли дорожной сети городских агломераций,</w:t>
            </w:r>
          </w:p>
          <w:p w:rsidR="00E64542" w:rsidRPr="00186D26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находящейся в</w:t>
            </w:r>
          </w:p>
          <w:p w:rsidR="005F4747" w:rsidRPr="00186D26" w:rsidRDefault="005F4747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нормативном</w:t>
            </w:r>
          </w:p>
          <w:p w:rsidR="005F4747" w:rsidRPr="00186D26" w:rsidRDefault="005F4747" w:rsidP="00A023A3">
            <w:pPr>
              <w:pStyle w:val="ae"/>
              <w:ind w:right="-108"/>
              <w:rPr>
                <w:rFonts w:ascii="Times New Roman" w:hAnsi="Times New Roman"/>
              </w:rPr>
            </w:pPr>
            <w:proofErr w:type="gramStart"/>
            <w:r w:rsidRPr="00186D26">
              <w:rPr>
                <w:rFonts w:ascii="Times New Roman" w:hAnsi="Times New Roman"/>
              </w:rPr>
              <w:t>состоянии</w:t>
            </w:r>
            <w:proofErr w:type="gramEnd"/>
            <w:r w:rsidRPr="00186D26">
              <w:rPr>
                <w:rFonts w:ascii="Times New Roman" w:hAnsi="Times New Roman"/>
              </w:rPr>
              <w:t>, до 92,7%;</w:t>
            </w:r>
          </w:p>
          <w:p w:rsidR="005F4747" w:rsidRPr="00186D26" w:rsidRDefault="005F4747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доли автомобильных дорог </w:t>
            </w:r>
            <w:proofErr w:type="gramStart"/>
            <w:r w:rsidRPr="00186D26">
              <w:rPr>
                <w:rFonts w:ascii="Times New Roman" w:hAnsi="Times New Roman"/>
              </w:rPr>
              <w:t>федерального</w:t>
            </w:r>
            <w:proofErr w:type="gramEnd"/>
            <w:r w:rsidRPr="00186D26">
              <w:rPr>
                <w:rFonts w:ascii="Times New Roman" w:hAnsi="Times New Roman"/>
              </w:rPr>
              <w:t xml:space="preserve"> и </w:t>
            </w:r>
          </w:p>
        </w:tc>
      </w:tr>
      <w:tr w:rsidR="00991D48" w:rsidRPr="00450941" w:rsidTr="00544265">
        <w:trPr>
          <w:cantSplit/>
          <w:trHeight w:val="98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</w:t>
            </w: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AF05B5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4854690,9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7190F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2423190,9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AF05B5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1701500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7190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7190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7190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186D26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98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E64542" w:rsidRPr="00450941" w:rsidRDefault="00E64542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nil"/>
            </w:tcBorders>
          </w:tcPr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E64542" w:rsidRPr="00450941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CE601B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11626064,61016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1F0E91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CE601B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2899476,55449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CE601B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3790855,08016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CE601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7190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E7190F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4542" w:rsidRPr="00186D26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4F0A49" w:rsidRPr="00450941" w:rsidTr="00544265">
        <w:trPr>
          <w:cantSplit/>
          <w:trHeight w:val="98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F0A49" w:rsidRPr="00450941" w:rsidRDefault="004F0A49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CE601B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11626064,61016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CE601B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2899476,55449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CE601B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3790855,08016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CE601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A49" w:rsidRPr="00186D26" w:rsidRDefault="000F73F7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регионального </w:t>
            </w:r>
            <w:r w:rsidR="004F0A49" w:rsidRPr="00186D26">
              <w:rPr>
                <w:rFonts w:ascii="Times New Roman" w:hAnsi="Times New Roman"/>
              </w:rPr>
              <w:t>значения,</w:t>
            </w:r>
          </w:p>
          <w:p w:rsidR="004F0A49" w:rsidRPr="00186D26" w:rsidRDefault="004F0A49" w:rsidP="00A023A3">
            <w:pPr>
              <w:pStyle w:val="ae"/>
              <w:rPr>
                <w:rFonts w:ascii="Times New Roman" w:hAnsi="Times New Roman"/>
              </w:rPr>
            </w:pPr>
            <w:proofErr w:type="gramStart"/>
            <w:r w:rsidRPr="00186D26">
              <w:rPr>
                <w:rFonts w:ascii="Times New Roman" w:hAnsi="Times New Roman"/>
              </w:rPr>
              <w:t>работающих</w:t>
            </w:r>
            <w:proofErr w:type="gramEnd"/>
            <w:r w:rsidRPr="00186D26">
              <w:rPr>
                <w:rFonts w:ascii="Times New Roman" w:hAnsi="Times New Roman"/>
              </w:rPr>
              <w:t xml:space="preserve"> в режиме перегрузки, до 3%; </w:t>
            </w:r>
          </w:p>
          <w:p w:rsidR="004F0A49" w:rsidRPr="00186D26" w:rsidRDefault="004F0A49" w:rsidP="00A023A3">
            <w:pPr>
              <w:pStyle w:val="ae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сокращение количества мест концентрации дорожно-транспортных происшествий (аварийно-опасных участков) на дорожной сети до 50%;</w:t>
            </w:r>
          </w:p>
          <w:p w:rsidR="004F0A49" w:rsidRPr="00186D26" w:rsidRDefault="004F0A49" w:rsidP="00A023A3">
            <w:pPr>
              <w:pStyle w:val="ae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сокращение количества мест </w:t>
            </w:r>
          </w:p>
          <w:p w:rsidR="004F0A49" w:rsidRPr="00186D26" w:rsidRDefault="004F0A49" w:rsidP="00A023A3">
            <w:pPr>
              <w:pStyle w:val="ae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концентрации</w:t>
            </w:r>
          </w:p>
          <w:p w:rsidR="004F0A49" w:rsidRPr="00186D26" w:rsidRDefault="004F0A49" w:rsidP="00A023A3">
            <w:pPr>
              <w:pStyle w:val="ae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дорожно-транспортных происшествий</w:t>
            </w:r>
          </w:p>
          <w:p w:rsidR="004F0A49" w:rsidRPr="00186D26" w:rsidRDefault="004F0A49" w:rsidP="00A023A3">
            <w:pPr>
              <w:pStyle w:val="ae"/>
              <w:rPr>
                <w:rFonts w:ascii="Times New Roman" w:hAnsi="Times New Roman"/>
              </w:rPr>
            </w:pPr>
            <w:proofErr w:type="gramStart"/>
            <w:r w:rsidRPr="00186D26">
              <w:rPr>
                <w:rFonts w:ascii="Times New Roman" w:hAnsi="Times New Roman"/>
              </w:rPr>
              <w:t>(аварийно-</w:t>
            </w:r>
            <w:proofErr w:type="gramEnd"/>
          </w:p>
          <w:p w:rsidR="004F0A49" w:rsidRPr="00186D26" w:rsidRDefault="004F0A49" w:rsidP="00A023A3">
            <w:pPr>
              <w:pStyle w:val="ae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опасных участков) на дорожной сети</w:t>
            </w:r>
          </w:p>
          <w:p w:rsidR="004F0A49" w:rsidRPr="00186D26" w:rsidRDefault="004F0A49" w:rsidP="00A023A3">
            <w:pPr>
              <w:pStyle w:val="ae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Рязанской городской агломерации</w:t>
            </w:r>
          </w:p>
          <w:p w:rsidR="004F0A49" w:rsidRPr="00186D26" w:rsidRDefault="004F0A49" w:rsidP="00A023A3">
            <w:pPr>
              <w:pStyle w:val="ae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до 50%</w:t>
            </w:r>
          </w:p>
          <w:p w:rsidR="004F0A49" w:rsidRPr="00186D26" w:rsidRDefault="004F0A4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98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450941">
              <w:rPr>
                <w:rFonts w:ascii="Times New Roman" w:hAnsi="Times New Roman"/>
                <w:spacing w:val="-2"/>
              </w:rPr>
              <w:t>межмуниципального</w:t>
            </w:r>
            <w:r w:rsidRPr="00450941">
              <w:rPr>
                <w:rFonts w:ascii="Times New Roman" w:hAnsi="Times New Roman"/>
              </w:rPr>
              <w:t xml:space="preserve"> значения и </w:t>
            </w:r>
          </w:p>
          <w:p w:rsidR="00E64542" w:rsidRPr="00450941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искусственных сооружений </w:t>
            </w:r>
            <w:proofErr w:type="gramStart"/>
            <w:r w:rsidRPr="00450941">
              <w:rPr>
                <w:rFonts w:ascii="Times New Roman" w:hAnsi="Times New Roman"/>
              </w:rPr>
              <w:t>на</w:t>
            </w:r>
            <w:proofErr w:type="gramEnd"/>
          </w:p>
          <w:p w:rsidR="00E64542" w:rsidRPr="00450941" w:rsidRDefault="00E64542" w:rsidP="00A023A3">
            <w:pPr>
              <w:rPr>
                <w:rFonts w:ascii="Times New Roman" w:hAnsi="Times New Roman"/>
                <w:bCs/>
                <w:vertAlign w:val="superscript"/>
              </w:rPr>
            </w:pPr>
            <w:r w:rsidRPr="00450941">
              <w:rPr>
                <w:rFonts w:ascii="Times New Roman" w:hAnsi="Times New Roman"/>
              </w:rPr>
              <w:t>них</w:t>
            </w:r>
            <w:proofErr w:type="gramStart"/>
            <w:r w:rsidRPr="00450941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  <w:p w:rsidR="00E64542" w:rsidRPr="00450941" w:rsidRDefault="00E64542" w:rsidP="00A023A3">
            <w:pPr>
              <w:rPr>
                <w:rFonts w:ascii="Times New Roman" w:hAnsi="Times New Roman"/>
                <w:bCs/>
                <w:vertAlign w:val="superscript"/>
              </w:rPr>
            </w:pP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64542" w:rsidRPr="00450941" w:rsidRDefault="00E64542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ГКУ Рязанской области «ДДРО»</w:t>
            </w: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 в том числе:</w:t>
            </w: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CE601B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104822,95055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10778,49234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44044,45821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CE601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98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</w:t>
            </w: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6090,662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6090,662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51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E64542" w:rsidRPr="00450941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CE601B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98732,28855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44044,45821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CE601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40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64542" w:rsidRPr="00450941" w:rsidRDefault="00E64542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B63EB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445091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98732,28855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4687,83034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44044,45821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445091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pStyle w:val="ae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98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5F4747" w:rsidRPr="00450941" w:rsidRDefault="005F474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7.2.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F4747" w:rsidRPr="00450941" w:rsidRDefault="004F0A49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Капитальный ремонт </w:t>
            </w:r>
            <w:r w:rsidR="005F4747" w:rsidRPr="00450941">
              <w:rPr>
                <w:rFonts w:ascii="Times New Roman" w:hAnsi="Times New Roman"/>
              </w:rPr>
              <w:t xml:space="preserve">и ремонт </w:t>
            </w: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5F4747" w:rsidRPr="00450941" w:rsidRDefault="005F4747" w:rsidP="00A023A3">
            <w:pPr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регионального или межмуниципального значения и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F4747" w:rsidRPr="00450941" w:rsidRDefault="005F474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  <w:p w:rsidR="005F4747" w:rsidRPr="00450941" w:rsidRDefault="005F4747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5F4747" w:rsidRPr="00450941" w:rsidRDefault="005F4747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ГКУ Рязанской области «ДДРО»</w:t>
            </w: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 в том числе:</w:t>
            </w: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445091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11250279,19371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1971212,40766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450941" w:rsidRDefault="00445091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2824835,88778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450941" w:rsidRDefault="00445091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3238497,92276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3215732,97551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5F4747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pStyle w:val="ae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42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искусственных</w:t>
            </w:r>
          </w:p>
          <w:p w:rsidR="005F4747" w:rsidRPr="00450941" w:rsidRDefault="00602AC7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сооружений на них,</w:t>
            </w:r>
            <w:r w:rsidR="005F4747" w:rsidRPr="00450941">
              <w:rPr>
                <w:rFonts w:ascii="Times New Roman" w:hAnsi="Times New Roman"/>
              </w:rPr>
              <w:t xml:space="preserve">  в том числе уникальных искусственных сооружений</w:t>
            </w:r>
            <w:r w:rsidR="005F4747" w:rsidRPr="0045094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бюджет,      из них:</w:t>
            </w:r>
          </w:p>
          <w:p w:rsidR="005F4747" w:rsidRPr="00450941" w:rsidRDefault="005F474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3395600,238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1935600,238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F4747" w:rsidRPr="00450941" w:rsidRDefault="005F4747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730000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F4747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F4747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5F4747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747" w:rsidRPr="00450941" w:rsidRDefault="005F4747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54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450941" w:rsidRDefault="00E64542" w:rsidP="00E93F44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выполнение работ на принципах контракта жизненного цикла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416FC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509511,52101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236D1C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62902,91003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7712B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446608</w:t>
            </w:r>
            <w:r w:rsidR="00416FC7">
              <w:rPr>
                <w:rFonts w:ascii="Times New Roman" w:hAnsi="Times New Roman"/>
              </w:rPr>
              <w:t>,61098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416FC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236D1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98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E64542" w:rsidRPr="00450941" w:rsidRDefault="00E64542" w:rsidP="00E93F4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60353F" w:rsidP="00E93F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7854678,95571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E93F44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E93F44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E93F44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E93F44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35612,16966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122CF1" w:rsidP="00E93F44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2094835,88778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122CF1" w:rsidP="00E93F44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2508497,92276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E93F44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3215732,97551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94346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4F0A49" w:rsidRPr="00450941" w:rsidTr="00544265">
        <w:trPr>
          <w:cantSplit/>
          <w:trHeight w:val="98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0A49" w:rsidRPr="00450941" w:rsidRDefault="004F0A49" w:rsidP="00E93F44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бюджетные ассигнования дорожного фонда, в том числе:</w:t>
            </w:r>
          </w:p>
          <w:p w:rsidR="004F0A49" w:rsidRPr="00450941" w:rsidRDefault="004F0A49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122CF1" w:rsidP="00E93F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7854678,95571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E93F44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E93F44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E93F44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F0A49" w:rsidRPr="00450941" w:rsidRDefault="004F0A49" w:rsidP="00E93F44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35612,16966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122CF1" w:rsidP="00E93F44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2094835,88778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122CF1" w:rsidP="00E93F44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2508497,92276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E93F44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3215732,97551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F0A49" w:rsidRPr="00450941" w:rsidRDefault="004F0A49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A49" w:rsidRPr="00450941" w:rsidRDefault="004F0A49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162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64542" w:rsidRPr="00450941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F4747" w:rsidRPr="00450941" w:rsidRDefault="00E64542" w:rsidP="00E93F44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выполнение работ на принципах контракта жизненного цикла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416FC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511985,8595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416FC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294302,91167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416FC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217682,94783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236D1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236D1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E64542" w:rsidRPr="00450941" w:rsidRDefault="00236D1C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340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CE3CB0" w:rsidRDefault="00E64542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7.3.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CE3CB0" w:rsidRDefault="00E64542" w:rsidP="00A023A3">
            <w:pPr>
              <w:ind w:right="-103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 xml:space="preserve">Субсидии </w:t>
            </w:r>
            <w:r w:rsidR="005A6F13" w:rsidRPr="00CE3CB0">
              <w:rPr>
                <w:rFonts w:ascii="Times New Roman" w:hAnsi="Times New Roman"/>
              </w:rPr>
              <w:t xml:space="preserve">бюджетам </w:t>
            </w:r>
            <w:r w:rsidRPr="00CE3CB0">
              <w:rPr>
                <w:rFonts w:ascii="Times New Roman" w:hAnsi="Times New Roman"/>
              </w:rPr>
              <w:t>муниципальны</w:t>
            </w:r>
            <w:r w:rsidR="005A6F13" w:rsidRPr="00CE3CB0">
              <w:rPr>
                <w:rFonts w:ascii="Times New Roman" w:hAnsi="Times New Roman"/>
              </w:rPr>
              <w:t>х образований</w:t>
            </w:r>
            <w:r w:rsidR="00DA578C" w:rsidRPr="00CE3CB0">
              <w:rPr>
                <w:rFonts w:ascii="Times New Roman" w:hAnsi="Times New Roman"/>
              </w:rPr>
              <w:t xml:space="preserve"> </w:t>
            </w:r>
            <w:r w:rsidR="005A6F13" w:rsidRPr="00CE3CB0">
              <w:rPr>
                <w:rFonts w:ascii="Times New Roman" w:hAnsi="Times New Roman"/>
              </w:rPr>
              <w:t xml:space="preserve">Рязанской области  </w:t>
            </w:r>
            <w:r w:rsidRPr="00CE3CB0">
              <w:rPr>
                <w:rFonts w:ascii="Times New Roman" w:hAnsi="Times New Roman"/>
              </w:rPr>
              <w:t>на реконструкцию, капитальный ремонт,</w:t>
            </w:r>
          </w:p>
          <w:p w:rsidR="00E64542" w:rsidRPr="00CE3CB0" w:rsidRDefault="00E64542" w:rsidP="00A023A3">
            <w:pPr>
              <w:ind w:right="-103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 xml:space="preserve">ремонт и содержание социально </w:t>
            </w:r>
            <w:proofErr w:type="gramStart"/>
            <w:r w:rsidRPr="00CE3CB0">
              <w:rPr>
                <w:rFonts w:ascii="Times New Roman" w:hAnsi="Times New Roman"/>
              </w:rPr>
              <w:t>значимых</w:t>
            </w:r>
            <w:proofErr w:type="gramEnd"/>
          </w:p>
          <w:p w:rsidR="001C24ED" w:rsidRDefault="00E64542" w:rsidP="00A023A3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 xml:space="preserve">объектов </w:t>
            </w:r>
            <w:r w:rsidR="001C24ED">
              <w:rPr>
                <w:rFonts w:ascii="Times New Roman" w:hAnsi="Times New Roman"/>
              </w:rPr>
              <w:t>–</w:t>
            </w:r>
            <w:r w:rsidRPr="00CE3CB0">
              <w:rPr>
                <w:rFonts w:ascii="Times New Roman" w:hAnsi="Times New Roman"/>
              </w:rPr>
              <w:t xml:space="preserve"> </w:t>
            </w:r>
          </w:p>
          <w:p w:rsidR="00E64542" w:rsidRPr="00CE3CB0" w:rsidRDefault="00E64542" w:rsidP="00A023A3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</w:t>
            </w:r>
          </w:p>
          <w:p w:rsidR="00E64542" w:rsidRPr="00CE3CB0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 xml:space="preserve">Правительства Российской Федерации, Губернатора Рязанской области и Правительства Рязанской области, </w:t>
            </w:r>
            <w:proofErr w:type="gramStart"/>
            <w:r w:rsidRPr="00CE3CB0">
              <w:rPr>
                <w:rFonts w:ascii="Times New Roman" w:hAnsi="Times New Roman"/>
              </w:rPr>
              <w:t>содержащих</w:t>
            </w:r>
            <w:proofErr w:type="gramEnd"/>
            <w:r w:rsidRPr="00CE3CB0">
              <w:rPr>
                <w:rFonts w:ascii="Times New Roman" w:hAnsi="Times New Roman"/>
              </w:rPr>
              <w:t xml:space="preserve"> указание на их</w:t>
            </w:r>
          </w:p>
          <w:p w:rsidR="00E64542" w:rsidRPr="00CE3CB0" w:rsidRDefault="00E64542" w:rsidP="00A023A3">
            <w:pPr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реализацию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CE3CB0" w:rsidRDefault="00E64542" w:rsidP="00A023A3">
            <w:pPr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Минтранс Рязанской области</w:t>
            </w:r>
          </w:p>
          <w:p w:rsidR="00E64542" w:rsidRPr="00CE3CB0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CE3CB0" w:rsidRDefault="00E64542" w:rsidP="00A023A3">
            <w:pPr>
              <w:ind w:right="-108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Минтранс Рязанской области</w:t>
            </w:r>
          </w:p>
          <w:p w:rsidR="00E64542" w:rsidRPr="00CE3CB0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CE3CB0" w:rsidRDefault="00E64542" w:rsidP="00A023A3">
            <w:pPr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 xml:space="preserve">областной бюджет, </w:t>
            </w:r>
          </w:p>
          <w:p w:rsidR="00E64542" w:rsidRPr="00CE3CB0" w:rsidRDefault="00E64542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из них:</w:t>
            </w:r>
          </w:p>
          <w:p w:rsidR="00E64542" w:rsidRPr="00CE3CB0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CE3CB0" w:rsidRDefault="00CE3CB0" w:rsidP="00CE3CB0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2989700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CE3CB0" w:rsidRDefault="00CE3CB0" w:rsidP="00CE3CB0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CE3CB0" w:rsidRDefault="00CE3CB0" w:rsidP="00CE3CB0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CE3CB0" w:rsidRDefault="00CE3CB0" w:rsidP="00CE3CB0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CE3CB0" w:rsidRDefault="00CE3CB0" w:rsidP="00CE3CB0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689700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CE3CB0" w:rsidRDefault="00CE3CB0" w:rsidP="00CE3CB0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700000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CE3CB0" w:rsidRDefault="00CE3CB0" w:rsidP="00CE3CB0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CE3CB0" w:rsidRDefault="00CE3CB0" w:rsidP="00CE3CB0">
            <w:pPr>
              <w:ind w:left="57" w:right="57"/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CE3CB0" w:rsidRDefault="00A421E1" w:rsidP="00CE3CB0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CE3CB0" w:rsidRDefault="008A2FAC" w:rsidP="00CE3CB0">
            <w:pPr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991D48" w:rsidRPr="00450941" w:rsidTr="00544265">
        <w:trPr>
          <w:cantSplit/>
          <w:trHeight w:val="98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CE3CB0" w:rsidRDefault="00E64542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CE3CB0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64542" w:rsidRPr="00CE3CB0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64542" w:rsidRPr="00CE3CB0" w:rsidRDefault="00E64542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542" w:rsidRPr="00CE3CB0" w:rsidRDefault="00E64542" w:rsidP="001C24ED">
            <w:pPr>
              <w:ind w:right="-108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62581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2989700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E64542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D57EAE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689700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625810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625810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62581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1F414F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542" w:rsidRPr="00450941" w:rsidRDefault="001F414F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64542" w:rsidRPr="00450941" w:rsidRDefault="00E64542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B93FCC" w:rsidRPr="00450941" w:rsidTr="00544265">
        <w:trPr>
          <w:cantSplit/>
          <w:trHeight w:val="98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7.4.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ind w:right="-108"/>
              <w:rPr>
                <w:rFonts w:ascii="Times New Roman" w:eastAsia="MS Mincho" w:hAnsi="Times New Roman"/>
              </w:rPr>
            </w:pPr>
            <w:r w:rsidRPr="00450941">
              <w:rPr>
                <w:rFonts w:ascii="Times New Roman" w:eastAsia="MS Mincho" w:hAnsi="Times New Roman"/>
              </w:rPr>
              <w:t>Субсидии бюджетам муниципальных образований Рязанской области</w:t>
            </w:r>
          </w:p>
          <w:p w:rsidR="00B93FCC" w:rsidRPr="00450941" w:rsidRDefault="00B93FCC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eastAsia="MS Mincho" w:hAnsi="Times New Roman"/>
              </w:rPr>
              <w:t xml:space="preserve">на отдельные мероприятия по модернизации дорожной инфраструктуры в городских агломерациях, осуществляемые </w:t>
            </w:r>
            <w:proofErr w:type="gramStart"/>
            <w:r w:rsidRPr="00450941">
              <w:rPr>
                <w:rFonts w:ascii="Times New Roman" w:eastAsia="MS Mincho" w:hAnsi="Times New Roman"/>
              </w:rPr>
              <w:t>в</w:t>
            </w:r>
            <w:proofErr w:type="gramEnd"/>
            <w:r w:rsidRPr="00450941">
              <w:rPr>
                <w:rFonts w:ascii="Times New Roman" w:eastAsia="MS Mincho" w:hAnsi="Times New Roman"/>
              </w:rPr>
              <w:t xml:space="preserve">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B93FCC" w:rsidRPr="00450941" w:rsidRDefault="00B93FC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93FCC" w:rsidRPr="00450941" w:rsidRDefault="00B93FCC" w:rsidP="00A023A3">
            <w:pPr>
              <w:ind w:left="-57" w:right="-57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B93FCC" w:rsidRPr="00450941" w:rsidRDefault="00B93FCC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</w:t>
            </w:r>
          </w:p>
          <w:p w:rsidR="00B93FCC" w:rsidRPr="00450941" w:rsidRDefault="00B93FCC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93FCC" w:rsidRPr="00450941" w:rsidRDefault="00985C9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1166500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416500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B93FCC" w:rsidRPr="00450941" w:rsidRDefault="00985C93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550000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B93FCC" w:rsidRPr="00450941" w:rsidRDefault="0062581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200000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B93FCC" w:rsidRPr="00450941" w:rsidTr="00544265">
        <w:trPr>
          <w:cantSplit/>
          <w:trHeight w:val="37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93FCC" w:rsidRPr="00450941" w:rsidRDefault="00B93FCC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93FCC" w:rsidRPr="00450941" w:rsidRDefault="00B93FCC" w:rsidP="00A023A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B93FCC" w:rsidRPr="00450941" w:rsidTr="00544265">
        <w:trPr>
          <w:cantSplit/>
          <w:trHeight w:val="63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93FCC" w:rsidRPr="00450941" w:rsidRDefault="00B93FCC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B93FCC" w:rsidRPr="00450941" w:rsidTr="00544265">
        <w:trPr>
          <w:cantSplit/>
          <w:trHeight w:val="988"/>
        </w:trPr>
        <w:tc>
          <w:tcPr>
            <w:tcW w:w="425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B93FCC" w:rsidRPr="00450941" w:rsidRDefault="00B93FCC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B93FCC" w:rsidRPr="00450941" w:rsidRDefault="00B93FCC" w:rsidP="00A023A3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B93FCC" w:rsidRPr="00450941" w:rsidRDefault="00B93FCC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nil"/>
            </w:tcBorders>
          </w:tcPr>
          <w:p w:rsidR="00B93FCC" w:rsidRPr="00450941" w:rsidRDefault="00B93FCC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93FCC" w:rsidRPr="00450941" w:rsidRDefault="00985C9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966500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B93FCC" w:rsidRPr="00450941" w:rsidRDefault="00B93FCC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416500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93FCC" w:rsidRPr="00450941" w:rsidRDefault="00985C93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550000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93FCC" w:rsidRPr="00450941" w:rsidRDefault="00B93FCC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625810" w:rsidRPr="00450941" w:rsidTr="00544265">
        <w:trPr>
          <w:cantSplit/>
          <w:trHeight w:val="988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625810" w:rsidRPr="00450941" w:rsidRDefault="00625810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625810" w:rsidRPr="00450941" w:rsidRDefault="00625810" w:rsidP="00A023A3">
            <w:pPr>
              <w:rPr>
                <w:rFonts w:ascii="Times New Roman" w:eastAsia="MS Mincho" w:hAnsi="Times New Roman"/>
              </w:rPr>
            </w:pPr>
            <w:r w:rsidRPr="00450941">
              <w:rPr>
                <w:rFonts w:ascii="Times New Roman" w:eastAsia="MS Mincho" w:hAnsi="Times New Roman"/>
              </w:rPr>
              <w:t xml:space="preserve">том числе во исполнение указаний, поручений или актов Президента </w:t>
            </w:r>
            <w:proofErr w:type="gramStart"/>
            <w:r w:rsidRPr="00450941">
              <w:rPr>
                <w:rFonts w:ascii="Times New Roman" w:eastAsia="MS Mincho" w:hAnsi="Times New Roman"/>
              </w:rPr>
              <w:t>Российской</w:t>
            </w:r>
            <w:proofErr w:type="gramEnd"/>
            <w:r w:rsidRPr="00450941">
              <w:rPr>
                <w:rFonts w:ascii="Times New Roman" w:eastAsia="MS Mincho" w:hAnsi="Times New Roman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625810" w:rsidRPr="00450941" w:rsidRDefault="00625810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25810" w:rsidRPr="00450941" w:rsidRDefault="00625810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5810" w:rsidRPr="00450941" w:rsidRDefault="00625810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областной бюджет,</w:t>
            </w:r>
          </w:p>
          <w:p w:rsidR="00625810" w:rsidRPr="00450941" w:rsidRDefault="00625810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5810" w:rsidRPr="00450941" w:rsidRDefault="0062581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5810" w:rsidRPr="00450941" w:rsidRDefault="00625810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5810" w:rsidRPr="00450941" w:rsidRDefault="00625810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5810" w:rsidRPr="00450941" w:rsidRDefault="00625810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5810" w:rsidRPr="00450941" w:rsidRDefault="00625810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5810" w:rsidRPr="00450941" w:rsidRDefault="00625810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5810" w:rsidRPr="00450941" w:rsidRDefault="0062581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5810" w:rsidRPr="00450941" w:rsidRDefault="0062581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5810" w:rsidRPr="00450941" w:rsidRDefault="0062581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5810" w:rsidRPr="00450941" w:rsidRDefault="0062581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25810" w:rsidRPr="00450941" w:rsidRDefault="00625810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625810" w:rsidRPr="00450941" w:rsidTr="00544265">
        <w:trPr>
          <w:cantSplit/>
          <w:trHeight w:val="98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810" w:rsidRPr="00450941" w:rsidRDefault="00625810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25810" w:rsidRPr="00450941" w:rsidRDefault="00625810" w:rsidP="00A023A3">
            <w:pPr>
              <w:rPr>
                <w:rFonts w:ascii="Times New Roman" w:eastAsia="MS Mincho" w:hAnsi="Times New Roman"/>
              </w:rPr>
            </w:pPr>
            <w:r w:rsidRPr="00450941">
              <w:rPr>
                <w:rFonts w:ascii="Times New Roman" w:eastAsia="MS Mincho" w:hAnsi="Times New Roman"/>
              </w:rPr>
              <w:t>Федерации и (или) Правительства Российской Федерации</w:t>
            </w: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25810" w:rsidRPr="00450941" w:rsidRDefault="00625810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625810" w:rsidRPr="00450941" w:rsidRDefault="00625810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5810" w:rsidRPr="00450941" w:rsidRDefault="00625810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5810" w:rsidRPr="00450941" w:rsidRDefault="0062581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5810" w:rsidRPr="00450941" w:rsidRDefault="00625810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5810" w:rsidRPr="00450941" w:rsidRDefault="00625810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5810" w:rsidRPr="00450941" w:rsidRDefault="00625810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5810" w:rsidRPr="00450941" w:rsidRDefault="00625810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5810" w:rsidRPr="00450941" w:rsidRDefault="00625810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5810" w:rsidRPr="00450941" w:rsidRDefault="0062581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200000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5810" w:rsidRPr="00450941" w:rsidRDefault="0062581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5810" w:rsidRPr="00450941" w:rsidRDefault="0062581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5810" w:rsidRPr="00450941" w:rsidRDefault="0062581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25810" w:rsidRPr="00450941" w:rsidRDefault="00625810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4E2515" w:rsidRPr="00450941" w:rsidTr="00544265">
        <w:trPr>
          <w:cantSplit/>
          <w:trHeight w:val="12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E2515" w:rsidRPr="00450941" w:rsidRDefault="004E2515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7.5.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Pr="00450941" w:rsidRDefault="004E2515" w:rsidP="00A023A3">
            <w:pPr>
              <w:rPr>
                <w:rFonts w:ascii="Times New Roman" w:eastAsia="MS Mincho" w:hAnsi="Times New Roman"/>
              </w:rPr>
            </w:pPr>
            <w:r w:rsidRPr="00450941">
              <w:rPr>
                <w:rFonts w:ascii="Times New Roman" w:eastAsia="MS Mincho" w:hAnsi="Times New Roman"/>
              </w:rPr>
              <w:t>Отдельные мероприятия по модернизации дорожной инфраструктуры в городс</w:t>
            </w:r>
            <w:r w:rsidR="00CC2B55" w:rsidRPr="00450941">
              <w:rPr>
                <w:rFonts w:ascii="Times New Roman" w:eastAsia="MS Mincho" w:hAnsi="Times New Roman"/>
              </w:rPr>
              <w:t>ких агломерациях, осуществляемые</w:t>
            </w:r>
            <w:r w:rsidRPr="00450941">
              <w:rPr>
                <w:rFonts w:ascii="Times New Roman" w:eastAsia="MS Mincho" w:hAnsi="Times New Roman"/>
              </w:rPr>
              <w:t xml:space="preserve"> в том числе во исполнение указаний, поручений или актов Президента Российской Федерации и (или) Правительства Российской Федерации</w:t>
            </w:r>
            <w:proofErr w:type="gramStart"/>
            <w:r w:rsidR="00CB0321" w:rsidRPr="00450941">
              <w:rPr>
                <w:rFonts w:ascii="Times New Roman" w:hAnsi="Times New Roman"/>
                <w:vertAlign w:val="superscript"/>
              </w:rPr>
              <w:t>4</w:t>
            </w:r>
            <w:proofErr w:type="gramEnd"/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Pr="00450941" w:rsidRDefault="004E2515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4E2515" w:rsidRPr="00450941" w:rsidRDefault="004E2515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E2515" w:rsidRPr="00450941" w:rsidRDefault="004E2515" w:rsidP="00A023A3">
            <w:pPr>
              <w:ind w:left="-57" w:right="-57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2515" w:rsidRPr="00450941" w:rsidRDefault="004E2515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всего, </w:t>
            </w:r>
          </w:p>
          <w:p w:rsidR="004E2515" w:rsidRPr="00450941" w:rsidRDefault="004E2515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 том числе:</w:t>
            </w:r>
          </w:p>
          <w:p w:rsidR="004F0A49" w:rsidRPr="00450941" w:rsidRDefault="004F0A49" w:rsidP="00A023A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Pr="00450941" w:rsidRDefault="00A7176A" w:rsidP="00A023A3">
            <w:pPr>
              <w:jc w:val="center"/>
              <w:rPr>
                <w:rFonts w:ascii="Times New Roman" w:hAnsi="Times New Roman"/>
              </w:rPr>
            </w:pPr>
            <w:r w:rsidRPr="00A7176A">
              <w:rPr>
                <w:rFonts w:ascii="Times New Roman" w:hAnsi="Times New Roman"/>
              </w:rPr>
              <w:t>908857,1574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Pr="00450941" w:rsidRDefault="004E2515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Pr="00450941" w:rsidRDefault="004E2515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Pr="00450941" w:rsidRDefault="004E2515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4E2515" w:rsidRPr="00450941" w:rsidRDefault="004E2515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Pr="00450941" w:rsidRDefault="00CB0321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B10933">
              <w:rPr>
                <w:rFonts w:ascii="Times New Roman" w:hAnsi="Times New Roman"/>
              </w:rPr>
              <w:t>421500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232357,1574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Pr="00450941" w:rsidRDefault="004E2515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E2515" w:rsidRPr="00450941" w:rsidRDefault="004E2515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4E2515" w:rsidRPr="00450941" w:rsidRDefault="004E2515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F0229A" w:rsidRPr="00450941" w:rsidTr="00544265">
        <w:trPr>
          <w:cantSplit/>
          <w:trHeight w:val="988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229A" w:rsidRPr="00450941" w:rsidRDefault="00F0229A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229A" w:rsidRPr="00450941" w:rsidRDefault="00F0229A" w:rsidP="00A023A3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229A" w:rsidRPr="00450941" w:rsidRDefault="00F0229A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0229A" w:rsidRPr="00450941" w:rsidRDefault="00F0229A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229A" w:rsidRPr="00450941" w:rsidRDefault="00F0229A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 w:rsidRPr="00B10933">
              <w:rPr>
                <w:rFonts w:ascii="Times New Roman" w:hAnsi="Times New Roman"/>
              </w:rPr>
              <w:t>486500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65000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 w:rsidRPr="00B10933">
              <w:rPr>
                <w:rFonts w:ascii="Times New Roman" w:hAnsi="Times New Roman"/>
              </w:rPr>
              <w:t>421500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F0229A" w:rsidRPr="00450941" w:rsidTr="00544265">
        <w:trPr>
          <w:cantSplit/>
          <w:trHeight w:val="1256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0229A" w:rsidRPr="00450941" w:rsidRDefault="00F0229A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229A" w:rsidRPr="00450941" w:rsidRDefault="00F0229A" w:rsidP="00A023A3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229A" w:rsidRPr="00450941" w:rsidRDefault="00F0229A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0229A" w:rsidRPr="00450941" w:rsidRDefault="00F0229A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229A" w:rsidRPr="00450941" w:rsidRDefault="00F0229A" w:rsidP="00F0229A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областной бюджет,</w:t>
            </w:r>
          </w:p>
          <w:p w:rsidR="00F0229A" w:rsidRPr="00450941" w:rsidRDefault="00F0229A" w:rsidP="00F0229A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A7176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422357,1574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232357,1574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F0229A" w:rsidRPr="00450941" w:rsidTr="00544265">
        <w:trPr>
          <w:cantSplit/>
          <w:trHeight w:val="114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229A" w:rsidRPr="00450941" w:rsidRDefault="00F0229A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229A" w:rsidRPr="00450941" w:rsidRDefault="00F0229A" w:rsidP="00A023A3">
            <w:pPr>
              <w:rPr>
                <w:rFonts w:ascii="Times New Roman" w:eastAsia="MS Mincho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229A" w:rsidRPr="00450941" w:rsidRDefault="00F0229A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0229A" w:rsidRPr="00450941" w:rsidRDefault="00F0229A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229A" w:rsidRPr="00450941" w:rsidRDefault="00F0229A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A7176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422357,1574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A62A1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232357,1574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29A" w:rsidRPr="00450941" w:rsidRDefault="00F0229A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7018B7" w:rsidRPr="00450941" w:rsidTr="00544265">
        <w:trPr>
          <w:cantSplit/>
          <w:trHeight w:val="114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7018B7" w:rsidRPr="00450941" w:rsidRDefault="007018B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7.6.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018B7" w:rsidRPr="00450941" w:rsidRDefault="007018B7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  <w:proofErr w:type="gramStart"/>
            <w:r w:rsidRPr="00450941">
              <w:rPr>
                <w:rFonts w:ascii="Times New Roman" w:hAnsi="Times New Roman"/>
                <w:vertAlign w:val="superscript"/>
              </w:rPr>
              <w:t>4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018B7" w:rsidRPr="00450941" w:rsidRDefault="007018B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7018B7" w:rsidRPr="00450941" w:rsidRDefault="007018B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7018B7" w:rsidRPr="00450941" w:rsidRDefault="007018B7" w:rsidP="00A023A3">
            <w:pPr>
              <w:ind w:left="-57" w:right="-57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8B7" w:rsidRPr="00450941" w:rsidRDefault="007018B7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</w:t>
            </w:r>
          </w:p>
          <w:p w:rsidR="007018B7" w:rsidRPr="00450941" w:rsidRDefault="007018B7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18B7" w:rsidRPr="00450941" w:rsidRDefault="007018B7" w:rsidP="00A023A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7018B7" w:rsidRPr="00450941" w:rsidTr="00544265">
        <w:trPr>
          <w:cantSplit/>
          <w:trHeight w:val="1212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8B7" w:rsidRPr="00450941" w:rsidRDefault="007018B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018B7" w:rsidRPr="00450941" w:rsidRDefault="007018B7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018B7" w:rsidRPr="00450941" w:rsidRDefault="007018B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018B7" w:rsidRPr="00450941" w:rsidRDefault="007018B7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B7" w:rsidRPr="00450941" w:rsidRDefault="007018B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7018B7" w:rsidRPr="00450941" w:rsidRDefault="007018B7" w:rsidP="00CE1F4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018B7" w:rsidRPr="00450941" w:rsidRDefault="007018B7" w:rsidP="00A023A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7018B7" w:rsidRPr="00450941" w:rsidTr="00544265">
        <w:trPr>
          <w:cantSplit/>
          <w:trHeight w:val="98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8B7" w:rsidRPr="00450941" w:rsidRDefault="007018B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18B7" w:rsidRPr="00450941" w:rsidRDefault="007018B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18B7" w:rsidRPr="00450941" w:rsidRDefault="007018B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7018B7" w:rsidRPr="00450941" w:rsidRDefault="007018B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18B7" w:rsidRPr="00450941" w:rsidRDefault="007018B7" w:rsidP="00CE1F4D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бюджетные ассигнования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60596,2085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7018B7" w:rsidRPr="00450941" w:rsidRDefault="007018B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8B7" w:rsidRPr="00450941" w:rsidRDefault="007018B7" w:rsidP="00A023A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</w:p>
        </w:tc>
      </w:tr>
      <w:tr w:rsidR="00622B37" w:rsidRPr="00450941" w:rsidTr="00544265">
        <w:trPr>
          <w:cantSplit/>
          <w:trHeight w:val="170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Задача 8.</w:t>
            </w:r>
          </w:p>
          <w:p w:rsidR="00622B37" w:rsidRPr="00450941" w:rsidRDefault="00622B37" w:rsidP="007018B7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Реализация регионального проекта «</w:t>
            </w:r>
            <w:proofErr w:type="gramStart"/>
            <w:r w:rsidRPr="00450941">
              <w:rPr>
                <w:rFonts w:ascii="Times New Roman" w:hAnsi="Times New Roman"/>
              </w:rPr>
              <w:t>Общесистемные</w:t>
            </w:r>
            <w:proofErr w:type="gramEnd"/>
          </w:p>
          <w:p w:rsidR="00622B37" w:rsidRPr="00450941" w:rsidRDefault="00622B37" w:rsidP="007018B7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меры развития </w:t>
            </w:r>
          </w:p>
          <w:p w:rsidR="00622B37" w:rsidRPr="00450941" w:rsidRDefault="00622B37" w:rsidP="007018B7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дорожного хозяйства (Рязанская область)», направленного </w:t>
            </w:r>
            <w:proofErr w:type="gramStart"/>
            <w:r w:rsidRPr="00450941">
              <w:rPr>
                <w:rFonts w:ascii="Times New Roman" w:hAnsi="Times New Roman"/>
              </w:rPr>
              <w:t>на</w:t>
            </w:r>
            <w:proofErr w:type="gramEnd"/>
          </w:p>
          <w:p w:rsidR="00622B37" w:rsidRPr="00450941" w:rsidRDefault="00622B37" w:rsidP="007018B7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достижение</w:t>
            </w:r>
            <w:r>
              <w:rPr>
                <w:rFonts w:ascii="Times New Roman" w:hAnsi="Times New Roman"/>
              </w:rPr>
              <w:t xml:space="preserve"> </w:t>
            </w:r>
            <w:r w:rsidRPr="00450941">
              <w:rPr>
                <w:rFonts w:ascii="Times New Roman" w:hAnsi="Times New Roman"/>
              </w:rPr>
              <w:t xml:space="preserve">реализации </w:t>
            </w:r>
            <w:proofErr w:type="gramStart"/>
            <w:r w:rsidRPr="00450941">
              <w:rPr>
                <w:rFonts w:ascii="Times New Roman" w:hAnsi="Times New Roman"/>
              </w:rPr>
              <w:t>федерального</w:t>
            </w:r>
            <w:proofErr w:type="gramEnd"/>
          </w:p>
          <w:p w:rsidR="00622B37" w:rsidRPr="00450941" w:rsidRDefault="00622B37" w:rsidP="007018B7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проекта</w:t>
            </w:r>
          </w:p>
          <w:p w:rsidR="00622B37" w:rsidRPr="00450941" w:rsidRDefault="00622B37" w:rsidP="007018B7">
            <w:pPr>
              <w:autoSpaceDE w:val="0"/>
              <w:autoSpaceDN w:val="0"/>
              <w:adjustRightInd w:val="0"/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«Общесистемные меры развития дорожного</w:t>
            </w:r>
          </w:p>
          <w:p w:rsidR="00622B37" w:rsidRDefault="00622B37" w:rsidP="00622B37">
            <w:pPr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хозяйства»</w:t>
            </w:r>
          </w:p>
          <w:p w:rsidR="00622B37" w:rsidRDefault="00622B37" w:rsidP="00622B37">
            <w:pPr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 рамках</w:t>
            </w:r>
          </w:p>
          <w:p w:rsidR="00622B37" w:rsidRPr="00450941" w:rsidRDefault="00622B37" w:rsidP="007018B7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национального проекта «Безопасные и качественные автомобильные дороги», в том числе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 в том числе:</w:t>
            </w:r>
          </w:p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595921,70079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313242,16279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162679,538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к концу 2024 года:</w:t>
            </w:r>
          </w:p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обеспечение </w:t>
            </w:r>
          </w:p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доли контрактов на осуществление дорожной деятельности в рамках </w:t>
            </w:r>
            <w:proofErr w:type="spellStart"/>
            <w:proofErr w:type="gramStart"/>
            <w:r w:rsidRPr="00186D26">
              <w:rPr>
                <w:rFonts w:ascii="Times New Roman" w:hAnsi="Times New Roman"/>
              </w:rPr>
              <w:t>националь-ного</w:t>
            </w:r>
            <w:proofErr w:type="spellEnd"/>
            <w:proofErr w:type="gramEnd"/>
            <w:r w:rsidRPr="00186D26">
              <w:rPr>
                <w:rFonts w:ascii="Times New Roman" w:hAnsi="Times New Roman"/>
              </w:rPr>
              <w:t xml:space="preserve"> проекта,</w:t>
            </w:r>
          </w:p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предусматриваю-</w:t>
            </w:r>
            <w:proofErr w:type="spellStart"/>
            <w:r w:rsidRPr="00186D26">
              <w:rPr>
                <w:rFonts w:ascii="Times New Roman" w:hAnsi="Times New Roman"/>
              </w:rPr>
              <w:t>щих</w:t>
            </w:r>
            <w:proofErr w:type="spellEnd"/>
            <w:r w:rsidRPr="00186D26">
              <w:rPr>
                <w:rFonts w:ascii="Times New Roman" w:hAnsi="Times New Roman"/>
              </w:rPr>
              <w:t xml:space="preserve"> </w:t>
            </w:r>
            <w:proofErr w:type="spellStart"/>
            <w:r w:rsidRPr="00186D26">
              <w:rPr>
                <w:rFonts w:ascii="Times New Roman" w:hAnsi="Times New Roman"/>
              </w:rPr>
              <w:t>использова-ние</w:t>
            </w:r>
            <w:proofErr w:type="spellEnd"/>
            <w:r w:rsidRPr="00186D26">
              <w:rPr>
                <w:rFonts w:ascii="Times New Roman" w:hAnsi="Times New Roman"/>
              </w:rPr>
              <w:t xml:space="preserve"> новых техно-логий и </w:t>
            </w:r>
            <w:proofErr w:type="spellStart"/>
            <w:r w:rsidRPr="00186D26">
              <w:rPr>
                <w:rFonts w:ascii="Times New Roman" w:hAnsi="Times New Roman"/>
              </w:rPr>
              <w:t>материа</w:t>
            </w:r>
            <w:proofErr w:type="spellEnd"/>
            <w:r w:rsidRPr="00186D26">
              <w:rPr>
                <w:rFonts w:ascii="Times New Roman" w:hAnsi="Times New Roman"/>
              </w:rPr>
              <w:t>-лов, включенных в реестр новых и наилучших технологий, материалов и технологических решений повтор-</w:t>
            </w:r>
            <w:proofErr w:type="spellStart"/>
            <w:r w:rsidRPr="00186D26">
              <w:rPr>
                <w:rFonts w:ascii="Times New Roman" w:hAnsi="Times New Roman"/>
              </w:rPr>
              <w:t>ного</w:t>
            </w:r>
            <w:proofErr w:type="spellEnd"/>
            <w:r w:rsidRPr="00186D26">
              <w:rPr>
                <w:rFonts w:ascii="Times New Roman" w:hAnsi="Times New Roman"/>
              </w:rPr>
              <w:t xml:space="preserve"> применения, до 80% в общем объеме новых государственных контрактов </w:t>
            </w:r>
            <w:proofErr w:type="gramStart"/>
            <w:r w:rsidRPr="00186D26">
              <w:rPr>
                <w:rFonts w:ascii="Times New Roman" w:hAnsi="Times New Roman"/>
              </w:rPr>
              <w:t>на</w:t>
            </w:r>
            <w:proofErr w:type="gramEnd"/>
            <w:r w:rsidRPr="00186D26">
              <w:rPr>
                <w:rFonts w:ascii="Times New Roman" w:hAnsi="Times New Roman"/>
              </w:rPr>
              <w:t xml:space="preserve"> </w:t>
            </w:r>
          </w:p>
          <w:p w:rsidR="00622B37" w:rsidRPr="00186D26" w:rsidRDefault="00622B37" w:rsidP="00B1093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выполнение работ по </w:t>
            </w:r>
            <w:proofErr w:type="gramStart"/>
            <w:r w:rsidRPr="00186D26">
              <w:rPr>
                <w:rFonts w:ascii="Times New Roman" w:hAnsi="Times New Roman"/>
              </w:rPr>
              <w:t>капитальному</w:t>
            </w:r>
            <w:proofErr w:type="gramEnd"/>
            <w:r w:rsidRPr="00186D26">
              <w:rPr>
                <w:rFonts w:ascii="Times New Roman" w:hAnsi="Times New Roman"/>
              </w:rPr>
              <w:t xml:space="preserve"> </w:t>
            </w:r>
          </w:p>
          <w:p w:rsidR="00622B37" w:rsidRPr="00186D26" w:rsidRDefault="00622B37" w:rsidP="00B1093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ремонту, ремонту и содержанию автомобильных дорог; </w:t>
            </w:r>
          </w:p>
          <w:p w:rsidR="00622B37" w:rsidRPr="00186D26" w:rsidRDefault="00622B37" w:rsidP="00B10933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доли контрактов</w:t>
            </w:r>
          </w:p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>на осуществление дорожной деятельности в рамках национального проекта, предусматрива</w:t>
            </w:r>
            <w:proofErr w:type="gramStart"/>
            <w:r w:rsidRPr="00186D26">
              <w:rPr>
                <w:rFonts w:ascii="Times New Roman" w:hAnsi="Times New Roman"/>
              </w:rPr>
              <w:t>ю-</w:t>
            </w:r>
            <w:proofErr w:type="gramEnd"/>
            <w:r w:rsidRPr="00186D26">
              <w:rPr>
                <w:rFonts w:ascii="Times New Roman" w:hAnsi="Times New Roman"/>
              </w:rPr>
              <w:t xml:space="preserve"> </w:t>
            </w:r>
            <w:proofErr w:type="spellStart"/>
            <w:r w:rsidRPr="00186D26">
              <w:rPr>
                <w:rFonts w:ascii="Times New Roman" w:hAnsi="Times New Roman"/>
              </w:rPr>
              <w:t>щих</w:t>
            </w:r>
            <w:proofErr w:type="spellEnd"/>
            <w:r w:rsidRPr="00186D26">
              <w:rPr>
                <w:rFonts w:ascii="Times New Roman" w:hAnsi="Times New Roman"/>
              </w:rPr>
              <w:t xml:space="preserve"> выполнение работ на </w:t>
            </w:r>
            <w:proofErr w:type="spellStart"/>
            <w:r w:rsidRPr="00186D26">
              <w:rPr>
                <w:rFonts w:ascii="Times New Roman" w:hAnsi="Times New Roman"/>
              </w:rPr>
              <w:t>принци</w:t>
            </w:r>
            <w:proofErr w:type="spellEnd"/>
            <w:r w:rsidRPr="00186D26">
              <w:rPr>
                <w:rFonts w:ascii="Times New Roman" w:hAnsi="Times New Roman"/>
              </w:rPr>
              <w:t>-пах контракта жизненного цикла, предусматриваю-</w:t>
            </w:r>
          </w:p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proofErr w:type="spellStart"/>
            <w:r w:rsidRPr="00186D26">
              <w:rPr>
                <w:rFonts w:ascii="Times New Roman" w:hAnsi="Times New Roman"/>
              </w:rPr>
              <w:t>щих</w:t>
            </w:r>
            <w:proofErr w:type="spellEnd"/>
            <w:r w:rsidRPr="00186D26">
              <w:rPr>
                <w:rFonts w:ascii="Times New Roman" w:hAnsi="Times New Roman"/>
              </w:rPr>
              <w:t xml:space="preserve"> объединение</w:t>
            </w:r>
          </w:p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в один контракт различных видов </w:t>
            </w:r>
          </w:p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дорожных работ,         до 70% в общем объеме новых государственных контрактов на выполнение работ по </w:t>
            </w:r>
            <w:proofErr w:type="gramStart"/>
            <w:r w:rsidRPr="00186D26">
              <w:rPr>
                <w:rFonts w:ascii="Times New Roman" w:hAnsi="Times New Roman"/>
              </w:rPr>
              <w:t>капитальному</w:t>
            </w:r>
            <w:proofErr w:type="gramEnd"/>
          </w:p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ремонту, ремонту и содержанию автомобильных дорог; </w:t>
            </w:r>
          </w:p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внедрение </w:t>
            </w:r>
            <w:proofErr w:type="spellStart"/>
            <w:proofErr w:type="gramStart"/>
            <w:r w:rsidRPr="00186D26">
              <w:rPr>
                <w:rFonts w:ascii="Times New Roman" w:hAnsi="Times New Roman"/>
              </w:rPr>
              <w:t>интел-лектуальных</w:t>
            </w:r>
            <w:proofErr w:type="spellEnd"/>
            <w:proofErr w:type="gramEnd"/>
            <w:r w:rsidRPr="00186D26">
              <w:rPr>
                <w:rFonts w:ascii="Times New Roman" w:hAnsi="Times New Roman"/>
              </w:rPr>
              <w:t xml:space="preserve"> транспортных систем на </w:t>
            </w:r>
            <w:proofErr w:type="spellStart"/>
            <w:r w:rsidRPr="00186D26">
              <w:rPr>
                <w:rFonts w:ascii="Times New Roman" w:hAnsi="Times New Roman"/>
              </w:rPr>
              <w:t>террито-рии</w:t>
            </w:r>
            <w:proofErr w:type="spellEnd"/>
            <w:r w:rsidRPr="00186D26">
              <w:rPr>
                <w:rFonts w:ascii="Times New Roman" w:hAnsi="Times New Roman"/>
              </w:rPr>
              <w:t xml:space="preserve"> Рязанской области - 1 шт.;</w:t>
            </w:r>
          </w:p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размещение автоматических пунктов </w:t>
            </w:r>
            <w:proofErr w:type="spellStart"/>
            <w:proofErr w:type="gramStart"/>
            <w:r w:rsidRPr="00186D26">
              <w:rPr>
                <w:rFonts w:ascii="Times New Roman" w:hAnsi="Times New Roman"/>
              </w:rPr>
              <w:t>весогаба-ритного</w:t>
            </w:r>
            <w:proofErr w:type="spellEnd"/>
            <w:proofErr w:type="gramEnd"/>
            <w:r w:rsidRPr="00186D26">
              <w:rPr>
                <w:rFonts w:ascii="Times New Roman" w:hAnsi="Times New Roman"/>
              </w:rPr>
              <w:t xml:space="preserve"> контроля транспортных </w:t>
            </w:r>
          </w:p>
        </w:tc>
      </w:tr>
      <w:tr w:rsidR="00622B37" w:rsidRPr="00450941" w:rsidTr="00544265">
        <w:trPr>
          <w:cantSplit/>
          <w:trHeight w:val="140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622B37" w:rsidRPr="00450941" w:rsidRDefault="00622B3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shd w:val="clear" w:color="auto" w:fill="auto"/>
          </w:tcPr>
          <w:p w:rsidR="00622B37" w:rsidRPr="00450941" w:rsidRDefault="00622B37" w:rsidP="007018B7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360000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</w:p>
        </w:tc>
      </w:tr>
      <w:tr w:rsidR="00622B37" w:rsidRPr="00450941" w:rsidTr="00544265">
        <w:trPr>
          <w:cantSplit/>
          <w:trHeight w:val="1374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622B37" w:rsidRPr="00450941" w:rsidRDefault="00622B3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22B37" w:rsidRPr="00450941" w:rsidRDefault="00622B37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CE3CB0" w:rsidRDefault="00622B37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областной бюджет      из них:</w:t>
            </w:r>
          </w:p>
          <w:p w:rsidR="00622B37" w:rsidRPr="00CE3CB0" w:rsidRDefault="00622B37" w:rsidP="00A023A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235921,70079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193242,16279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42679,538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</w:p>
        </w:tc>
      </w:tr>
      <w:tr w:rsidR="00622B37" w:rsidRPr="00450941" w:rsidTr="00544265">
        <w:trPr>
          <w:cantSplit/>
          <w:trHeight w:val="1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622B37" w:rsidRPr="00450941" w:rsidRDefault="00622B37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CE3CB0" w:rsidRDefault="00622B37" w:rsidP="00A023A3">
            <w:pPr>
              <w:ind w:right="-108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622B37" w:rsidRPr="00CE3CB0" w:rsidRDefault="00622B37" w:rsidP="00A023A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235921,70079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193242,16279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42679,538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CE3CB0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CE3CB0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</w:p>
        </w:tc>
      </w:tr>
      <w:tr w:rsidR="00622B37" w:rsidRPr="00450941" w:rsidTr="00544265">
        <w:trPr>
          <w:cantSplit/>
          <w:trHeight w:val="31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622B37" w:rsidRPr="00450941" w:rsidRDefault="00622B3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Субсидии бюджетам муниципальных образований Рязанской области на капитальный ремонт, ремонт и содержание социально значимых объектов -</w:t>
            </w:r>
          </w:p>
          <w:p w:rsidR="00622B37" w:rsidRPr="00450941" w:rsidRDefault="00622B37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622B37" w:rsidRPr="00450941" w:rsidRDefault="00622B37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622B37" w:rsidRPr="00450941" w:rsidRDefault="00622B37" w:rsidP="00A023A3">
            <w:pPr>
              <w:ind w:left="-57" w:right="-57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 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782A68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309487,7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782A68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782A68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782A68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782A68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782A68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69487,7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782A68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782A68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782A68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782A68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</w:p>
        </w:tc>
      </w:tr>
      <w:tr w:rsidR="00622B37" w:rsidRPr="00450941" w:rsidTr="00544265">
        <w:trPr>
          <w:cantSplit/>
          <w:trHeight w:val="98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622B37" w:rsidRPr="00450941" w:rsidRDefault="00622B37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309487,7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69487,7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120000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57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</w:p>
        </w:tc>
      </w:tr>
      <w:tr w:rsidR="00622B37" w:rsidRPr="00450941" w:rsidTr="00544265">
        <w:trPr>
          <w:cantSplit/>
          <w:trHeight w:val="98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Содержание автомобильных дорог общего пользования регионального или </w:t>
            </w:r>
            <w:r w:rsidRPr="00450941">
              <w:rPr>
                <w:rFonts w:ascii="Times New Roman" w:hAnsi="Times New Roman"/>
                <w:spacing w:val="-2"/>
              </w:rPr>
              <w:t>межмуниципального</w:t>
            </w:r>
            <w:r w:rsidRPr="00450941">
              <w:rPr>
                <w:rFonts w:ascii="Times New Roman" w:hAnsi="Times New Roman"/>
              </w:rPr>
              <w:t xml:space="preserve"> значения и </w:t>
            </w:r>
          </w:p>
          <w:p w:rsidR="00622B37" w:rsidRPr="00450941" w:rsidRDefault="00622B37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искусственных сооружений </w:t>
            </w:r>
            <w:proofErr w:type="gramStart"/>
            <w:r w:rsidRPr="00450941">
              <w:rPr>
                <w:rFonts w:ascii="Times New Roman" w:hAnsi="Times New Roman"/>
              </w:rPr>
              <w:t>на</w:t>
            </w:r>
            <w:proofErr w:type="gramEnd"/>
          </w:p>
          <w:p w:rsidR="00622B37" w:rsidRPr="00450941" w:rsidRDefault="00622B37" w:rsidP="00A023A3">
            <w:pPr>
              <w:rPr>
                <w:rFonts w:ascii="Times New Roman" w:hAnsi="Times New Roman"/>
                <w:bCs/>
                <w:vertAlign w:val="superscript"/>
              </w:rPr>
            </w:pPr>
            <w:r w:rsidRPr="00450941">
              <w:rPr>
                <w:rFonts w:ascii="Times New Roman" w:hAnsi="Times New Roman"/>
              </w:rPr>
              <w:t>них</w:t>
            </w:r>
            <w:proofErr w:type="gramStart"/>
            <w:r w:rsidRPr="00450941">
              <w:rPr>
                <w:rFonts w:ascii="Times New Roman" w:hAnsi="Times New Roman"/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22B37" w:rsidRPr="00450941" w:rsidRDefault="00622B37" w:rsidP="00A023A3">
            <w:pPr>
              <w:ind w:left="-57" w:right="-57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</w:t>
            </w:r>
          </w:p>
          <w:p w:rsidR="00622B37" w:rsidRPr="00450941" w:rsidRDefault="00622B37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18851</w:t>
            </w:r>
            <w:r>
              <w:rPr>
                <w:rFonts w:ascii="Times New Roman" w:hAnsi="Times New Roman"/>
              </w:rPr>
              <w:t>2</w:t>
            </w:r>
            <w:r w:rsidRPr="00450941">
              <w:rPr>
                <w:rFonts w:ascii="Times New Roman" w:hAnsi="Times New Roman"/>
              </w:rPr>
              <w:t>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188512,3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622B37" w:rsidRPr="00450941" w:rsidTr="00544265">
        <w:trPr>
          <w:cantSplit/>
          <w:trHeight w:val="12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622B37" w:rsidRPr="00450941" w:rsidRDefault="00622B3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22B37" w:rsidRPr="00450941" w:rsidRDefault="00622B37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ind w:left="-57" w:right="-57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B30A7E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50512,3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B30A7E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B30A7E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B30A7E">
            <w:pPr>
              <w:ind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B30A7E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B30A7E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50512,3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средств на </w:t>
            </w:r>
            <w:proofErr w:type="spellStart"/>
            <w:proofErr w:type="gramStart"/>
            <w:r w:rsidRPr="00186D26">
              <w:rPr>
                <w:rFonts w:ascii="Times New Roman" w:hAnsi="Times New Roman"/>
              </w:rPr>
              <w:t>автомо-бильных</w:t>
            </w:r>
            <w:proofErr w:type="spellEnd"/>
            <w:proofErr w:type="gramEnd"/>
            <w:r w:rsidRPr="00186D26">
              <w:rPr>
                <w:rFonts w:ascii="Times New Roman" w:hAnsi="Times New Roman"/>
              </w:rPr>
              <w:t xml:space="preserve"> дорогах</w:t>
            </w:r>
          </w:p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регионального или </w:t>
            </w:r>
            <w:proofErr w:type="spellStart"/>
            <w:r w:rsidRPr="00186D26">
              <w:rPr>
                <w:rFonts w:ascii="Times New Roman" w:hAnsi="Times New Roman"/>
              </w:rPr>
              <w:t>межмуниципально</w:t>
            </w:r>
            <w:proofErr w:type="spellEnd"/>
            <w:r w:rsidRPr="00186D26">
              <w:rPr>
                <w:rFonts w:ascii="Times New Roman" w:hAnsi="Times New Roman"/>
              </w:rPr>
              <w:t>-</w:t>
            </w:r>
          </w:p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ascii="Times New Roman" w:hAnsi="Times New Roman"/>
              </w:rPr>
            </w:pPr>
            <w:proofErr w:type="spellStart"/>
            <w:r w:rsidRPr="00186D26">
              <w:rPr>
                <w:rFonts w:ascii="Times New Roman" w:hAnsi="Times New Roman"/>
              </w:rPr>
              <w:t>го</w:t>
            </w:r>
            <w:proofErr w:type="spellEnd"/>
            <w:r w:rsidRPr="00186D26">
              <w:rPr>
                <w:rFonts w:ascii="Times New Roman" w:hAnsi="Times New Roman"/>
              </w:rPr>
              <w:t xml:space="preserve"> значения - 8 шт.;</w:t>
            </w:r>
          </w:p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установка стационарных камер </w:t>
            </w:r>
          </w:p>
        </w:tc>
      </w:tr>
      <w:tr w:rsidR="00622B37" w:rsidRPr="00450941" w:rsidTr="00544265">
        <w:trPr>
          <w:cantSplit/>
          <w:trHeight w:val="988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622B37" w:rsidRPr="00450941" w:rsidRDefault="00622B3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</w:tcPr>
          <w:p w:rsidR="00622B37" w:rsidRPr="00450941" w:rsidRDefault="00622B37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областной бюджет      из них:</w:t>
            </w:r>
          </w:p>
          <w:p w:rsidR="00622B37" w:rsidRPr="00450941" w:rsidRDefault="00622B37" w:rsidP="00A023A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proofErr w:type="spellStart"/>
            <w:r w:rsidRPr="00186D26">
              <w:rPr>
                <w:rFonts w:ascii="Times New Roman" w:hAnsi="Times New Roman"/>
              </w:rPr>
              <w:t>фотовидеофикса-ции</w:t>
            </w:r>
            <w:proofErr w:type="spellEnd"/>
            <w:r w:rsidRPr="00186D26">
              <w:rPr>
                <w:rFonts w:ascii="Times New Roman" w:hAnsi="Times New Roman"/>
              </w:rPr>
              <w:t xml:space="preserve"> нарушений правил дорожного движения на автомобильных дорогах </w:t>
            </w:r>
          </w:p>
        </w:tc>
      </w:tr>
      <w:tr w:rsidR="00622B37" w:rsidRPr="00450941" w:rsidTr="00544265">
        <w:trPr>
          <w:cantSplit/>
          <w:trHeight w:val="98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22B37" w:rsidRPr="00450941" w:rsidRDefault="00622B37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2B37" w:rsidRPr="00450941" w:rsidRDefault="00622B37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622B37" w:rsidRPr="00450941" w:rsidRDefault="00622B37" w:rsidP="00A023A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138000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622B37" w:rsidRPr="00450941" w:rsidRDefault="00622B37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622B37" w:rsidRPr="00186D26" w:rsidRDefault="00622B37" w:rsidP="00A023A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  <w:r w:rsidRPr="00186D26">
              <w:rPr>
                <w:rFonts w:ascii="Times New Roman" w:hAnsi="Times New Roman"/>
              </w:rPr>
              <w:t xml:space="preserve">федерального, регионального или </w:t>
            </w:r>
            <w:proofErr w:type="spellStart"/>
            <w:proofErr w:type="gramStart"/>
            <w:r w:rsidRPr="00186D26">
              <w:rPr>
                <w:rFonts w:ascii="Times New Roman" w:hAnsi="Times New Roman"/>
              </w:rPr>
              <w:t>межмуниципаль-ного</w:t>
            </w:r>
            <w:proofErr w:type="spellEnd"/>
            <w:proofErr w:type="gramEnd"/>
            <w:r w:rsidRPr="00186D26">
              <w:rPr>
                <w:rFonts w:ascii="Times New Roman" w:hAnsi="Times New Roman"/>
              </w:rPr>
              <w:t>, местного значения до 243 шт./311%</w:t>
            </w:r>
          </w:p>
        </w:tc>
      </w:tr>
      <w:tr w:rsidR="00376043" w:rsidRPr="00450941" w:rsidTr="00544265">
        <w:trPr>
          <w:cantSplit/>
          <w:trHeight w:val="13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376043" w:rsidRPr="00450941" w:rsidRDefault="00376043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76043" w:rsidRPr="00450941" w:rsidRDefault="00376043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Капитальный ремонт и ремонт </w:t>
            </w: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автомобильных дорог общего пользования</w:t>
            </w:r>
          </w:p>
          <w:p w:rsidR="00376043" w:rsidRPr="00450941" w:rsidRDefault="00376043" w:rsidP="00A023A3">
            <w:pPr>
              <w:ind w:right="-103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регионального или межмуниципального значения и </w:t>
            </w:r>
            <w:proofErr w:type="gramStart"/>
            <w:r w:rsidRPr="00450941">
              <w:rPr>
                <w:rFonts w:ascii="Times New Roman" w:hAnsi="Times New Roman"/>
              </w:rPr>
              <w:t>искусственных</w:t>
            </w:r>
            <w:proofErr w:type="gramEnd"/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сооружений на них</w:t>
            </w: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76043" w:rsidRPr="00450941" w:rsidRDefault="00376043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Минтранс Рязанской области</w:t>
            </w: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376043" w:rsidRPr="00450941" w:rsidRDefault="00376043" w:rsidP="00A023A3">
            <w:pPr>
              <w:ind w:left="-57" w:right="-57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ГКУ Рязанской области «ДДРО»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всего,</w:t>
            </w:r>
          </w:p>
          <w:p w:rsidR="00376043" w:rsidRPr="00450941" w:rsidRDefault="00376043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C060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97921,70079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55242,16279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C060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42679,538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76043" w:rsidRPr="00186D26" w:rsidRDefault="00376043" w:rsidP="00A023A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376043" w:rsidRPr="00450941" w:rsidTr="00544265">
        <w:trPr>
          <w:cantSplit/>
          <w:trHeight w:val="1403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376043" w:rsidRPr="00450941" w:rsidRDefault="00376043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</w:tcPr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76043" w:rsidRPr="00450941" w:rsidRDefault="00376043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областной бюджет      из них:</w:t>
            </w:r>
          </w:p>
          <w:p w:rsidR="00376043" w:rsidRPr="00450941" w:rsidRDefault="00376043" w:rsidP="00A023A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C060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97921,70079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55242,16279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C060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42679,538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376043" w:rsidRPr="00450941" w:rsidTr="00544265">
        <w:trPr>
          <w:cantSplit/>
          <w:trHeight w:val="155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76043" w:rsidRPr="00450941" w:rsidRDefault="00376043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бюджетные ассигнования дорожного фонда</w:t>
            </w:r>
          </w:p>
          <w:p w:rsidR="00376043" w:rsidRPr="00450941" w:rsidRDefault="00376043" w:rsidP="00A023A3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C060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97921,70079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55242,16279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C060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42679,538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376043" w:rsidRPr="00450941" w:rsidTr="00544265">
        <w:trPr>
          <w:cantSplit/>
          <w:trHeight w:val="15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376043" w:rsidRPr="00450941" w:rsidRDefault="00376043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76043" w:rsidRPr="00450941" w:rsidRDefault="00376043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ИТОГО,</w:t>
            </w: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в том числе:</w:t>
            </w:r>
          </w:p>
          <w:p w:rsidR="00376043" w:rsidRPr="00450941" w:rsidRDefault="00376043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376043" w:rsidRPr="00450941" w:rsidRDefault="00376043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376043" w:rsidRPr="00450941" w:rsidRDefault="00376043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376043" w:rsidRPr="00450941" w:rsidRDefault="00376043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376043" w:rsidRPr="00450941" w:rsidRDefault="00376043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376043" w:rsidRPr="00450941" w:rsidRDefault="00376043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C060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65656016,14657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5003886,16219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5575889,0127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 w:hanging="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5312357,31397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7038851,46016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C060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9060186,07507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10338858,8147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11177824,30778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7427031,5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4721131,5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376043" w:rsidRPr="00450941" w:rsidTr="00544265">
        <w:trPr>
          <w:cantSplit/>
          <w:trHeight w:val="1498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</w:tcPr>
          <w:p w:rsidR="00376043" w:rsidRPr="00450941" w:rsidRDefault="00376043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федеральный</w:t>
            </w: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бюджет</w:t>
            </w: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C0600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16113185,43717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1066666,5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935107,68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1054935,41717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2743710,7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C0600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2134543,34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2088648,8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1859673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3549900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680000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376043" w:rsidRPr="00450941" w:rsidTr="00544265">
        <w:trPr>
          <w:cantSplit/>
          <w:trHeight w:val="98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76043" w:rsidRPr="00450941" w:rsidRDefault="00376043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областной бюджет, </w:t>
            </w: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из них:</w:t>
            </w: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CD60D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49542830,7094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3937219,66219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4640781,3327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4257421,8968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4295140,76016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CD60D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6925642,73507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8250210,0147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9318151,30778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3877131,5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4041131,5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  <w:tr w:rsidR="00376043" w:rsidRPr="00450941" w:rsidTr="00544265">
        <w:trPr>
          <w:cantSplit/>
          <w:trHeight w:val="157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76043" w:rsidRPr="00450941" w:rsidRDefault="00376043" w:rsidP="00A023A3">
            <w:pPr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ind w:right="-108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 xml:space="preserve">бюджетные ассигнования дорожного фонда </w:t>
            </w: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  <w:p w:rsidR="00376043" w:rsidRPr="00450941" w:rsidRDefault="00376043" w:rsidP="00A023A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CD60D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48226741,88048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3782646,70277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4478583,1327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4110480,86602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4146888,14471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CD60DB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6780497,98128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8127297,93057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9196694,12243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3719826,5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376043" w:rsidRPr="00450941" w:rsidRDefault="00376043" w:rsidP="00A023A3">
            <w:pPr>
              <w:ind w:left="113" w:right="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3883826,5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043" w:rsidRPr="00450941" w:rsidRDefault="00376043" w:rsidP="00A023A3">
            <w:pPr>
              <w:autoSpaceDE w:val="0"/>
              <w:autoSpaceDN w:val="0"/>
              <w:adjustRightInd w:val="0"/>
              <w:spacing w:line="216" w:lineRule="auto"/>
              <w:ind w:right="-108"/>
              <w:rPr>
                <w:rFonts w:ascii="Times New Roman" w:hAnsi="Times New Roman"/>
              </w:rPr>
            </w:pPr>
          </w:p>
        </w:tc>
      </w:tr>
    </w:tbl>
    <w:p w:rsidR="000C37E8" w:rsidRPr="00D26F51" w:rsidRDefault="000C37E8" w:rsidP="00A023A3">
      <w:pPr>
        <w:ind w:left="-142"/>
        <w:jc w:val="both"/>
        <w:rPr>
          <w:rFonts w:ascii="Times New Roman" w:hAnsi="Times New Roman"/>
          <w:sz w:val="6"/>
          <w:szCs w:val="6"/>
          <w:vertAlign w:val="superscript"/>
        </w:rPr>
      </w:pPr>
    </w:p>
    <w:p w:rsidR="002856AA" w:rsidRPr="00450941" w:rsidRDefault="009960AC" w:rsidP="00A023A3">
      <w:pPr>
        <w:ind w:left="284"/>
        <w:jc w:val="both"/>
        <w:rPr>
          <w:rFonts w:ascii="Times New Roman" w:hAnsi="Times New Roman"/>
        </w:rPr>
      </w:pPr>
      <w:proofErr w:type="gramStart"/>
      <w:r w:rsidRPr="00450941">
        <w:rPr>
          <w:rFonts w:ascii="Times New Roman" w:hAnsi="Times New Roman"/>
          <w:vertAlign w:val="superscript"/>
        </w:rPr>
        <w:t>1</w:t>
      </w:r>
      <w:r w:rsidR="00D26F51">
        <w:rPr>
          <w:rFonts w:ascii="Times New Roman" w:hAnsi="Times New Roman"/>
        </w:rPr>
        <w:t> </w:t>
      </w:r>
      <w:r w:rsidR="00BC2F0E" w:rsidRPr="00450941">
        <w:rPr>
          <w:rFonts w:ascii="Times New Roman" w:hAnsi="Times New Roman"/>
        </w:rPr>
        <w:t>Объемы финансирования подпрограммы по годам и мероприятиям подлежат уточнению при изменении объемов средств, выделяемых из областного</w:t>
      </w:r>
      <w:r w:rsidR="004F36EA" w:rsidRPr="00450941">
        <w:rPr>
          <w:rFonts w:ascii="Times New Roman" w:hAnsi="Times New Roman"/>
        </w:rPr>
        <w:t xml:space="preserve"> и федерального</w:t>
      </w:r>
      <w:r w:rsidR="00CC31A1" w:rsidRPr="00450941">
        <w:rPr>
          <w:rFonts w:ascii="Times New Roman" w:hAnsi="Times New Roman"/>
        </w:rPr>
        <w:t xml:space="preserve"> бюджетов</w:t>
      </w:r>
      <w:r w:rsidR="00BC2F0E" w:rsidRPr="00450941">
        <w:rPr>
          <w:rFonts w:ascii="Times New Roman" w:hAnsi="Times New Roman"/>
        </w:rPr>
        <w:t>.</w:t>
      </w:r>
      <w:proofErr w:type="gramEnd"/>
    </w:p>
    <w:p w:rsidR="00BC2F0E" w:rsidRPr="00450941" w:rsidRDefault="009960AC" w:rsidP="00A023A3">
      <w:pPr>
        <w:ind w:left="-142" w:firstLine="426"/>
        <w:jc w:val="both"/>
        <w:rPr>
          <w:rFonts w:ascii="Times New Roman" w:hAnsi="Times New Roman"/>
        </w:rPr>
      </w:pPr>
      <w:r w:rsidRPr="00450941">
        <w:rPr>
          <w:rFonts w:ascii="Times New Roman" w:hAnsi="Times New Roman"/>
          <w:vertAlign w:val="superscript"/>
        </w:rPr>
        <w:t>2</w:t>
      </w:r>
      <w:r w:rsidR="00D26F51">
        <w:rPr>
          <w:rFonts w:ascii="Times New Roman" w:hAnsi="Times New Roman"/>
        </w:rPr>
        <w:t> </w:t>
      </w:r>
      <w:r w:rsidR="00BC2F0E" w:rsidRPr="00450941">
        <w:rPr>
          <w:rFonts w:ascii="Times New Roman" w:hAnsi="Times New Roman"/>
        </w:rPr>
        <w:t>Планируемые объемы фи</w:t>
      </w:r>
      <w:r w:rsidR="00B662EF" w:rsidRPr="00450941">
        <w:rPr>
          <w:rFonts w:ascii="Times New Roman" w:hAnsi="Times New Roman"/>
        </w:rPr>
        <w:t>нансирования приведены в таблиц</w:t>
      </w:r>
      <w:r w:rsidR="0071487E" w:rsidRPr="00450941">
        <w:rPr>
          <w:rFonts w:ascii="Times New Roman" w:hAnsi="Times New Roman"/>
        </w:rPr>
        <w:t>е</w:t>
      </w:r>
      <w:r w:rsidR="00A131D5" w:rsidRPr="00450941">
        <w:rPr>
          <w:rFonts w:ascii="Times New Roman" w:hAnsi="Times New Roman"/>
        </w:rPr>
        <w:t xml:space="preserve"> № </w:t>
      </w:r>
      <w:r w:rsidR="00B662EF" w:rsidRPr="00450941">
        <w:rPr>
          <w:rFonts w:ascii="Times New Roman" w:hAnsi="Times New Roman"/>
        </w:rPr>
        <w:t>2.1</w:t>
      </w:r>
      <w:r w:rsidR="00BC2F0E" w:rsidRPr="00450941">
        <w:rPr>
          <w:rFonts w:ascii="Times New Roman" w:hAnsi="Times New Roman"/>
        </w:rPr>
        <w:t>.</w:t>
      </w:r>
    </w:p>
    <w:p w:rsidR="00BC2F0E" w:rsidRPr="00450941" w:rsidRDefault="00A97CB9" w:rsidP="00A023A3">
      <w:pPr>
        <w:spacing w:line="226" w:lineRule="auto"/>
        <w:ind w:left="-142" w:firstLine="426"/>
        <w:jc w:val="both"/>
        <w:rPr>
          <w:rFonts w:ascii="Times New Roman" w:hAnsi="Times New Roman"/>
        </w:rPr>
      </w:pPr>
      <w:r w:rsidRPr="00450941">
        <w:rPr>
          <w:rFonts w:ascii="Times New Roman" w:hAnsi="Times New Roman"/>
          <w:vertAlign w:val="superscript"/>
        </w:rPr>
        <w:t>3</w:t>
      </w:r>
      <w:r w:rsidR="00D26F51">
        <w:rPr>
          <w:rFonts w:ascii="Times New Roman" w:hAnsi="Times New Roman"/>
        </w:rPr>
        <w:t> </w:t>
      </w:r>
      <w:r w:rsidR="00BC2F0E" w:rsidRPr="00450941">
        <w:rPr>
          <w:rFonts w:ascii="Times New Roman" w:hAnsi="Times New Roman"/>
        </w:rPr>
        <w:t>Планируемые объемы финансирования по объектам приведены в таблицах № 3.1, 3.2.</w:t>
      </w:r>
    </w:p>
    <w:p w:rsidR="00E24EE7" w:rsidRPr="00450941" w:rsidRDefault="00A97CB9" w:rsidP="00A023A3">
      <w:pPr>
        <w:ind w:left="-142" w:firstLine="426"/>
        <w:jc w:val="both"/>
        <w:rPr>
          <w:rFonts w:ascii="Times New Roman" w:hAnsi="Times New Roman"/>
        </w:rPr>
      </w:pPr>
      <w:r w:rsidRPr="00450941">
        <w:rPr>
          <w:rFonts w:ascii="Times New Roman" w:hAnsi="Times New Roman"/>
          <w:vertAlign w:val="superscript"/>
        </w:rPr>
        <w:t>4</w:t>
      </w:r>
      <w:r w:rsidR="00D26F51">
        <w:rPr>
          <w:rFonts w:ascii="Times New Roman" w:hAnsi="Times New Roman"/>
        </w:rPr>
        <w:t> </w:t>
      </w:r>
      <w:r w:rsidR="00BC2F0E" w:rsidRPr="00450941">
        <w:rPr>
          <w:rFonts w:ascii="Times New Roman" w:hAnsi="Times New Roman"/>
        </w:rPr>
        <w:t>Планируемые объемы финансирования по объектам приведены в таблице № 4.</w:t>
      </w:r>
    </w:p>
    <w:p w:rsidR="00BC2F0E" w:rsidRPr="00450941" w:rsidRDefault="00E24EE7" w:rsidP="00A023A3">
      <w:pPr>
        <w:ind w:left="284"/>
        <w:jc w:val="both"/>
        <w:rPr>
          <w:rFonts w:ascii="Times New Roman" w:hAnsi="Times New Roman"/>
        </w:rPr>
      </w:pPr>
      <w:proofErr w:type="gramStart"/>
      <w:r w:rsidRPr="00450941">
        <w:rPr>
          <w:rFonts w:ascii="Times New Roman" w:hAnsi="Times New Roman"/>
          <w:vertAlign w:val="superscript"/>
        </w:rPr>
        <w:t>5</w:t>
      </w:r>
      <w:r w:rsidR="00D26F51">
        <w:rPr>
          <w:rFonts w:ascii="Times New Roman" w:hAnsi="Times New Roman"/>
        </w:rPr>
        <w:t> </w:t>
      </w:r>
      <w:r w:rsidRPr="00450941">
        <w:rPr>
          <w:rFonts w:ascii="Times New Roman" w:hAnsi="Times New Roman"/>
        </w:rPr>
        <w:t>Средства областного бюджета, источником финансового обеспечения котор</w:t>
      </w:r>
      <w:r w:rsidR="00BE2105" w:rsidRPr="00450941">
        <w:rPr>
          <w:rFonts w:ascii="Times New Roman" w:hAnsi="Times New Roman"/>
        </w:rPr>
        <w:t>ых</w:t>
      </w:r>
      <w:r w:rsidRPr="00450941">
        <w:rPr>
          <w:rFonts w:ascii="Times New Roman" w:hAnsi="Times New Roman"/>
        </w:rPr>
        <w:t xml:space="preserve"> являются иные межбюджетные трансферты, предоставляемые на достижение целевых показателей региональных программ в сфере дорожного хозяйства, предусматривающих осуществление крупных особо важных для социально-экономического развития Российской Федерации проектов</w:t>
      </w:r>
      <w:r w:rsidR="00BE2105" w:rsidRPr="00450941">
        <w:rPr>
          <w:rFonts w:ascii="Times New Roman" w:hAnsi="Times New Roman"/>
        </w:rPr>
        <w:t>,</w:t>
      </w:r>
      <w:r w:rsidRPr="00450941">
        <w:rPr>
          <w:rFonts w:ascii="Times New Roman" w:hAnsi="Times New Roman"/>
        </w:rPr>
        <w:t xml:space="preserve"> расходуются на строительство автодороги «Шацк - </w:t>
      </w:r>
      <w:proofErr w:type="spellStart"/>
      <w:r w:rsidRPr="00450941">
        <w:rPr>
          <w:rFonts w:ascii="Times New Roman" w:hAnsi="Times New Roman"/>
        </w:rPr>
        <w:t>Касимов</w:t>
      </w:r>
      <w:proofErr w:type="spellEnd"/>
      <w:r w:rsidRPr="00450941">
        <w:rPr>
          <w:rFonts w:ascii="Times New Roman" w:hAnsi="Times New Roman"/>
        </w:rPr>
        <w:t xml:space="preserve">» на участке обхода г. Сасово  с подъездом  к автодороге «Сасово - Восход - </w:t>
      </w:r>
      <w:proofErr w:type="spellStart"/>
      <w:r w:rsidRPr="00450941">
        <w:rPr>
          <w:rFonts w:ascii="Times New Roman" w:hAnsi="Times New Roman"/>
        </w:rPr>
        <w:t>Кадом</w:t>
      </w:r>
      <w:proofErr w:type="spellEnd"/>
      <w:r w:rsidRPr="00450941">
        <w:rPr>
          <w:rFonts w:ascii="Times New Roman" w:hAnsi="Times New Roman"/>
        </w:rPr>
        <w:t>», 1 очередь</w:t>
      </w:r>
      <w:r w:rsidR="00D26F51">
        <w:rPr>
          <w:rFonts w:ascii="Times New Roman" w:hAnsi="Times New Roman"/>
        </w:rPr>
        <w:t xml:space="preserve"> </w:t>
      </w:r>
      <w:r w:rsidRPr="00450941">
        <w:rPr>
          <w:rFonts w:ascii="Times New Roman" w:hAnsi="Times New Roman"/>
        </w:rPr>
        <w:t>(1 пусковой комплекс)</w:t>
      </w:r>
      <w:r w:rsidR="00BE2105" w:rsidRPr="00450941">
        <w:rPr>
          <w:rFonts w:ascii="Times New Roman" w:hAnsi="Times New Roman"/>
        </w:rPr>
        <w:t xml:space="preserve"> (подпункт </w:t>
      </w:r>
      <w:r w:rsidRPr="00450941">
        <w:rPr>
          <w:rFonts w:ascii="Times New Roman" w:hAnsi="Times New Roman"/>
        </w:rPr>
        <w:t>15.1 таблицы</w:t>
      </w:r>
      <w:proofErr w:type="gramEnd"/>
      <w:r w:rsidRPr="00450941">
        <w:rPr>
          <w:rFonts w:ascii="Times New Roman" w:hAnsi="Times New Roman"/>
        </w:rPr>
        <w:t xml:space="preserve"> № 4</w:t>
      </w:r>
      <w:r w:rsidR="00BE2105" w:rsidRPr="00450941">
        <w:rPr>
          <w:rFonts w:ascii="Times New Roman" w:hAnsi="Times New Roman"/>
        </w:rPr>
        <w:t>)</w:t>
      </w:r>
      <w:r w:rsidRPr="00450941">
        <w:rPr>
          <w:rFonts w:ascii="Times New Roman" w:hAnsi="Times New Roman"/>
        </w:rPr>
        <w:t>.</w:t>
      </w:r>
      <w:r w:rsidR="00E0679C" w:rsidRPr="00450941">
        <w:rPr>
          <w:rFonts w:ascii="Times New Roman" w:hAnsi="Times New Roman"/>
        </w:rPr>
        <w:t>».</w:t>
      </w:r>
    </w:p>
    <w:p w:rsidR="007018B7" w:rsidRDefault="007018B7" w:rsidP="00A023A3">
      <w:pPr>
        <w:jc w:val="right"/>
        <w:rPr>
          <w:rFonts w:ascii="Times New Roman" w:hAnsi="Times New Roman"/>
          <w:sz w:val="28"/>
          <w:szCs w:val="28"/>
        </w:rPr>
      </w:pPr>
    </w:p>
    <w:p w:rsidR="007018B7" w:rsidRDefault="007018B7" w:rsidP="00A023A3">
      <w:pPr>
        <w:jc w:val="right"/>
        <w:rPr>
          <w:rFonts w:ascii="Times New Roman" w:hAnsi="Times New Roman"/>
          <w:sz w:val="28"/>
          <w:szCs w:val="28"/>
        </w:rPr>
      </w:pPr>
    </w:p>
    <w:p w:rsidR="004C419C" w:rsidRPr="00450941" w:rsidRDefault="00A97CB9" w:rsidP="00A023A3">
      <w:pPr>
        <w:jc w:val="right"/>
        <w:rPr>
          <w:rFonts w:ascii="Times New Roman" w:hAnsi="Times New Roman"/>
          <w:sz w:val="28"/>
          <w:szCs w:val="28"/>
        </w:rPr>
      </w:pPr>
      <w:r w:rsidRPr="00450941">
        <w:rPr>
          <w:rFonts w:ascii="Times New Roman" w:hAnsi="Times New Roman"/>
          <w:sz w:val="28"/>
          <w:szCs w:val="28"/>
        </w:rPr>
        <w:t>«</w:t>
      </w:r>
      <w:r w:rsidR="00BE7C21" w:rsidRPr="00450941">
        <w:rPr>
          <w:rFonts w:ascii="Times New Roman" w:hAnsi="Times New Roman"/>
          <w:sz w:val="28"/>
          <w:szCs w:val="28"/>
        </w:rPr>
        <w:t>Т</w:t>
      </w:r>
      <w:r w:rsidR="005E4735" w:rsidRPr="00450941">
        <w:rPr>
          <w:rFonts w:ascii="Times New Roman" w:hAnsi="Times New Roman"/>
          <w:sz w:val="28"/>
          <w:szCs w:val="28"/>
        </w:rPr>
        <w:t>аблица № 2.1</w:t>
      </w:r>
    </w:p>
    <w:p w:rsidR="00866788" w:rsidRPr="00450941" w:rsidRDefault="00866788" w:rsidP="00A023A3">
      <w:pPr>
        <w:jc w:val="center"/>
        <w:rPr>
          <w:rFonts w:ascii="Times New Roman" w:hAnsi="Times New Roman"/>
          <w:sz w:val="28"/>
          <w:szCs w:val="28"/>
        </w:rPr>
      </w:pPr>
    </w:p>
    <w:p w:rsidR="004C419C" w:rsidRPr="00450941" w:rsidRDefault="004C419C" w:rsidP="00A023A3">
      <w:pPr>
        <w:jc w:val="center"/>
        <w:rPr>
          <w:rFonts w:ascii="Times New Roman" w:hAnsi="Times New Roman"/>
          <w:sz w:val="28"/>
          <w:szCs w:val="28"/>
        </w:rPr>
      </w:pPr>
      <w:r w:rsidRPr="00450941">
        <w:rPr>
          <w:rFonts w:ascii="Times New Roman" w:hAnsi="Times New Roman"/>
          <w:sz w:val="28"/>
          <w:szCs w:val="28"/>
        </w:rPr>
        <w:t xml:space="preserve">Планируемые объемы финансирования </w:t>
      </w:r>
    </w:p>
    <w:p w:rsidR="004C419C" w:rsidRPr="00450941" w:rsidRDefault="004C419C" w:rsidP="00A023A3">
      <w:pPr>
        <w:jc w:val="center"/>
        <w:rPr>
          <w:rFonts w:ascii="Times New Roman" w:hAnsi="Times New Roman"/>
          <w:sz w:val="28"/>
          <w:szCs w:val="28"/>
        </w:rPr>
      </w:pPr>
      <w:r w:rsidRPr="00450941">
        <w:rPr>
          <w:rFonts w:ascii="Times New Roman" w:hAnsi="Times New Roman"/>
          <w:sz w:val="28"/>
          <w:szCs w:val="28"/>
        </w:rPr>
        <w:t xml:space="preserve">по содержанию автомобильных дорог общего пользования регионального или  </w:t>
      </w:r>
    </w:p>
    <w:p w:rsidR="004C419C" w:rsidRPr="00450941" w:rsidRDefault="004C419C" w:rsidP="00A023A3">
      <w:pPr>
        <w:jc w:val="center"/>
        <w:rPr>
          <w:rFonts w:ascii="Times New Roman" w:hAnsi="Times New Roman"/>
          <w:sz w:val="28"/>
          <w:szCs w:val="28"/>
        </w:rPr>
      </w:pPr>
      <w:r w:rsidRPr="00450941">
        <w:rPr>
          <w:rFonts w:ascii="Times New Roman" w:hAnsi="Times New Roman"/>
          <w:sz w:val="28"/>
          <w:szCs w:val="28"/>
        </w:rPr>
        <w:t>межмуниципального значения и искусственных сооружений на них</w:t>
      </w:r>
      <w:r w:rsidR="006250E8" w:rsidRPr="0045094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по муниципальным образованиям Рязанской области </w:t>
      </w:r>
      <w:r w:rsidRPr="00450941">
        <w:rPr>
          <w:rFonts w:ascii="Times New Roman" w:hAnsi="Times New Roman"/>
          <w:sz w:val="28"/>
          <w:szCs w:val="28"/>
        </w:rPr>
        <w:t>на 2018-202</w:t>
      </w:r>
      <w:r w:rsidR="00C34718" w:rsidRPr="00450941">
        <w:rPr>
          <w:rFonts w:ascii="Times New Roman" w:hAnsi="Times New Roman"/>
          <w:sz w:val="28"/>
          <w:szCs w:val="28"/>
        </w:rPr>
        <w:t>4</w:t>
      </w:r>
      <w:r w:rsidRPr="00450941">
        <w:rPr>
          <w:rFonts w:ascii="Times New Roman" w:hAnsi="Times New Roman"/>
          <w:sz w:val="28"/>
          <w:szCs w:val="28"/>
        </w:rPr>
        <w:t xml:space="preserve"> годы</w:t>
      </w:r>
    </w:p>
    <w:p w:rsidR="004C419C" w:rsidRPr="00450941" w:rsidRDefault="004C419C" w:rsidP="00A023A3">
      <w:pPr>
        <w:spacing w:line="192" w:lineRule="auto"/>
        <w:jc w:val="center"/>
        <w:rPr>
          <w:rFonts w:ascii="Times New Roman" w:hAnsi="Times New Roman"/>
          <w:sz w:val="36"/>
          <w:szCs w:val="36"/>
        </w:rPr>
      </w:pPr>
    </w:p>
    <w:p w:rsidR="004C419C" w:rsidRPr="00450941" w:rsidRDefault="004C419C" w:rsidP="00A023A3">
      <w:pPr>
        <w:spacing w:line="192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6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3"/>
        <w:gridCol w:w="1558"/>
        <w:gridCol w:w="1418"/>
        <w:gridCol w:w="1558"/>
        <w:gridCol w:w="1422"/>
        <w:gridCol w:w="1417"/>
        <w:gridCol w:w="1134"/>
        <w:gridCol w:w="1134"/>
        <w:gridCol w:w="991"/>
      </w:tblGrid>
      <w:tr w:rsidR="00C0292A" w:rsidRPr="00450941" w:rsidTr="00B30A7E">
        <w:trPr>
          <w:trHeight w:val="427"/>
          <w:tblHeader/>
        </w:trPr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0292A" w:rsidRPr="00450941" w:rsidRDefault="00C0292A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450941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450941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403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0292A" w:rsidRPr="00450941" w:rsidRDefault="00C0292A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Наименование мероприятий и муниципальных образований</w:t>
            </w:r>
          </w:p>
          <w:p w:rsidR="00C0292A" w:rsidRPr="00450941" w:rsidRDefault="00C0292A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Рязанской области</w:t>
            </w:r>
          </w:p>
        </w:tc>
        <w:tc>
          <w:tcPr>
            <w:tcW w:w="10632" w:type="dxa"/>
            <w:gridSpan w:val="8"/>
            <w:shd w:val="clear" w:color="auto" w:fill="auto"/>
            <w:vAlign w:val="center"/>
          </w:tcPr>
          <w:p w:rsidR="00C0292A" w:rsidRPr="00450941" w:rsidRDefault="00C0292A" w:rsidP="00A023A3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C0292A" w:rsidRPr="00450941" w:rsidTr="00B30A7E">
        <w:trPr>
          <w:trHeight w:val="20"/>
          <w:tblHeader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0292A" w:rsidRPr="00450941" w:rsidRDefault="00C0292A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0292A" w:rsidRPr="00450941" w:rsidRDefault="00C0292A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C0292A" w:rsidRPr="00450941" w:rsidRDefault="00C0292A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907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292A" w:rsidRPr="00450941" w:rsidRDefault="00C0292A" w:rsidP="00A023A3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CC2AD7" w:rsidRPr="00450941" w:rsidTr="00B30A7E">
        <w:trPr>
          <w:trHeight w:val="421"/>
          <w:tblHeader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1558" w:type="dxa"/>
            <w:tcBorders>
              <w:bottom w:val="nil"/>
            </w:tcBorders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1422" w:type="dxa"/>
            <w:tcBorders>
              <w:bottom w:val="nil"/>
            </w:tcBorders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991" w:type="dxa"/>
            <w:tcBorders>
              <w:bottom w:val="nil"/>
            </w:tcBorders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B30A7E" w:rsidRPr="00B30A7E" w:rsidRDefault="00B30A7E">
      <w:pPr>
        <w:rPr>
          <w:sz w:val="2"/>
          <w:szCs w:val="2"/>
        </w:rPr>
      </w:pPr>
    </w:p>
    <w:tbl>
      <w:tblPr>
        <w:tblW w:w="1460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3"/>
        <w:gridCol w:w="1558"/>
        <w:gridCol w:w="1418"/>
        <w:gridCol w:w="1558"/>
        <w:gridCol w:w="1422"/>
        <w:gridCol w:w="1417"/>
        <w:gridCol w:w="1134"/>
        <w:gridCol w:w="1134"/>
        <w:gridCol w:w="993"/>
      </w:tblGrid>
      <w:tr w:rsidR="009F6ACA" w:rsidRPr="00450941" w:rsidTr="00B30A7E">
        <w:trPr>
          <w:trHeight w:val="20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403" w:type="dxa"/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C2AD7" w:rsidRPr="00450941" w:rsidRDefault="00CC2AD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AD7" w:rsidRPr="00450941" w:rsidRDefault="00CC2AD7" w:rsidP="00A023A3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2AD7" w:rsidRPr="00450941" w:rsidRDefault="00CC2AD7" w:rsidP="00A023A3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C2AD7" w:rsidRPr="00450941" w:rsidRDefault="00CC2AD7" w:rsidP="00A023A3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9F6ACA" w:rsidRPr="00450941" w:rsidTr="00B30A7E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9F6ACA" w:rsidRPr="00450941" w:rsidRDefault="009F6ACA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403" w:type="dxa"/>
            <w:shd w:val="clear" w:color="auto" w:fill="auto"/>
          </w:tcPr>
          <w:p w:rsidR="009F6ACA" w:rsidRPr="00450941" w:rsidRDefault="009F6ACA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Нормативное содержание и приведение в нормативное состояние автомобильных дорог</w:t>
            </w:r>
          </w:p>
        </w:tc>
        <w:tc>
          <w:tcPr>
            <w:tcW w:w="1558" w:type="dxa"/>
            <w:shd w:val="clear" w:color="auto" w:fill="auto"/>
          </w:tcPr>
          <w:p w:rsidR="009F6ACA" w:rsidRPr="00450941" w:rsidRDefault="007E61BA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13402995,46398</w:t>
            </w:r>
          </w:p>
        </w:tc>
        <w:tc>
          <w:tcPr>
            <w:tcW w:w="1418" w:type="dxa"/>
            <w:shd w:val="clear" w:color="auto" w:fill="auto"/>
          </w:tcPr>
          <w:p w:rsidR="009F6ACA" w:rsidRPr="00450941" w:rsidRDefault="009B109F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2076289,08697</w:t>
            </w:r>
          </w:p>
        </w:tc>
        <w:tc>
          <w:tcPr>
            <w:tcW w:w="1558" w:type="dxa"/>
            <w:shd w:val="clear" w:color="auto" w:fill="auto"/>
          </w:tcPr>
          <w:p w:rsidR="009F6ACA" w:rsidRPr="00450941" w:rsidRDefault="00EE4B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2160347,95348</w:t>
            </w:r>
          </w:p>
        </w:tc>
        <w:tc>
          <w:tcPr>
            <w:tcW w:w="1422" w:type="dxa"/>
            <w:shd w:val="clear" w:color="auto" w:fill="auto"/>
          </w:tcPr>
          <w:p w:rsidR="009F6ACA" w:rsidRPr="00450941" w:rsidRDefault="008C342C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1867491,52818</w:t>
            </w:r>
          </w:p>
        </w:tc>
        <w:tc>
          <w:tcPr>
            <w:tcW w:w="1417" w:type="dxa"/>
            <w:shd w:val="clear" w:color="auto" w:fill="auto"/>
          </w:tcPr>
          <w:p w:rsidR="009F6ACA" w:rsidRPr="00450941" w:rsidRDefault="008C342C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2257852,56535</w:t>
            </w:r>
          </w:p>
        </w:tc>
        <w:tc>
          <w:tcPr>
            <w:tcW w:w="1134" w:type="dxa"/>
            <w:shd w:val="clear" w:color="auto" w:fill="auto"/>
          </w:tcPr>
          <w:p w:rsidR="009F6ACA" w:rsidRPr="00450941" w:rsidRDefault="00E93A4D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2772540,43</w:t>
            </w:r>
          </w:p>
        </w:tc>
        <w:tc>
          <w:tcPr>
            <w:tcW w:w="1134" w:type="dxa"/>
            <w:shd w:val="clear" w:color="auto" w:fill="auto"/>
          </w:tcPr>
          <w:p w:rsidR="009F6ACA" w:rsidRPr="00450941" w:rsidRDefault="005E4120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1255717,33</w:t>
            </w:r>
          </w:p>
        </w:tc>
        <w:tc>
          <w:tcPr>
            <w:tcW w:w="991" w:type="dxa"/>
            <w:shd w:val="clear" w:color="auto" w:fill="auto"/>
          </w:tcPr>
          <w:p w:rsidR="009F6ACA" w:rsidRPr="00450941" w:rsidRDefault="005E4120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1012756,57</w:t>
            </w:r>
          </w:p>
        </w:tc>
      </w:tr>
      <w:tr w:rsidR="005E4120" w:rsidRPr="00450941" w:rsidTr="00B30A7E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8" w:type="dxa"/>
            <w:shd w:val="clear" w:color="auto" w:fill="auto"/>
          </w:tcPr>
          <w:p w:rsidR="005E4120" w:rsidRPr="00450941" w:rsidRDefault="008C342C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13402995,46398</w:t>
            </w:r>
          </w:p>
        </w:tc>
        <w:tc>
          <w:tcPr>
            <w:tcW w:w="1418" w:type="dxa"/>
            <w:shd w:val="clear" w:color="auto" w:fill="auto"/>
          </w:tcPr>
          <w:p w:rsidR="005E4120" w:rsidRPr="00450941" w:rsidRDefault="005E4120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2076289,08697</w:t>
            </w:r>
          </w:p>
        </w:tc>
        <w:tc>
          <w:tcPr>
            <w:tcW w:w="1558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2160347,95348</w:t>
            </w:r>
          </w:p>
        </w:tc>
        <w:tc>
          <w:tcPr>
            <w:tcW w:w="1422" w:type="dxa"/>
            <w:shd w:val="clear" w:color="auto" w:fill="auto"/>
          </w:tcPr>
          <w:p w:rsidR="005E4120" w:rsidRPr="00450941" w:rsidRDefault="008C342C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1867491,52818</w:t>
            </w:r>
          </w:p>
        </w:tc>
        <w:tc>
          <w:tcPr>
            <w:tcW w:w="1417" w:type="dxa"/>
            <w:shd w:val="clear" w:color="auto" w:fill="auto"/>
          </w:tcPr>
          <w:p w:rsidR="005E4120" w:rsidRPr="00450941" w:rsidRDefault="008C342C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2257852,56535</w:t>
            </w:r>
          </w:p>
        </w:tc>
        <w:tc>
          <w:tcPr>
            <w:tcW w:w="1134" w:type="dxa"/>
            <w:shd w:val="clear" w:color="auto" w:fill="auto"/>
          </w:tcPr>
          <w:p w:rsidR="005E4120" w:rsidRPr="00450941" w:rsidRDefault="005E4120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2772540,43</w:t>
            </w:r>
          </w:p>
        </w:tc>
        <w:tc>
          <w:tcPr>
            <w:tcW w:w="1134" w:type="dxa"/>
            <w:shd w:val="clear" w:color="auto" w:fill="auto"/>
          </w:tcPr>
          <w:p w:rsidR="005E4120" w:rsidRPr="00450941" w:rsidRDefault="005E4120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1255717,33</w:t>
            </w:r>
          </w:p>
        </w:tc>
        <w:tc>
          <w:tcPr>
            <w:tcW w:w="991" w:type="dxa"/>
            <w:shd w:val="clear" w:color="auto" w:fill="auto"/>
          </w:tcPr>
          <w:p w:rsidR="005E4120" w:rsidRPr="00450941" w:rsidRDefault="005E4120" w:rsidP="00A023A3">
            <w:pPr>
              <w:ind w:left="-113" w:right="-113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1012756,57</w:t>
            </w:r>
          </w:p>
        </w:tc>
      </w:tr>
      <w:tr w:rsidR="001A78C3" w:rsidRPr="00450941" w:rsidTr="00B30A7E">
        <w:trPr>
          <w:trHeight w:val="20"/>
        </w:trPr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403" w:type="dxa"/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Мероприятия по безопасности движения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8C342C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205470,86148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05EC8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1A78C3" w:rsidRPr="00450941" w:rsidRDefault="008C342C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58786,86148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8C342C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E93A4D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60000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39342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39342</w:t>
            </w:r>
          </w:p>
        </w:tc>
      </w:tr>
      <w:tr w:rsidR="005E4120" w:rsidRPr="00450941" w:rsidTr="00B30A7E">
        <w:trPr>
          <w:trHeight w:val="552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том числе за счет средств</w:t>
            </w:r>
          </w:p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областного бюджета, из них:</w:t>
            </w:r>
          </w:p>
        </w:tc>
        <w:tc>
          <w:tcPr>
            <w:tcW w:w="1558" w:type="dxa"/>
            <w:shd w:val="clear" w:color="auto" w:fill="auto"/>
          </w:tcPr>
          <w:p w:rsidR="005E4120" w:rsidRPr="00450941" w:rsidRDefault="00223F5C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205470,86148</w:t>
            </w:r>
          </w:p>
        </w:tc>
        <w:tc>
          <w:tcPr>
            <w:tcW w:w="1418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</w:t>
            </w:r>
          </w:p>
        </w:tc>
        <w:tc>
          <w:tcPr>
            <w:tcW w:w="1558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5E4120" w:rsidRPr="00450941" w:rsidRDefault="008C342C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58786,86148</w:t>
            </w:r>
          </w:p>
        </w:tc>
        <w:tc>
          <w:tcPr>
            <w:tcW w:w="1417" w:type="dxa"/>
            <w:shd w:val="clear" w:color="auto" w:fill="auto"/>
          </w:tcPr>
          <w:p w:rsidR="005E4120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60000</w:t>
            </w:r>
          </w:p>
        </w:tc>
        <w:tc>
          <w:tcPr>
            <w:tcW w:w="1134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39342</w:t>
            </w:r>
          </w:p>
        </w:tc>
        <w:tc>
          <w:tcPr>
            <w:tcW w:w="991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39342</w:t>
            </w:r>
          </w:p>
        </w:tc>
      </w:tr>
      <w:tr w:rsidR="005320E8" w:rsidRPr="00450941" w:rsidTr="00B30A7E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320E8" w:rsidRPr="00450941" w:rsidRDefault="005320E8" w:rsidP="00A023A3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2.1.</w:t>
            </w:r>
          </w:p>
          <w:p w:rsidR="005320E8" w:rsidRPr="00450941" w:rsidRDefault="005320E8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320E8" w:rsidRPr="00450941" w:rsidRDefault="005320E8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5320E8" w:rsidRPr="00450941" w:rsidRDefault="005320E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Нанесение горизонтальной разметки</w:t>
            </w:r>
          </w:p>
        </w:tc>
        <w:tc>
          <w:tcPr>
            <w:tcW w:w="1558" w:type="dxa"/>
            <w:shd w:val="clear" w:color="auto" w:fill="auto"/>
          </w:tcPr>
          <w:p w:rsidR="005320E8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95684</w:t>
            </w:r>
          </w:p>
        </w:tc>
        <w:tc>
          <w:tcPr>
            <w:tcW w:w="1418" w:type="dxa"/>
            <w:shd w:val="clear" w:color="auto" w:fill="auto"/>
          </w:tcPr>
          <w:p w:rsidR="005320E8" w:rsidRPr="00450941" w:rsidRDefault="005320E8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5320E8" w:rsidRPr="00450941" w:rsidRDefault="00105EC8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5320E8" w:rsidRPr="00450941" w:rsidRDefault="005E4120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320E8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320E8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40000</w:t>
            </w:r>
          </w:p>
        </w:tc>
        <w:tc>
          <w:tcPr>
            <w:tcW w:w="1134" w:type="dxa"/>
            <w:shd w:val="clear" w:color="auto" w:fill="auto"/>
          </w:tcPr>
          <w:p w:rsidR="005320E8" w:rsidRPr="00450941" w:rsidRDefault="005320E8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27842</w:t>
            </w:r>
          </w:p>
        </w:tc>
        <w:tc>
          <w:tcPr>
            <w:tcW w:w="991" w:type="dxa"/>
            <w:shd w:val="clear" w:color="auto" w:fill="auto"/>
          </w:tcPr>
          <w:p w:rsidR="005320E8" w:rsidRPr="00450941" w:rsidRDefault="005320E8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27842</w:t>
            </w:r>
          </w:p>
        </w:tc>
      </w:tr>
      <w:tr w:rsidR="005E4120" w:rsidRPr="00450941" w:rsidTr="00B30A7E">
        <w:trPr>
          <w:trHeight w:val="552"/>
        </w:trPr>
        <w:tc>
          <w:tcPr>
            <w:tcW w:w="567" w:type="dxa"/>
            <w:vMerge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том числе за счет средств</w:t>
            </w:r>
          </w:p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1558" w:type="dxa"/>
            <w:shd w:val="clear" w:color="auto" w:fill="auto"/>
          </w:tcPr>
          <w:p w:rsidR="005E4120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95684</w:t>
            </w:r>
          </w:p>
        </w:tc>
        <w:tc>
          <w:tcPr>
            <w:tcW w:w="1418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5E4120" w:rsidRPr="00450941" w:rsidRDefault="005E4120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E4120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40000</w:t>
            </w:r>
          </w:p>
        </w:tc>
        <w:tc>
          <w:tcPr>
            <w:tcW w:w="1134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27842</w:t>
            </w:r>
          </w:p>
        </w:tc>
        <w:tc>
          <w:tcPr>
            <w:tcW w:w="991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27842</w:t>
            </w:r>
          </w:p>
        </w:tc>
      </w:tr>
      <w:tr w:rsidR="001A78C3" w:rsidRPr="00450941" w:rsidTr="00B30A7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2.2.</w:t>
            </w:r>
          </w:p>
        </w:tc>
        <w:tc>
          <w:tcPr>
            <w:tcW w:w="3403" w:type="dxa"/>
            <w:tcBorders>
              <w:left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Замена барьерного ограждения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62138,457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1A78C3" w:rsidRPr="00450941" w:rsidRDefault="007930D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49138,457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4000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4000</w:t>
            </w:r>
          </w:p>
        </w:tc>
      </w:tr>
      <w:tr w:rsidR="00451960" w:rsidRPr="00450941" w:rsidTr="00B30A7E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960" w:rsidRPr="00450941" w:rsidRDefault="00451960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tcBorders>
              <w:left w:val="single" w:sz="4" w:space="0" w:color="auto"/>
            </w:tcBorders>
            <w:shd w:val="clear" w:color="auto" w:fill="auto"/>
          </w:tcPr>
          <w:p w:rsidR="00451960" w:rsidRPr="00450941" w:rsidRDefault="0045196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8" w:type="dxa"/>
            <w:shd w:val="clear" w:color="auto" w:fill="auto"/>
          </w:tcPr>
          <w:p w:rsidR="00451960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62138,457</w:t>
            </w:r>
          </w:p>
        </w:tc>
        <w:tc>
          <w:tcPr>
            <w:tcW w:w="1418" w:type="dxa"/>
            <w:shd w:val="clear" w:color="auto" w:fill="auto"/>
          </w:tcPr>
          <w:p w:rsidR="00451960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451960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451960" w:rsidRPr="00450941" w:rsidRDefault="007930D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49138,457</w:t>
            </w:r>
          </w:p>
        </w:tc>
        <w:tc>
          <w:tcPr>
            <w:tcW w:w="1417" w:type="dxa"/>
            <w:shd w:val="clear" w:color="auto" w:fill="auto"/>
          </w:tcPr>
          <w:p w:rsidR="00451960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51960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451960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4000</w:t>
            </w:r>
          </w:p>
        </w:tc>
        <w:tc>
          <w:tcPr>
            <w:tcW w:w="991" w:type="dxa"/>
            <w:shd w:val="clear" w:color="auto" w:fill="auto"/>
          </w:tcPr>
          <w:p w:rsidR="00451960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4000</w:t>
            </w:r>
          </w:p>
        </w:tc>
      </w:tr>
      <w:tr w:rsidR="001A78C3" w:rsidRPr="00450941" w:rsidTr="00B30A7E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2.3.</w:t>
            </w:r>
          </w:p>
        </w:tc>
        <w:tc>
          <w:tcPr>
            <w:tcW w:w="3403" w:type="dxa"/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Установка новых дорожных знаков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14901,501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1A78C3" w:rsidRPr="00450941" w:rsidRDefault="007930D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901,501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4500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4500</w:t>
            </w:r>
          </w:p>
        </w:tc>
      </w:tr>
      <w:tr w:rsidR="001A78C3" w:rsidRPr="00450941" w:rsidTr="00B30A7E">
        <w:trPr>
          <w:trHeight w:val="27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14901,501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7930D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901,501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4500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4500</w:t>
            </w:r>
          </w:p>
        </w:tc>
      </w:tr>
      <w:tr w:rsidR="001A78C3" w:rsidRPr="00450941" w:rsidTr="00B30A7E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2.4.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Замена устаревших дорожных знаков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11934,996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7930D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934,996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</w:t>
            </w:r>
            <w:r w:rsidR="001A78C3" w:rsidRPr="00450941">
              <w:rPr>
                <w:rFonts w:ascii="Times New Roman" w:hAnsi="Times New Roman"/>
              </w:rPr>
              <w:t>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</w:t>
            </w:r>
          </w:p>
        </w:tc>
      </w:tr>
      <w:tr w:rsidR="001A78C3" w:rsidRPr="00450941" w:rsidTr="00B30A7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11934,996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450941" w:rsidRDefault="007930D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934,996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</w:t>
            </w:r>
            <w:r w:rsidR="001A78C3" w:rsidRPr="00450941">
              <w:rPr>
                <w:rFonts w:ascii="Times New Roman" w:hAnsi="Times New Roman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</w:t>
            </w:r>
          </w:p>
        </w:tc>
      </w:tr>
      <w:tr w:rsidR="001A78C3" w:rsidRPr="00450941" w:rsidTr="00B30A7E">
        <w:trPr>
          <w:trHeight w:val="554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2.5.</w:t>
            </w:r>
          </w:p>
        </w:tc>
        <w:tc>
          <w:tcPr>
            <w:tcW w:w="3403" w:type="dxa"/>
            <w:tcBorders>
              <w:top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Мероприятия по установке элементов обустройства автодорог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10612,47348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</w:tcPr>
          <w:p w:rsidR="001A78C3" w:rsidRPr="00450941" w:rsidRDefault="007930D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2612,47348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A78C3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1A78C3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10612,47348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1A78C3" w:rsidRPr="00450941" w:rsidRDefault="007930D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2612,47348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5E4120" w:rsidRPr="00450941" w:rsidTr="00B30A7E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2.6.</w:t>
            </w: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Устройство шумовых полос</w:t>
            </w:r>
          </w:p>
        </w:tc>
        <w:tc>
          <w:tcPr>
            <w:tcW w:w="1558" w:type="dxa"/>
            <w:shd w:val="clear" w:color="auto" w:fill="auto"/>
          </w:tcPr>
          <w:p w:rsidR="005E4120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10199,434</w:t>
            </w:r>
          </w:p>
        </w:tc>
        <w:tc>
          <w:tcPr>
            <w:tcW w:w="1418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5E4120" w:rsidRPr="00450941" w:rsidRDefault="007930DE" w:rsidP="00B30A7E">
            <w:pPr>
              <w:ind w:left="-57"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5199,434</w:t>
            </w:r>
          </w:p>
        </w:tc>
        <w:tc>
          <w:tcPr>
            <w:tcW w:w="1417" w:type="dxa"/>
            <w:shd w:val="clear" w:color="auto" w:fill="auto"/>
          </w:tcPr>
          <w:p w:rsidR="005E4120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5E4120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8" w:type="dxa"/>
            <w:shd w:val="clear" w:color="auto" w:fill="auto"/>
          </w:tcPr>
          <w:p w:rsidR="005E4120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10199,434</w:t>
            </w:r>
          </w:p>
        </w:tc>
        <w:tc>
          <w:tcPr>
            <w:tcW w:w="1418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5E4120" w:rsidRPr="00450941" w:rsidRDefault="007930DE" w:rsidP="00B30A7E">
            <w:pPr>
              <w:ind w:left="-57" w:right="-57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5199,434</w:t>
            </w:r>
          </w:p>
        </w:tc>
        <w:tc>
          <w:tcPr>
            <w:tcW w:w="1417" w:type="dxa"/>
            <w:shd w:val="clear" w:color="auto" w:fill="auto"/>
          </w:tcPr>
          <w:p w:rsidR="005E4120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1A78C3" w:rsidRPr="00450941" w:rsidTr="00B30A7E">
        <w:trPr>
          <w:trHeight w:val="20"/>
        </w:trPr>
        <w:tc>
          <w:tcPr>
            <w:tcW w:w="567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403" w:type="dxa"/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Паспортизация автомобильных дорог и искусственных сооружений, разработка проектов организации дорожного движения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32821,3866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1A78C3" w:rsidRPr="00450941" w:rsidRDefault="007930D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5821,3866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451960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</w:t>
            </w:r>
            <w:r w:rsidR="001A78C3" w:rsidRPr="00450941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5500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5500</w:t>
            </w:r>
          </w:p>
        </w:tc>
      </w:tr>
      <w:tr w:rsidR="001A78C3" w:rsidRPr="00450941" w:rsidTr="00B30A7E">
        <w:trPr>
          <w:trHeight w:val="20"/>
        </w:trPr>
        <w:tc>
          <w:tcPr>
            <w:tcW w:w="567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403" w:type="dxa"/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Содержание искусственных и защитных дорожных сооружений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420282,20022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10000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8702,40633</w:t>
            </w:r>
          </w:p>
        </w:tc>
        <w:tc>
          <w:tcPr>
            <w:tcW w:w="1422" w:type="dxa"/>
            <w:shd w:val="clear" w:color="auto" w:fill="auto"/>
          </w:tcPr>
          <w:p w:rsidR="001A78C3" w:rsidRPr="00450941" w:rsidRDefault="007930D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19441,79389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125000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150000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53569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53569</w:t>
            </w:r>
          </w:p>
        </w:tc>
      </w:tr>
      <w:tr w:rsidR="001A78C3" w:rsidRPr="00450941" w:rsidTr="00B30A7E">
        <w:trPr>
          <w:trHeight w:val="20"/>
        </w:trPr>
        <w:tc>
          <w:tcPr>
            <w:tcW w:w="567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3403" w:type="dxa"/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Содержание линий электроосвещения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512833,58724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50644,54367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90175,29357</w:t>
            </w:r>
          </w:p>
        </w:tc>
        <w:tc>
          <w:tcPr>
            <w:tcW w:w="1422" w:type="dxa"/>
            <w:shd w:val="clear" w:color="auto" w:fill="auto"/>
          </w:tcPr>
          <w:p w:rsidR="001A78C3" w:rsidRPr="00450941" w:rsidRDefault="00451960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</w:t>
            </w:r>
            <w:r w:rsidR="005E4120" w:rsidRPr="00450941">
              <w:rPr>
                <w:rFonts w:ascii="Times New Roman" w:hAnsi="Times New Roman"/>
              </w:rPr>
              <w:t>2</w:t>
            </w:r>
            <w:r w:rsidRPr="00450941">
              <w:rPr>
                <w:rFonts w:ascii="Times New Roman" w:hAnsi="Times New Roman"/>
              </w:rPr>
              <w:t>0013,75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122000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130000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1A78C3" w:rsidRPr="00450941" w:rsidTr="00B30A7E">
        <w:trPr>
          <w:trHeight w:val="20"/>
        </w:trPr>
        <w:tc>
          <w:tcPr>
            <w:tcW w:w="567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3403" w:type="dxa"/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Аварийно-восстановительные работы в зоне чрезвычайной ситуации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37428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5000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AD5A54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1A78C3" w:rsidRPr="00450941" w:rsidRDefault="007930D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5000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11214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11214</w:t>
            </w:r>
          </w:p>
        </w:tc>
      </w:tr>
      <w:tr w:rsidR="001A78C3" w:rsidRPr="00450941" w:rsidTr="00B30A7E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</w:tcPr>
          <w:p w:rsidR="00105EC8" w:rsidRPr="005055C3" w:rsidRDefault="001A78C3" w:rsidP="00A023A3"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5055C3">
              <w:rPr>
                <w:rFonts w:ascii="Times New Roman" w:hAnsi="Times New Roman"/>
                <w:sz w:val="22"/>
                <w:szCs w:val="22"/>
              </w:rPr>
              <w:t>Прочие работы (</w:t>
            </w:r>
            <w:r w:rsidR="001F1528" w:rsidRPr="005055C3">
              <w:rPr>
                <w:rFonts w:ascii="Times New Roman" w:hAnsi="Times New Roman"/>
                <w:sz w:val="22"/>
                <w:szCs w:val="22"/>
              </w:rPr>
              <w:t xml:space="preserve">в том числе </w:t>
            </w:r>
            <w:r w:rsidR="00A97A19" w:rsidRPr="005055C3">
              <w:rPr>
                <w:rFonts w:ascii="Times New Roman" w:hAnsi="Times New Roman"/>
                <w:sz w:val="22"/>
                <w:szCs w:val="22"/>
              </w:rPr>
              <w:t xml:space="preserve">установка недостающих и восстановление существующих систем видеонаблюдения, </w:t>
            </w:r>
            <w:r w:rsidR="001F1528" w:rsidRPr="005055C3">
              <w:rPr>
                <w:rFonts w:ascii="Times New Roman" w:hAnsi="Times New Roman"/>
                <w:sz w:val="22"/>
                <w:szCs w:val="22"/>
              </w:rPr>
              <w:t>обслуживание систем видеонаблюдения, установка недостающего оборудования для функционирования систем освещения и метеорологических систем мониторинга и прогнозирования условий движения, диагностика, обследование и оценка технического состояния автомобильных дорог и искусственных сооружений на них, обследование и испытание искусственных сооружений, охрана дорожных сооружений, инженерно-технических средств обеспечения транспортной безопасности, оплата расходов, связанных с</w:t>
            </w:r>
            <w:proofErr w:type="gramEnd"/>
            <w:r w:rsidR="001F1528" w:rsidRPr="005055C3">
              <w:rPr>
                <w:rFonts w:ascii="Times New Roman" w:hAnsi="Times New Roman"/>
                <w:sz w:val="22"/>
                <w:szCs w:val="22"/>
              </w:rPr>
              <w:t xml:space="preserve"> обработкой и рассылкой постановлений органов государственного контроля (надзора), муниципального контроля об административных правонарушениях, выявленных с помощью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  <w:r w:rsidRPr="005055C3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284546,51996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9355,45633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18102,07354</w:t>
            </w:r>
          </w:p>
        </w:tc>
        <w:tc>
          <w:tcPr>
            <w:tcW w:w="1422" w:type="dxa"/>
            <w:shd w:val="clear" w:color="auto" w:fill="auto"/>
          </w:tcPr>
          <w:p w:rsidR="006128C5" w:rsidRPr="00450941" w:rsidRDefault="007930D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105716,99009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7930D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120372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45196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25000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3000</w:t>
            </w:r>
          </w:p>
        </w:tc>
      </w:tr>
      <w:tr w:rsidR="001A78C3" w:rsidRPr="00450941" w:rsidTr="00B30A7E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</w:tcPr>
          <w:p w:rsidR="00DF7234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Приведение в нормативное состояние автомобильных дорог регионального или межмуниципального значения путем проведения работ по их содержанию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176267,5811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176267,5811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1A78C3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tcBorders>
              <w:top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том числе за счет средств областного бюджета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176267,5811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176267,5811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1A78C3" w:rsidRPr="00450941" w:rsidTr="00B30A7E">
        <w:trPr>
          <w:trHeight w:val="20"/>
        </w:trPr>
        <w:tc>
          <w:tcPr>
            <w:tcW w:w="567" w:type="dxa"/>
            <w:vMerge w:val="restart"/>
            <w:tcBorders>
              <w:top w:val="nil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3403" w:type="dxa"/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Приведение в нормативное состояние автомобильных дорог регионального или межмуниципального значения путем проведения работ по их содержанию в границах агломерации*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542662,98242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542662,98242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1A78C3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</w:p>
        </w:tc>
      </w:tr>
      <w:tr w:rsidR="001A78C3" w:rsidRPr="00450941" w:rsidTr="00B30A7E">
        <w:trPr>
          <w:trHeight w:val="345"/>
        </w:trPr>
        <w:tc>
          <w:tcPr>
            <w:tcW w:w="567" w:type="dxa"/>
            <w:vMerge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областного бюджета, из них: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106027,98242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1A78C3" w:rsidRPr="00450941" w:rsidTr="00B30A7E">
        <w:trPr>
          <w:trHeight w:val="408"/>
        </w:trPr>
        <w:tc>
          <w:tcPr>
            <w:tcW w:w="567" w:type="dxa"/>
            <w:vMerge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106027,98242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1A78C3" w:rsidRPr="00450941" w:rsidTr="00B30A7E">
        <w:trPr>
          <w:trHeight w:val="271"/>
        </w:trPr>
        <w:tc>
          <w:tcPr>
            <w:tcW w:w="567" w:type="dxa"/>
            <w:vMerge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федерального бюджета, из них: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436635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1A78C3" w:rsidRPr="00450941" w:rsidTr="00B30A7E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1A78C3" w:rsidRPr="00450941" w:rsidRDefault="001A78C3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</w:tcPr>
          <w:p w:rsidR="001A78C3" w:rsidRPr="00450941" w:rsidRDefault="001A78C3" w:rsidP="00A023A3">
            <w:pPr>
              <w:ind w:left="-152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436635</w:t>
            </w:r>
          </w:p>
        </w:tc>
        <w:tc>
          <w:tcPr>
            <w:tcW w:w="1558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1A78C3" w:rsidRPr="00450941" w:rsidRDefault="001A78C3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6F7462" w:rsidRPr="00450941" w:rsidTr="00AB63EB">
        <w:trPr>
          <w:trHeight w:val="695"/>
        </w:trPr>
        <w:tc>
          <w:tcPr>
            <w:tcW w:w="567" w:type="dxa"/>
            <w:shd w:val="clear" w:color="auto" w:fill="auto"/>
          </w:tcPr>
          <w:p w:rsidR="006F7462" w:rsidRPr="00450941" w:rsidRDefault="006F7462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3403" w:type="dxa"/>
            <w:shd w:val="clear" w:color="auto" w:fill="auto"/>
          </w:tcPr>
          <w:p w:rsidR="006F7462" w:rsidRPr="00450941" w:rsidRDefault="006F7462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Приобретение передвижной лаборатории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F7462" w:rsidRPr="00450941" w:rsidRDefault="00A9610D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16350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7462" w:rsidRPr="00450941" w:rsidRDefault="00782A68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F7462" w:rsidRPr="00450941" w:rsidRDefault="00782A68" w:rsidP="00A023A3">
            <w:pPr>
              <w:ind w:left="-48" w:right="-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6F7462" w:rsidRPr="00450941" w:rsidRDefault="00F82D6B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7462" w:rsidRPr="00450941" w:rsidRDefault="00F82D6B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462" w:rsidRPr="00450941" w:rsidRDefault="00782A6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462" w:rsidRPr="00450941" w:rsidRDefault="00782A6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F7462" w:rsidRPr="00450941" w:rsidRDefault="00782A6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6AFE" w:rsidRPr="00450941" w:rsidTr="0099387F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706AFE" w:rsidRPr="00450941" w:rsidRDefault="00706AFE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99387F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15631658,583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450941">
              <w:rPr>
                <w:rFonts w:ascii="Times New Roman" w:hAnsi="Times New Roman"/>
                <w:bCs/>
                <w:spacing w:val="-4"/>
              </w:rPr>
              <w:t>2873219,65049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B262FD" w:rsidP="00A023A3">
            <w:pPr>
              <w:ind w:left="-48" w:right="-54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2277327,72692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06AFE" w:rsidRPr="00450941" w:rsidRDefault="00F82D6B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2182177,31024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06AFE" w:rsidRPr="00450941" w:rsidRDefault="00B30A7E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2656669,56535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45196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3148540,43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1368342,33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06AFE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1125381,57</w:t>
            </w:r>
          </w:p>
        </w:tc>
      </w:tr>
      <w:tr w:rsidR="00706AFE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706AFE" w:rsidRPr="00450941" w:rsidRDefault="00706AFE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федеральный бюджет, из них: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450941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450941">
              <w:rPr>
                <w:rFonts w:ascii="Times New Roman" w:hAnsi="Times New Roman"/>
              </w:rPr>
              <w:t>436635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06AFE" w:rsidRPr="00450941" w:rsidRDefault="00706AF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706AFE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706AFE" w:rsidRPr="00450941" w:rsidRDefault="00706AFE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450941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450941">
              <w:rPr>
                <w:rFonts w:ascii="Times New Roman" w:hAnsi="Times New Roman"/>
              </w:rPr>
              <w:t>436635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06AFE" w:rsidRPr="00450941" w:rsidRDefault="00706AF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6128C5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6128C5" w:rsidRPr="00450941" w:rsidRDefault="006128C5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6128C5" w:rsidRPr="00450941" w:rsidRDefault="006128C5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областной бюджет, из них: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128C5" w:rsidRPr="00450941" w:rsidRDefault="0099387F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15195023,583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48" w:right="-54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2277327,72692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6128C5" w:rsidRPr="00450941" w:rsidRDefault="00F42866" w:rsidP="00B30A7E">
            <w:pPr>
              <w:ind w:left="-57" w:right="-57"/>
              <w:jc w:val="center"/>
            </w:pPr>
            <w:r>
              <w:rPr>
                <w:rFonts w:ascii="Times New Roman" w:hAnsi="Times New Roman"/>
              </w:rPr>
              <w:t>2182177,31024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128C5" w:rsidRPr="00450941" w:rsidRDefault="00B30A7E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2656669,56535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3148540,43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1368342,33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1125381,57</w:t>
            </w:r>
          </w:p>
        </w:tc>
      </w:tr>
      <w:tr w:rsidR="006128C5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6128C5" w:rsidRPr="00450941" w:rsidRDefault="006128C5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6128C5" w:rsidRPr="00450941" w:rsidRDefault="006128C5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 из них: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128C5" w:rsidRPr="00450941" w:rsidRDefault="0099387F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15195023,583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48" w:right="-54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2277327,72692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6128C5" w:rsidRPr="00450941" w:rsidRDefault="00F42866" w:rsidP="00B30A7E">
            <w:pPr>
              <w:ind w:left="-57" w:right="-57"/>
              <w:jc w:val="center"/>
            </w:pPr>
            <w:r>
              <w:rPr>
                <w:rFonts w:ascii="Times New Roman" w:hAnsi="Times New Roman"/>
              </w:rPr>
              <w:t>2182177,31024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128C5" w:rsidRPr="00450941" w:rsidRDefault="0099387F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2656669,56535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3148540,43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1368342,33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1125381,57</w:t>
            </w:r>
          </w:p>
        </w:tc>
      </w:tr>
      <w:tr w:rsidR="00706AFE" w:rsidRPr="00450941" w:rsidTr="00B30A7E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706AFE" w:rsidRPr="00450941" w:rsidRDefault="00706AFE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106027,98242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BE2105" w:rsidRPr="00450941" w:rsidTr="00B30A7E">
        <w:trPr>
          <w:trHeight w:val="611"/>
        </w:trPr>
        <w:tc>
          <w:tcPr>
            <w:tcW w:w="14604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F7234" w:rsidRPr="004355C6" w:rsidRDefault="00BE2105" w:rsidP="00A023A3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355C6">
              <w:rPr>
                <w:rFonts w:ascii="Times New Roman" w:hAnsi="Times New Roman"/>
                <w:sz w:val="22"/>
                <w:szCs w:val="22"/>
              </w:rPr>
              <w:t>Мероприятия по реализации регионального проекта «Дорожная сеть (Рязанская область)»,</w:t>
            </w:r>
          </w:p>
          <w:p w:rsidR="00BE2105" w:rsidRPr="00450941" w:rsidRDefault="00DF7234" w:rsidP="00A023A3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355C6">
              <w:rPr>
                <w:rFonts w:ascii="Times New Roman" w:hAnsi="Times New Roman"/>
                <w:sz w:val="22"/>
                <w:szCs w:val="22"/>
              </w:rPr>
              <w:t>направленные</w:t>
            </w:r>
            <w:r w:rsidR="00BE2105" w:rsidRPr="004355C6">
              <w:rPr>
                <w:rFonts w:ascii="Times New Roman" w:hAnsi="Times New Roman"/>
                <w:sz w:val="22"/>
                <w:szCs w:val="22"/>
              </w:rPr>
              <w:t xml:space="preserve"> на достижение результатов реализации федерального проекта «Дорожная сеть»                                                                                                               в рамках национального проекта «Безопасные и качественные автомобильные дороги»</w:t>
            </w:r>
          </w:p>
        </w:tc>
      </w:tr>
      <w:tr w:rsidR="00105EC8" w:rsidRPr="00450941" w:rsidTr="00B30A7E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105EC8" w:rsidRPr="00450941" w:rsidRDefault="00167EC7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</w:t>
            </w:r>
            <w:r w:rsidR="00360A3F" w:rsidRPr="00450941">
              <w:rPr>
                <w:rFonts w:ascii="Times New Roman" w:hAnsi="Times New Roman"/>
                <w:sz w:val="22"/>
                <w:szCs w:val="22"/>
              </w:rPr>
              <w:t>1</w:t>
            </w:r>
            <w:r w:rsidR="00105EC8" w:rsidRPr="0045094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403" w:type="dxa"/>
            <w:shd w:val="clear" w:color="auto" w:fill="auto"/>
          </w:tcPr>
          <w:p w:rsidR="00105EC8" w:rsidRPr="00450941" w:rsidRDefault="00105EC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Мероприятия по безопасности движения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05EC8" w:rsidRPr="00450941" w:rsidRDefault="00743816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104822,95055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Pr="00450941" w:rsidRDefault="00743816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05EC8" w:rsidRPr="00450941" w:rsidRDefault="00743816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10778,49234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105EC8" w:rsidRPr="00450941" w:rsidRDefault="00743816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44044,45821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5EC8" w:rsidRPr="00450941" w:rsidRDefault="00743816" w:rsidP="00A023A3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450941" w:rsidRDefault="00743816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450941" w:rsidRDefault="00743816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05EC8" w:rsidRPr="00450941" w:rsidRDefault="00743816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05EC8" w:rsidRPr="00450941" w:rsidTr="00B30A7E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105EC8" w:rsidRPr="00450941" w:rsidRDefault="00167EC7" w:rsidP="00A023A3"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</w:t>
            </w:r>
            <w:r w:rsidR="00360A3F" w:rsidRPr="00450941">
              <w:rPr>
                <w:rFonts w:ascii="Times New Roman" w:hAnsi="Times New Roman"/>
                <w:sz w:val="22"/>
                <w:szCs w:val="22"/>
              </w:rPr>
              <w:t>1</w:t>
            </w:r>
            <w:r w:rsidR="001C2D5C" w:rsidRPr="00450941">
              <w:rPr>
                <w:rFonts w:ascii="Times New Roman" w:hAnsi="Times New Roman"/>
                <w:sz w:val="22"/>
                <w:szCs w:val="22"/>
              </w:rPr>
              <w:t>.1</w:t>
            </w:r>
            <w:r w:rsidR="00BE2105" w:rsidRPr="0045094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177F67" w:rsidRPr="00450941" w:rsidRDefault="00177F67" w:rsidP="00A023A3">
            <w:pPr>
              <w:ind w:right="-13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DF7234" w:rsidRPr="00450941" w:rsidRDefault="00105EC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 xml:space="preserve">Нанесение </w:t>
            </w:r>
            <w:proofErr w:type="gramStart"/>
            <w:r w:rsidRPr="00450941">
              <w:rPr>
                <w:rFonts w:ascii="Times New Roman" w:hAnsi="Times New Roman"/>
                <w:sz w:val="22"/>
                <w:szCs w:val="22"/>
              </w:rPr>
              <w:t>горизонтальной</w:t>
            </w:r>
            <w:proofErr w:type="gramEnd"/>
          </w:p>
          <w:p w:rsidR="00105EC8" w:rsidRPr="00450941" w:rsidRDefault="00105EC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разметки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05EC8" w:rsidRPr="00450941" w:rsidRDefault="00743816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33257,02431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Pr="00450941" w:rsidRDefault="00105EC8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05EC8" w:rsidRPr="00450941" w:rsidRDefault="00AD5A54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10778,49234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105EC8" w:rsidRPr="00450941" w:rsidRDefault="005E4120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12478,53197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5EC8" w:rsidRPr="00450941" w:rsidRDefault="00743816" w:rsidP="00A023A3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450941" w:rsidRDefault="00105EC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450941" w:rsidRDefault="00105EC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05EC8" w:rsidRPr="00450941" w:rsidRDefault="00105EC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105EC8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105EC8" w:rsidRPr="00450941" w:rsidRDefault="00105EC8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105EC8" w:rsidRPr="00450941" w:rsidRDefault="00105EC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05EC8" w:rsidRPr="00450941" w:rsidRDefault="00105EC8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5EC8" w:rsidRPr="00450941" w:rsidRDefault="00105EC8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105EC8" w:rsidRPr="00450941" w:rsidRDefault="00105EC8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105EC8" w:rsidRPr="00450941" w:rsidRDefault="00105EC8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05EC8" w:rsidRPr="00450941" w:rsidRDefault="00105EC8" w:rsidP="00A023A3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450941" w:rsidRDefault="00105EC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450941" w:rsidRDefault="00105EC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105EC8" w:rsidRPr="00450941" w:rsidRDefault="00105EC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706AFE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706AFE" w:rsidRPr="00450941" w:rsidRDefault="00706AFE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743816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27166,36231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AD5A54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4687,83034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06AFE" w:rsidRPr="00450941" w:rsidRDefault="005E4120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12478,53197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06AFE" w:rsidRPr="00450941" w:rsidRDefault="00743816" w:rsidP="00A023A3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706AFE" w:rsidRPr="00450941" w:rsidTr="00B30A7E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706AFE" w:rsidRPr="00450941" w:rsidRDefault="00706AFE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6090,662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6090,662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06AFE" w:rsidRPr="00450941" w:rsidRDefault="00706AF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4E527F" w:rsidRPr="00450941" w:rsidTr="00B30A7E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4E527F" w:rsidRPr="00450941" w:rsidRDefault="004E527F" w:rsidP="00A023A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</w:t>
            </w:r>
            <w:r w:rsidR="00360A3F" w:rsidRPr="00450941">
              <w:rPr>
                <w:rFonts w:ascii="Times New Roman" w:hAnsi="Times New Roman"/>
                <w:sz w:val="22"/>
                <w:szCs w:val="22"/>
              </w:rPr>
              <w:t>1</w:t>
            </w:r>
            <w:r w:rsidRPr="00450941">
              <w:rPr>
                <w:rFonts w:ascii="Times New Roman" w:hAnsi="Times New Roman"/>
                <w:sz w:val="22"/>
                <w:szCs w:val="22"/>
              </w:rPr>
              <w:t>.2.</w:t>
            </w:r>
          </w:p>
        </w:tc>
        <w:tc>
          <w:tcPr>
            <w:tcW w:w="3403" w:type="dxa"/>
            <w:shd w:val="clear" w:color="auto" w:fill="auto"/>
          </w:tcPr>
          <w:p w:rsidR="004E527F" w:rsidRPr="00450941" w:rsidRDefault="004E527F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Замена барьерного ограждения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E527F" w:rsidRPr="00450941" w:rsidRDefault="00743816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71565,92624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E527F" w:rsidRPr="00450941" w:rsidRDefault="004E527F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E527F" w:rsidRPr="00450941" w:rsidRDefault="004E527F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4E527F" w:rsidRPr="00450941" w:rsidRDefault="004E527F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31565,92624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527F" w:rsidRPr="00450941" w:rsidRDefault="00743816" w:rsidP="00A023A3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527F" w:rsidRPr="00450941" w:rsidRDefault="004E527F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527F" w:rsidRPr="00450941" w:rsidRDefault="004E527F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E527F" w:rsidRPr="00450941" w:rsidRDefault="004E527F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4E527F" w:rsidRPr="00450941" w:rsidTr="00B30A7E">
        <w:trPr>
          <w:trHeight w:val="506"/>
        </w:trPr>
        <w:tc>
          <w:tcPr>
            <w:tcW w:w="567" w:type="dxa"/>
            <w:vMerge/>
            <w:shd w:val="clear" w:color="auto" w:fill="auto"/>
          </w:tcPr>
          <w:p w:rsidR="004E527F" w:rsidRPr="00450941" w:rsidRDefault="004E527F" w:rsidP="00A023A3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4E527F" w:rsidRPr="00450941" w:rsidRDefault="004E527F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  <w:p w:rsidR="004E527F" w:rsidRPr="00450941" w:rsidRDefault="004E527F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1558" w:type="dxa"/>
            <w:shd w:val="clear" w:color="auto" w:fill="auto"/>
          </w:tcPr>
          <w:p w:rsidR="004E527F" w:rsidRPr="00450941" w:rsidRDefault="00743816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71565,92624</w:t>
            </w:r>
          </w:p>
        </w:tc>
        <w:tc>
          <w:tcPr>
            <w:tcW w:w="1418" w:type="dxa"/>
            <w:shd w:val="clear" w:color="auto" w:fill="auto"/>
          </w:tcPr>
          <w:p w:rsidR="004E527F" w:rsidRPr="00450941" w:rsidRDefault="004E527F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4E527F" w:rsidRPr="00450941" w:rsidRDefault="004E527F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4E527F" w:rsidRPr="00450941" w:rsidRDefault="004E527F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31565,92624</w:t>
            </w:r>
          </w:p>
        </w:tc>
        <w:tc>
          <w:tcPr>
            <w:tcW w:w="1417" w:type="dxa"/>
            <w:shd w:val="clear" w:color="auto" w:fill="auto"/>
          </w:tcPr>
          <w:p w:rsidR="004E527F" w:rsidRPr="00450941" w:rsidRDefault="00743816" w:rsidP="00A023A3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</w:t>
            </w:r>
          </w:p>
        </w:tc>
        <w:tc>
          <w:tcPr>
            <w:tcW w:w="1134" w:type="dxa"/>
            <w:shd w:val="clear" w:color="auto" w:fill="auto"/>
          </w:tcPr>
          <w:p w:rsidR="004E527F" w:rsidRPr="00450941" w:rsidRDefault="004E527F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E527F" w:rsidRPr="00450941" w:rsidRDefault="004E527F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4E527F" w:rsidRPr="00450941" w:rsidRDefault="004E527F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105EC8" w:rsidRPr="00450941" w:rsidTr="00B30A7E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105EC8" w:rsidRPr="00450941" w:rsidRDefault="00105EC8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105EC8" w:rsidRPr="00450941" w:rsidRDefault="00105EC8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05EC8" w:rsidRPr="00450941" w:rsidRDefault="00743816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104822,95055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EC8" w:rsidRPr="00450941" w:rsidRDefault="00105EC8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05EC8" w:rsidRPr="00450941" w:rsidRDefault="00AD5A54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10778,49234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105EC8" w:rsidRPr="00450941" w:rsidRDefault="005E4120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44044,45821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5EC8" w:rsidRPr="00450941" w:rsidRDefault="00743816" w:rsidP="00A023A3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450941" w:rsidRDefault="00105EC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EC8" w:rsidRPr="00450941" w:rsidRDefault="00105EC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05EC8" w:rsidRPr="00450941" w:rsidRDefault="00105EC8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706AFE" w:rsidRPr="00450941" w:rsidTr="00AB63EB">
        <w:trPr>
          <w:trHeight w:val="344"/>
        </w:trPr>
        <w:tc>
          <w:tcPr>
            <w:tcW w:w="567" w:type="dxa"/>
            <w:vMerge/>
            <w:shd w:val="clear" w:color="auto" w:fill="auto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706AFE" w:rsidRPr="00450941" w:rsidRDefault="00706AFE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областно</w:t>
            </w:r>
            <w:r w:rsidR="00BE2105" w:rsidRPr="00450941">
              <w:rPr>
                <w:rFonts w:ascii="Times New Roman" w:hAnsi="Times New Roman"/>
                <w:sz w:val="22"/>
                <w:szCs w:val="22"/>
              </w:rPr>
              <w:t>й</w:t>
            </w:r>
            <w:r w:rsidRPr="00450941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743816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5E4120" w:rsidRPr="00450941">
              <w:rPr>
                <w:rFonts w:ascii="Times New Roman" w:hAnsi="Times New Roman"/>
              </w:rPr>
              <w:t>8732,28855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AD5A54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4687,83034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06AFE" w:rsidRPr="00450941" w:rsidRDefault="005E4120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44044,45821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06AFE" w:rsidRPr="00450941" w:rsidRDefault="00743816" w:rsidP="00A023A3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706AFE" w:rsidRPr="00450941" w:rsidTr="00AB63EB">
        <w:trPr>
          <w:trHeight w:val="361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706AFE" w:rsidRPr="00450941" w:rsidRDefault="00706AFE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федеральн</w:t>
            </w:r>
            <w:r w:rsidR="00BE2105" w:rsidRPr="00450941">
              <w:rPr>
                <w:rFonts w:ascii="Times New Roman" w:hAnsi="Times New Roman"/>
                <w:sz w:val="22"/>
                <w:szCs w:val="22"/>
              </w:rPr>
              <w:t>ый</w:t>
            </w:r>
            <w:r w:rsidRPr="00450941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6090,662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6AFE" w:rsidRPr="00450941" w:rsidRDefault="00706AFE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6090,662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06AFE" w:rsidRPr="00450941" w:rsidRDefault="00706AFE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06AFE" w:rsidRPr="00450941" w:rsidRDefault="00706AFE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5E4120" w:rsidRPr="00450941" w:rsidTr="00AB63EB">
        <w:trPr>
          <w:trHeight w:val="961"/>
        </w:trPr>
        <w:tc>
          <w:tcPr>
            <w:tcW w:w="14604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Мероприятия по реализации регионального проекта «Общесистемные меры развития дорожного хозяйства (Рязанская область)»,</w:t>
            </w:r>
          </w:p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направленные на достижение результатов реализации федерального проекта «Общесистемные меры развития дорожного хозяйства»                                                                                                                  в рамках национального проекта «Безопасные и качественные автомобильные дороги»</w:t>
            </w:r>
          </w:p>
        </w:tc>
      </w:tr>
      <w:tr w:rsidR="005E4120" w:rsidRPr="00450941" w:rsidTr="00B30A7E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</w:t>
            </w:r>
            <w:r w:rsidR="00360A3F" w:rsidRPr="00450941">
              <w:rPr>
                <w:rFonts w:ascii="Times New Roman" w:hAnsi="Times New Roman"/>
                <w:sz w:val="22"/>
                <w:szCs w:val="22"/>
              </w:rPr>
              <w:t>2</w:t>
            </w:r>
            <w:r w:rsidRPr="0045094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Установка элементов интеллектуальных транспортных систем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50512,3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450941"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50512,3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4E527F" w:rsidRPr="00450941" w:rsidTr="002365C0">
        <w:trPr>
          <w:trHeight w:val="506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E527F" w:rsidRPr="00450941" w:rsidRDefault="004E527F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4E527F" w:rsidRPr="00450941" w:rsidRDefault="004E527F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  <w:p w:rsidR="004E527F" w:rsidRPr="00450941" w:rsidRDefault="004E527F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федерального бюджета</w:t>
            </w:r>
          </w:p>
        </w:tc>
        <w:tc>
          <w:tcPr>
            <w:tcW w:w="1558" w:type="dxa"/>
            <w:shd w:val="clear" w:color="auto" w:fill="auto"/>
          </w:tcPr>
          <w:p w:rsidR="004E527F" w:rsidRPr="00450941" w:rsidRDefault="004E527F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50512,3</w:t>
            </w:r>
          </w:p>
        </w:tc>
        <w:tc>
          <w:tcPr>
            <w:tcW w:w="1418" w:type="dxa"/>
            <w:shd w:val="clear" w:color="auto" w:fill="auto"/>
          </w:tcPr>
          <w:p w:rsidR="004E527F" w:rsidRPr="00450941" w:rsidRDefault="004E527F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450941"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</w:tcPr>
          <w:p w:rsidR="004E527F" w:rsidRPr="00450941" w:rsidRDefault="004E527F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</w:tcPr>
          <w:p w:rsidR="004E527F" w:rsidRPr="00450941" w:rsidRDefault="004E527F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50512,3</w:t>
            </w:r>
          </w:p>
        </w:tc>
        <w:tc>
          <w:tcPr>
            <w:tcW w:w="1417" w:type="dxa"/>
            <w:shd w:val="clear" w:color="auto" w:fill="auto"/>
          </w:tcPr>
          <w:p w:rsidR="004E527F" w:rsidRPr="00450941" w:rsidRDefault="004E527F" w:rsidP="00A023A3">
            <w:pPr>
              <w:ind w:lef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E527F" w:rsidRPr="00450941" w:rsidRDefault="004E527F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E527F" w:rsidRPr="00450941" w:rsidRDefault="004E527F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:rsidR="004E527F" w:rsidRPr="00450941" w:rsidRDefault="004E527F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6128C5" w:rsidRPr="00450941" w:rsidTr="002365C0">
        <w:trPr>
          <w:trHeight w:val="20"/>
        </w:trPr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6128C5" w:rsidRPr="00450941" w:rsidRDefault="006128C5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</w:t>
            </w:r>
            <w:r w:rsidR="00360A3F" w:rsidRPr="00450941">
              <w:rPr>
                <w:rFonts w:ascii="Times New Roman" w:hAnsi="Times New Roman"/>
                <w:sz w:val="22"/>
                <w:szCs w:val="22"/>
              </w:rPr>
              <w:t>3</w:t>
            </w:r>
            <w:r w:rsidRPr="0045094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403" w:type="dxa"/>
            <w:shd w:val="clear" w:color="auto" w:fill="auto"/>
          </w:tcPr>
          <w:p w:rsidR="006128C5" w:rsidRPr="00450941" w:rsidRDefault="006128C5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 xml:space="preserve">Установка </w:t>
            </w:r>
            <w:r w:rsidR="00BD7CE3" w:rsidRPr="00450941">
              <w:rPr>
                <w:rFonts w:ascii="Times New Roman" w:hAnsi="Times New Roman"/>
                <w:sz w:val="22"/>
                <w:szCs w:val="22"/>
              </w:rPr>
              <w:t xml:space="preserve">пунктов </w:t>
            </w:r>
            <w:proofErr w:type="gramStart"/>
            <w:r w:rsidR="00BD7CE3" w:rsidRPr="00450941">
              <w:rPr>
                <w:rFonts w:ascii="Times New Roman" w:hAnsi="Times New Roman"/>
                <w:sz w:val="22"/>
                <w:szCs w:val="22"/>
              </w:rPr>
              <w:t>контроля за</w:t>
            </w:r>
            <w:proofErr w:type="gramEnd"/>
            <w:r w:rsidR="00BD7CE3" w:rsidRPr="00450941">
              <w:rPr>
                <w:rFonts w:ascii="Times New Roman" w:hAnsi="Times New Roman"/>
                <w:sz w:val="22"/>
                <w:szCs w:val="22"/>
              </w:rPr>
              <w:t xml:space="preserve"> дорожным движением - </w:t>
            </w:r>
            <w:r w:rsidRPr="00450941">
              <w:rPr>
                <w:rFonts w:ascii="Times New Roman" w:hAnsi="Times New Roman"/>
                <w:sz w:val="22"/>
                <w:szCs w:val="22"/>
              </w:rPr>
              <w:t>стационарных камер фото</w:t>
            </w:r>
            <w:r w:rsidR="00BD7CE3" w:rsidRPr="00450941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450941">
              <w:rPr>
                <w:rFonts w:ascii="Times New Roman" w:hAnsi="Times New Roman"/>
                <w:sz w:val="22"/>
                <w:szCs w:val="22"/>
              </w:rPr>
              <w:t>видеофиксации</w:t>
            </w:r>
            <w:proofErr w:type="spellEnd"/>
            <w:r w:rsidRPr="00450941">
              <w:rPr>
                <w:rFonts w:ascii="Times New Roman" w:hAnsi="Times New Roman"/>
                <w:sz w:val="22"/>
                <w:szCs w:val="22"/>
              </w:rPr>
              <w:t xml:space="preserve"> нарушений правил дорожного движения на автомобильных дорогах</w:t>
            </w:r>
            <w:r w:rsidR="00BD7CE3" w:rsidRPr="00450941">
              <w:rPr>
                <w:rFonts w:ascii="Times New Roman" w:hAnsi="Times New Roman"/>
                <w:sz w:val="22"/>
                <w:szCs w:val="22"/>
              </w:rPr>
              <w:t xml:space="preserve"> регионального или межмуниципального значения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138000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28C5" w:rsidRPr="00450941" w:rsidRDefault="007A73ED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128C5" w:rsidRPr="00450941" w:rsidRDefault="007A73ED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138000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128C5" w:rsidRPr="00450941" w:rsidRDefault="007A73ED" w:rsidP="00A023A3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450941" w:rsidRDefault="007A73ED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450941" w:rsidRDefault="007A73ED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28C5" w:rsidRPr="00450941" w:rsidRDefault="007A73ED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128C5" w:rsidRPr="00450941" w:rsidTr="002365C0">
        <w:trPr>
          <w:trHeight w:val="20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128C5" w:rsidRPr="00450941" w:rsidRDefault="006128C5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6128C5" w:rsidRPr="00450941" w:rsidRDefault="006128C5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том числе за счет средств:</w:t>
            </w:r>
          </w:p>
          <w:p w:rsidR="006128C5" w:rsidRPr="00450941" w:rsidRDefault="006128C5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областного бюджета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138000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28C5" w:rsidRPr="00450941" w:rsidRDefault="007A73ED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128C5" w:rsidRPr="00450941" w:rsidRDefault="007A73ED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138000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128C5" w:rsidRPr="00450941" w:rsidRDefault="007A73ED" w:rsidP="00A023A3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450941" w:rsidRDefault="007A73ED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450941" w:rsidRDefault="007A73ED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28C5" w:rsidRPr="00450941" w:rsidRDefault="007A73ED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E4120" w:rsidRPr="00450941" w:rsidTr="00B30A7E">
        <w:trPr>
          <w:trHeight w:val="20"/>
        </w:trPr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6128C5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188512,3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450941"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E4120" w:rsidRPr="00450941" w:rsidRDefault="006128C5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188512,3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5E4120" w:rsidRPr="00450941" w:rsidTr="002365C0">
        <w:trPr>
          <w:trHeight w:val="20"/>
        </w:trPr>
        <w:tc>
          <w:tcPr>
            <w:tcW w:w="567" w:type="dxa"/>
            <w:vMerge/>
            <w:tcBorders>
              <w:bottom w:val="nil"/>
            </w:tcBorders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50512,3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450941">
              <w:rPr>
                <w:rFonts w:ascii="Times New Roman" w:hAnsi="Times New Roman"/>
                <w:bCs/>
                <w:spacing w:val="-4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50512,3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6128C5" w:rsidRPr="00450941" w:rsidTr="002365C0">
        <w:trPr>
          <w:trHeight w:val="20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128C5" w:rsidRPr="00450941" w:rsidRDefault="006128C5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6128C5" w:rsidRPr="00450941" w:rsidRDefault="006128C5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138000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128C5" w:rsidRPr="00450941" w:rsidRDefault="006128C5" w:rsidP="00A023A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:rsidR="006128C5" w:rsidRPr="00450941" w:rsidRDefault="006128C5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138000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28C5" w:rsidRPr="00450941" w:rsidRDefault="006128C5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5E4120" w:rsidRPr="00450941" w:rsidTr="002365C0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D56D9A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15924993,83355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  <w:bCs/>
                <w:spacing w:val="-4"/>
              </w:rPr>
              <w:t>2873219,65049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2288106,21926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E4120" w:rsidRPr="00450941" w:rsidRDefault="00AA0523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2414734,06845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120" w:rsidRPr="00450941" w:rsidRDefault="00AA0523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2706669,56535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3148540,43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1368342,33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1125381,57</w:t>
            </w:r>
          </w:p>
        </w:tc>
      </w:tr>
      <w:tr w:rsidR="005E4120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областной бюджет, из них: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AA0523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15431755,87155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2282015,55726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E4120" w:rsidRPr="00450941" w:rsidRDefault="00AA0523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2364221,76845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120" w:rsidRPr="00450941" w:rsidRDefault="00AA0523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2706669,56535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3148540,43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1368342,33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1125381,57</w:t>
            </w:r>
          </w:p>
        </w:tc>
      </w:tr>
      <w:tr w:rsidR="005E4120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бюджетные ассигнования дорожного фонда, из них: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AA0523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15431755,87155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  <w:bCs/>
                <w:spacing w:val="-4"/>
              </w:rPr>
              <w:t>2436584,65049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2282015,55726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E4120" w:rsidRPr="00450941" w:rsidRDefault="00AA0523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2364221,76845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120" w:rsidRPr="00450941" w:rsidRDefault="00AA0523" w:rsidP="00A023A3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2706669,56535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3148540,43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1368342,33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1125381,57</w:t>
            </w:r>
          </w:p>
        </w:tc>
      </w:tr>
      <w:tr w:rsidR="005E4120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106027,98242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106027,98242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5E4120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«Дорожная сеть</w:t>
            </w:r>
            <w:r w:rsidR="00275D18" w:rsidRPr="00450941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251673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5E4120" w:rsidRPr="00450941">
              <w:rPr>
                <w:rFonts w:ascii="Times New Roman" w:hAnsi="Times New Roman"/>
              </w:rPr>
              <w:t>8732,28855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4687,83034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E4120" w:rsidRPr="00450941" w:rsidRDefault="005E4120" w:rsidP="00B30A7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44044,45821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120" w:rsidRPr="00450941" w:rsidRDefault="00251673" w:rsidP="00A023A3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6128C5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6128C5" w:rsidRPr="00450941" w:rsidRDefault="006128C5" w:rsidP="00A02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6128C5" w:rsidRPr="00450941" w:rsidRDefault="00893EC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«Общесистемные меры развития дорожного хозяйства»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128C5" w:rsidRPr="00450941" w:rsidRDefault="00893EC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138000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28C5" w:rsidRPr="00450941" w:rsidRDefault="00251673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128C5" w:rsidRPr="00450941" w:rsidRDefault="00251673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6128C5" w:rsidRPr="00450941" w:rsidRDefault="00893EC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138000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128C5" w:rsidRPr="00450941" w:rsidRDefault="00251673" w:rsidP="00A023A3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450941" w:rsidRDefault="00251673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28C5" w:rsidRPr="00450941" w:rsidRDefault="00251673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28C5" w:rsidRPr="00450941" w:rsidRDefault="00251673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E4120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федеральный бюджет, из них: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493237,962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450941">
              <w:rPr>
                <w:rFonts w:ascii="Times New Roman" w:hAnsi="Times New Roman"/>
              </w:rPr>
              <w:t>436635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6090,662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50512,3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5E4120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рамках ПКРТИ**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436635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  <w:bCs/>
                <w:spacing w:val="-4"/>
              </w:rPr>
            </w:pPr>
            <w:r w:rsidRPr="00450941">
              <w:rPr>
                <w:rFonts w:ascii="Times New Roman" w:hAnsi="Times New Roman"/>
              </w:rPr>
              <w:t>436635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5E4120" w:rsidRPr="00450941" w:rsidTr="00B30A7E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«Дорожная сеть»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6090,662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6090,662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E4120" w:rsidRPr="00450941" w:rsidRDefault="00D73BAE" w:rsidP="00A02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  <w:tr w:rsidR="005E4120" w:rsidRPr="00450941" w:rsidTr="00B30A7E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shd w:val="clear" w:color="auto" w:fill="auto"/>
          </w:tcPr>
          <w:p w:rsidR="005E4120" w:rsidRPr="00450941" w:rsidRDefault="005E4120" w:rsidP="00A023A3">
            <w:pPr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в рамках регионального проекта «Общесистемные меры развития дорожного хозяйства»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50512,3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56" w:right="-45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5E4120" w:rsidRPr="00450941" w:rsidRDefault="005E4120" w:rsidP="00A023A3">
            <w:pPr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50512,3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E4120" w:rsidRPr="00450941" w:rsidRDefault="005E4120" w:rsidP="00A023A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450941">
              <w:rPr>
                <w:rFonts w:ascii="Times New Roman" w:hAnsi="Times New Roman"/>
              </w:rPr>
              <w:t>-</w:t>
            </w:r>
          </w:p>
        </w:tc>
      </w:tr>
    </w:tbl>
    <w:p w:rsidR="004C419C" w:rsidRPr="00450941" w:rsidRDefault="004C419C" w:rsidP="00A023A3">
      <w:pPr>
        <w:rPr>
          <w:rFonts w:ascii="Times New Roman" w:hAnsi="Times New Roman"/>
          <w:sz w:val="10"/>
          <w:szCs w:val="10"/>
        </w:rPr>
      </w:pPr>
    </w:p>
    <w:p w:rsidR="00A131D5" w:rsidRPr="00450941" w:rsidRDefault="004C419C" w:rsidP="00A023A3">
      <w:pPr>
        <w:ind w:firstLine="426"/>
        <w:rPr>
          <w:rFonts w:ascii="Times New Roman" w:hAnsi="Times New Roman"/>
          <w:sz w:val="22"/>
          <w:szCs w:val="22"/>
        </w:rPr>
      </w:pPr>
      <w:r w:rsidRPr="00450941">
        <w:rPr>
          <w:rFonts w:ascii="Times New Roman" w:hAnsi="Times New Roman"/>
          <w:sz w:val="22"/>
          <w:szCs w:val="22"/>
        </w:rPr>
        <w:t>*</w:t>
      </w:r>
      <w:r w:rsidR="00A131D5" w:rsidRPr="00450941">
        <w:rPr>
          <w:rFonts w:ascii="Times New Roman" w:hAnsi="Times New Roman"/>
          <w:sz w:val="22"/>
          <w:szCs w:val="22"/>
        </w:rPr>
        <w:t>Агломерация – Рязанская агломерация.</w:t>
      </w:r>
    </w:p>
    <w:p w:rsidR="002F76B7" w:rsidRDefault="00EE0639" w:rsidP="00A023A3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450941">
        <w:rPr>
          <w:rFonts w:ascii="Times New Roman" w:hAnsi="Times New Roman"/>
          <w:sz w:val="22"/>
          <w:szCs w:val="22"/>
        </w:rPr>
        <w:t>**</w:t>
      </w:r>
      <w:r w:rsidR="004C419C" w:rsidRPr="00450941">
        <w:rPr>
          <w:rFonts w:ascii="Times New Roman" w:hAnsi="Times New Roman"/>
          <w:sz w:val="22"/>
          <w:szCs w:val="22"/>
        </w:rPr>
        <w:t xml:space="preserve"> Средства направляются на финансовое обеспечение дорожной деятельности в рамках </w:t>
      </w:r>
      <w:r w:rsidR="00864C6F" w:rsidRPr="00450941">
        <w:rPr>
          <w:rFonts w:ascii="Times New Roman" w:hAnsi="Times New Roman"/>
          <w:sz w:val="22"/>
          <w:szCs w:val="22"/>
        </w:rPr>
        <w:t xml:space="preserve">приоритетного </w:t>
      </w:r>
      <w:r w:rsidR="004C419C" w:rsidRPr="00450941">
        <w:rPr>
          <w:rFonts w:ascii="Times New Roman" w:hAnsi="Times New Roman"/>
          <w:sz w:val="22"/>
          <w:szCs w:val="22"/>
        </w:rPr>
        <w:t>проект</w:t>
      </w:r>
      <w:r w:rsidR="00864C6F" w:rsidRPr="00450941">
        <w:rPr>
          <w:rFonts w:ascii="Times New Roman" w:hAnsi="Times New Roman"/>
          <w:sz w:val="22"/>
          <w:szCs w:val="22"/>
        </w:rPr>
        <w:t>а</w:t>
      </w:r>
      <w:r w:rsidR="004C419C" w:rsidRPr="00450941">
        <w:rPr>
          <w:rFonts w:ascii="Times New Roman" w:hAnsi="Times New Roman"/>
          <w:sz w:val="22"/>
          <w:szCs w:val="22"/>
        </w:rPr>
        <w:t xml:space="preserve"> «Безопасные и качественные дороги» государственной программы Российской Федерации «Развитие транспортной системы»</w:t>
      </w:r>
      <w:proofErr w:type="gramStart"/>
      <w:r w:rsidR="0008619D" w:rsidRPr="00450941">
        <w:rPr>
          <w:rFonts w:ascii="Times New Roman" w:hAnsi="Times New Roman"/>
          <w:sz w:val="22"/>
          <w:szCs w:val="22"/>
        </w:rPr>
        <w:t>.</w:t>
      </w:r>
      <w:r w:rsidR="00772658" w:rsidRPr="00450941">
        <w:rPr>
          <w:rFonts w:ascii="Times New Roman" w:hAnsi="Times New Roman"/>
          <w:sz w:val="22"/>
          <w:szCs w:val="22"/>
        </w:rPr>
        <w:t>»</w:t>
      </w:r>
      <w:proofErr w:type="gramEnd"/>
      <w:r w:rsidR="00772658" w:rsidRPr="00450941">
        <w:rPr>
          <w:rFonts w:ascii="Times New Roman" w:hAnsi="Times New Roman"/>
          <w:sz w:val="22"/>
          <w:szCs w:val="22"/>
        </w:rPr>
        <w:t>.</w:t>
      </w:r>
    </w:p>
    <w:p w:rsidR="006A7679" w:rsidRDefault="006A7679" w:rsidP="00A023A3">
      <w:pPr>
        <w:jc w:val="both"/>
        <w:rPr>
          <w:rFonts w:ascii="Times New Roman" w:hAnsi="Times New Roman"/>
          <w:sz w:val="22"/>
          <w:szCs w:val="22"/>
        </w:rPr>
      </w:pPr>
    </w:p>
    <w:p w:rsidR="006A7679" w:rsidRDefault="006A7679" w:rsidP="00A023A3">
      <w:pPr>
        <w:jc w:val="both"/>
        <w:rPr>
          <w:rFonts w:ascii="Times New Roman" w:hAnsi="Times New Roman"/>
          <w:sz w:val="22"/>
          <w:szCs w:val="22"/>
        </w:rPr>
      </w:pPr>
    </w:p>
    <w:p w:rsidR="003E428D" w:rsidRDefault="003E428D" w:rsidP="00464920">
      <w:pPr>
        <w:jc w:val="both"/>
        <w:rPr>
          <w:rFonts w:ascii="Times New Roman" w:hAnsi="Times New Roman"/>
          <w:sz w:val="22"/>
          <w:szCs w:val="22"/>
        </w:rPr>
      </w:pPr>
    </w:p>
    <w:p w:rsidR="00740DC0" w:rsidRDefault="00740DC0" w:rsidP="00464920">
      <w:pPr>
        <w:jc w:val="both"/>
        <w:rPr>
          <w:rFonts w:ascii="Times New Roman" w:hAnsi="Times New Roman"/>
          <w:sz w:val="22"/>
          <w:szCs w:val="22"/>
        </w:rPr>
      </w:pPr>
    </w:p>
    <w:p w:rsidR="00740DC0" w:rsidRDefault="00740DC0" w:rsidP="00464920">
      <w:pPr>
        <w:jc w:val="both"/>
        <w:rPr>
          <w:rFonts w:ascii="Times New Roman" w:hAnsi="Times New Roman"/>
          <w:sz w:val="22"/>
          <w:szCs w:val="22"/>
        </w:rPr>
        <w:sectPr w:rsidR="00740DC0" w:rsidSect="002820CF">
          <w:headerReference w:type="default" r:id="rId12"/>
          <w:type w:val="continuous"/>
          <w:pgSz w:w="16834" w:h="11907" w:orient="landscape" w:code="9"/>
          <w:pgMar w:top="1134" w:right="674" w:bottom="1134" w:left="1701" w:header="272" w:footer="397" w:gutter="0"/>
          <w:cols w:space="720"/>
          <w:formProt w:val="0"/>
          <w:titlePg/>
          <w:docGrid w:linePitch="272"/>
        </w:sectPr>
      </w:pPr>
    </w:p>
    <w:p w:rsidR="006A7679" w:rsidRDefault="00245A9C" w:rsidP="00A023A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A7679">
        <w:rPr>
          <w:rFonts w:ascii="Times New Roman" w:hAnsi="Times New Roman"/>
          <w:sz w:val="28"/>
          <w:szCs w:val="28"/>
        </w:rPr>
        <w:t>Таблица № 6</w:t>
      </w:r>
    </w:p>
    <w:p w:rsidR="006A7679" w:rsidRDefault="006A7679" w:rsidP="00A023A3">
      <w:pPr>
        <w:jc w:val="right"/>
        <w:rPr>
          <w:rFonts w:ascii="Times New Roman" w:hAnsi="Times New Roman"/>
          <w:sz w:val="28"/>
          <w:szCs w:val="28"/>
        </w:rPr>
      </w:pPr>
    </w:p>
    <w:p w:rsidR="006A7679" w:rsidRDefault="006A7679" w:rsidP="00A023A3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объемов финансирования</w:t>
      </w:r>
      <w:r w:rsidR="002A53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обеспечению реализации мероприятий</w:t>
      </w:r>
    </w:p>
    <w:p w:rsidR="006A7679" w:rsidRDefault="006A7679" w:rsidP="00A023A3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области дорожного хозяйства в Рязанской области</w:t>
      </w:r>
    </w:p>
    <w:p w:rsidR="006A7679" w:rsidRDefault="006A7679" w:rsidP="00A023A3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6A7679" w:rsidRDefault="006A7679" w:rsidP="00A023A3">
      <w:pPr>
        <w:spacing w:line="192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111"/>
        <w:gridCol w:w="1559"/>
        <w:gridCol w:w="851"/>
        <w:gridCol w:w="992"/>
        <w:gridCol w:w="992"/>
        <w:gridCol w:w="993"/>
        <w:gridCol w:w="992"/>
        <w:gridCol w:w="850"/>
        <w:gridCol w:w="993"/>
        <w:gridCol w:w="850"/>
        <w:gridCol w:w="851"/>
      </w:tblGrid>
      <w:tr w:rsidR="006A7679" w:rsidRPr="00D31E11" w:rsidTr="00575F67">
        <w:trPr>
          <w:trHeight w:val="23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 xml:space="preserve">№ </w:t>
            </w:r>
            <w:proofErr w:type="gramStart"/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proofErr w:type="gramEnd"/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7724">
              <w:rPr>
                <w:rFonts w:ascii="Times New Roman" w:hAnsi="Times New Roman"/>
                <w:bCs/>
                <w:sz w:val="22"/>
                <w:szCs w:val="22"/>
              </w:rPr>
              <w:t>Мероприятия</w:t>
            </w: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Объемы финансирования, тыс. рублей</w:t>
            </w:r>
          </w:p>
        </w:tc>
      </w:tr>
      <w:tr w:rsidR="006A7679" w:rsidRPr="00D31E11" w:rsidTr="00575F67">
        <w:trPr>
          <w:trHeight w:val="27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A023A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83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6A7679" w:rsidRPr="00D31E11" w:rsidTr="00575F67">
        <w:trPr>
          <w:trHeight w:val="34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A023A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31E11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</w:tr>
    </w:tbl>
    <w:p w:rsidR="006A7679" w:rsidRPr="00BC2F0E" w:rsidRDefault="006A7679" w:rsidP="00A023A3">
      <w:pPr>
        <w:spacing w:line="192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4111"/>
        <w:gridCol w:w="1559"/>
        <w:gridCol w:w="851"/>
        <w:gridCol w:w="992"/>
        <w:gridCol w:w="992"/>
        <w:gridCol w:w="993"/>
        <w:gridCol w:w="992"/>
        <w:gridCol w:w="850"/>
        <w:gridCol w:w="993"/>
        <w:gridCol w:w="850"/>
        <w:gridCol w:w="851"/>
      </w:tblGrid>
      <w:tr w:rsidR="006A7679" w:rsidRPr="00D31E11" w:rsidTr="00575F67">
        <w:trPr>
          <w:trHeight w:val="26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31E11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6A7679" w:rsidRPr="00D31E11" w:rsidTr="003565EF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D31E11" w:rsidRDefault="006A7679" w:rsidP="00A023A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>Ремонт и техобслуживание лабораторного оборудования</w:t>
            </w:r>
          </w:p>
          <w:p w:rsidR="006A7679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Pr="00D31E11" w:rsidRDefault="005D66EC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3565EF" w:rsidP="00A023A3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2310,97701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149,97701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3565EF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</w:t>
            </w:r>
          </w:p>
        </w:tc>
      </w:tr>
      <w:tr w:rsidR="006A7679" w:rsidRPr="00D31E11" w:rsidTr="003565EF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A023A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>Услуги сторонних организаций</w:t>
            </w:r>
          </w:p>
          <w:p w:rsidR="006A7679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4235CA" w:rsidRDefault="004235CA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3E6CA9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3565EF" w:rsidP="00A023A3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39786,61986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3532,26941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2675,2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1142,2726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3565EF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5002,64695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11311,61545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11311,61545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579</w:t>
            </w:r>
          </w:p>
        </w:tc>
      </w:tr>
      <w:tr w:rsidR="006A7679" w:rsidRPr="00D31E11" w:rsidTr="003565EF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A023A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>Приобретение лабораторного оборудования, геодезических и измерительных приборов</w:t>
            </w:r>
          </w:p>
          <w:p w:rsidR="006A7679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D66EC" w:rsidRPr="003E6CA9" w:rsidRDefault="005D66EC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3565EF" w:rsidP="00A023A3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12404,78189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1044,695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6903,56689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D31E11" w:rsidRDefault="003565EF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E27167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D31E11" w:rsidTr="00575F67">
        <w:trPr>
          <w:cantSplit/>
          <w:trHeight w:val="16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Default="006A7679" w:rsidP="00A023A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3E6CA9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3E6CA9">
              <w:rPr>
                <w:rFonts w:ascii="Times New Roman" w:hAnsi="Times New Roman"/>
                <w:bCs/>
                <w:sz w:val="22"/>
                <w:szCs w:val="22"/>
              </w:rPr>
              <w:t xml:space="preserve">Расходы, связанные с выполнением кадастровых работ, осуществлением государственного кадастрового учета земельных участков и автомобильных дорог общего пользования, оценкой земельных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участков, выполнением 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</w:rPr>
              <w:t>топосъемки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6879,64858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4114,75358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2764,895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D31E1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450941" w:rsidTr="003565EF">
        <w:trPr>
          <w:cantSplit/>
          <w:trHeight w:val="16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450941" w:rsidRDefault="006A7679" w:rsidP="00A023A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50941">
              <w:rPr>
                <w:rFonts w:ascii="Times New Roman" w:hAnsi="Times New Roman"/>
                <w:bCs/>
                <w:sz w:val="22"/>
                <w:szCs w:val="22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450941" w:rsidRDefault="006A7679" w:rsidP="00A023A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 xml:space="preserve">Расходы, связанные с выполнением кадастровых работ, осуществлением государственного кадастрового учета земельных участков и автомобильных дорог общего пользования и (или) государственной регистрации права на земельные участки и автомобильные дороги общего пользования, оценкой земельных участков, выполнением </w:t>
            </w:r>
            <w:proofErr w:type="spellStart"/>
            <w:r w:rsidRPr="00450941">
              <w:rPr>
                <w:rFonts w:ascii="Times New Roman" w:hAnsi="Times New Roman"/>
                <w:sz w:val="22"/>
                <w:szCs w:val="22"/>
              </w:rPr>
              <w:t>топосъемки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450941" w:rsidRDefault="00705B03" w:rsidP="00A023A3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51292,43605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1411,48388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4233,68578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450941" w:rsidRDefault="00705B03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6155,26639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E27167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9873</w:t>
            </w:r>
          </w:p>
        </w:tc>
      </w:tr>
      <w:tr w:rsidR="006A7679" w:rsidRPr="00450941" w:rsidTr="003565EF">
        <w:trPr>
          <w:cantSplit/>
          <w:trHeight w:val="11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450941" w:rsidRDefault="006A7679" w:rsidP="00A023A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50941">
              <w:rPr>
                <w:rFonts w:ascii="Times New Roman" w:hAnsi="Times New Roman"/>
                <w:bCs/>
                <w:sz w:val="22"/>
                <w:szCs w:val="22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450941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50941">
              <w:rPr>
                <w:rFonts w:ascii="Times New Roman" w:hAnsi="Times New Roman"/>
                <w:bCs/>
                <w:sz w:val="22"/>
                <w:szCs w:val="22"/>
              </w:rPr>
              <w:t>Иные расходы, связанные с управлением дорожным хозяйством и выполнением функций заказчика</w:t>
            </w:r>
          </w:p>
          <w:p w:rsidR="006A7679" w:rsidRPr="00450941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450941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450941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450941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450941" w:rsidRDefault="00705B03" w:rsidP="00A023A3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1169254,36553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146704,95942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153823,105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130111,8519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124763,09018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450941" w:rsidRDefault="002B1E52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122061,32045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E27167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99917,46868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E27167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98462,5699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146705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146705</w:t>
            </w:r>
          </w:p>
        </w:tc>
      </w:tr>
      <w:tr w:rsidR="006A7679" w:rsidRPr="00450941" w:rsidTr="003565EF">
        <w:trPr>
          <w:cantSplit/>
          <w:trHeight w:val="8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450941" w:rsidRDefault="006A7679" w:rsidP="00A023A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450941">
              <w:rPr>
                <w:rFonts w:ascii="Times New Roman" w:hAnsi="Times New Roman"/>
                <w:bCs/>
                <w:sz w:val="22"/>
                <w:szCs w:val="22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450941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50941">
              <w:rPr>
                <w:rFonts w:ascii="Times New Roman" w:hAnsi="Times New Roman"/>
                <w:bCs/>
                <w:sz w:val="22"/>
                <w:szCs w:val="22"/>
              </w:rPr>
              <w:t>Закупка иных основных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450941" w:rsidRDefault="003565EF" w:rsidP="00A023A3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32410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450941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10410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450941" w:rsidRDefault="003565EF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450941" w:rsidRDefault="00DC7116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6A7679" w:rsidRPr="00450941" w:rsidTr="003565EF">
        <w:trPr>
          <w:cantSplit/>
          <w:trHeight w:val="12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679" w:rsidRPr="00450941" w:rsidRDefault="006A7679" w:rsidP="00A023A3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679" w:rsidRPr="00450941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50941">
              <w:rPr>
                <w:rFonts w:ascii="Times New Roman" w:hAnsi="Times New Roman"/>
                <w:bCs/>
                <w:sz w:val="22"/>
                <w:szCs w:val="22"/>
              </w:rPr>
              <w:t>Итого</w:t>
            </w:r>
          </w:p>
          <w:p w:rsidR="006A7679" w:rsidRPr="00450941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450941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450941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450941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7679" w:rsidRPr="00450941" w:rsidRDefault="006A7679" w:rsidP="00A023A3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450941" w:rsidRDefault="002B1E52" w:rsidP="00A023A3">
            <w:pPr>
              <w:ind w:left="-108" w:right="-12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1314338,82892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154572,95942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160448,</w:t>
            </w:r>
            <w:r w:rsidR="00E60044" w:rsidRPr="0045094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146941,03078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148252,61545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7679" w:rsidRPr="00450941" w:rsidRDefault="002B1E52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145144,75379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E27167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122912,08413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7679" w:rsidRPr="00450941" w:rsidRDefault="00E27167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121457,18535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157305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7679" w:rsidRPr="00450941" w:rsidRDefault="006A7679" w:rsidP="00A023A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50941">
              <w:rPr>
                <w:rFonts w:ascii="Times New Roman" w:hAnsi="Times New Roman"/>
                <w:sz w:val="22"/>
                <w:szCs w:val="22"/>
              </w:rPr>
              <w:t>157305</w:t>
            </w:r>
          </w:p>
        </w:tc>
      </w:tr>
    </w:tbl>
    <w:p w:rsidR="006A7679" w:rsidRPr="00450941" w:rsidRDefault="006A7679" w:rsidP="00A023A3">
      <w:pPr>
        <w:spacing w:line="192" w:lineRule="auto"/>
        <w:jc w:val="right"/>
        <w:rPr>
          <w:rFonts w:ascii="Times New Roman" w:hAnsi="Times New Roman"/>
          <w:sz w:val="28"/>
          <w:szCs w:val="28"/>
        </w:rPr>
      </w:pPr>
    </w:p>
    <w:p w:rsidR="009468C4" w:rsidRDefault="009468C4" w:rsidP="009468C4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468C4" w:rsidRDefault="009468C4" w:rsidP="009468C4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468C4" w:rsidRDefault="009468C4" w:rsidP="009468C4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468C4" w:rsidRDefault="009468C4" w:rsidP="009468C4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468C4" w:rsidRDefault="009468C4" w:rsidP="009468C4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468C4" w:rsidRDefault="009468C4" w:rsidP="009468C4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468C4" w:rsidRDefault="009468C4" w:rsidP="009468C4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468C4" w:rsidRPr="008C55BD" w:rsidRDefault="009468C4" w:rsidP="009468C4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8C55BD">
        <w:rPr>
          <w:rFonts w:ascii="Times New Roman" w:hAnsi="Times New Roman"/>
          <w:sz w:val="28"/>
          <w:szCs w:val="28"/>
        </w:rPr>
        <w:t>6. Целевые индикаторы эффективности</w:t>
      </w:r>
    </w:p>
    <w:p w:rsidR="009468C4" w:rsidRDefault="009468C4" w:rsidP="009468C4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8C55BD">
        <w:rPr>
          <w:rFonts w:ascii="Times New Roman" w:hAnsi="Times New Roman"/>
          <w:sz w:val="28"/>
          <w:szCs w:val="28"/>
        </w:rPr>
        <w:t>исполнения подпрограммы</w:t>
      </w:r>
    </w:p>
    <w:p w:rsidR="006B36B6" w:rsidRPr="006B36B6" w:rsidRDefault="006B36B6" w:rsidP="009468C4">
      <w:pPr>
        <w:pStyle w:val="ConsPlusNormal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9468C4" w:rsidRPr="006B36B6" w:rsidRDefault="009468C4" w:rsidP="009468C4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6B36B6">
        <w:rPr>
          <w:rFonts w:ascii="Times New Roman" w:hAnsi="Times New Roman" w:cs="Times New Roman"/>
          <w:sz w:val="22"/>
          <w:szCs w:val="22"/>
        </w:rPr>
        <w:t>(по состоянию на конец года)</w:t>
      </w:r>
    </w:p>
    <w:p w:rsidR="003C626E" w:rsidRPr="003C626E" w:rsidRDefault="003C626E" w:rsidP="009468C4">
      <w:pPr>
        <w:pStyle w:val="ConsPlusNormal"/>
        <w:jc w:val="right"/>
        <w:outlineLvl w:val="1"/>
        <w:rPr>
          <w:rFonts w:ascii="Times New Roman" w:hAnsi="Times New Roman"/>
          <w:sz w:val="6"/>
          <w:szCs w:val="6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1276"/>
        <w:gridCol w:w="992"/>
        <w:gridCol w:w="993"/>
        <w:gridCol w:w="850"/>
        <w:gridCol w:w="851"/>
        <w:gridCol w:w="850"/>
        <w:gridCol w:w="851"/>
        <w:gridCol w:w="850"/>
        <w:gridCol w:w="851"/>
        <w:gridCol w:w="850"/>
      </w:tblGrid>
      <w:tr w:rsidR="009468C4" w:rsidRPr="003C626E" w:rsidTr="008E5CEF">
        <w:tc>
          <w:tcPr>
            <w:tcW w:w="675" w:type="dxa"/>
            <w:vMerge w:val="restart"/>
            <w:tcBorders>
              <w:bottom w:val="nil"/>
            </w:tcBorders>
          </w:tcPr>
          <w:p w:rsidR="009468C4" w:rsidRPr="003C626E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26E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9468C4" w:rsidRPr="003C626E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C626E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3C626E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977" w:type="dxa"/>
            <w:vMerge w:val="restart"/>
            <w:tcBorders>
              <w:bottom w:val="nil"/>
            </w:tcBorders>
          </w:tcPr>
          <w:p w:rsidR="009468C4" w:rsidRPr="003C626E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26E">
              <w:rPr>
                <w:rFonts w:ascii="Times New Roman" w:hAnsi="Times New Roman"/>
                <w:sz w:val="22"/>
                <w:szCs w:val="22"/>
              </w:rPr>
              <w:t>Наименование целевых                индикаторов и показателей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9468C4" w:rsidRPr="003C626E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26E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:rsidR="009468C4" w:rsidRPr="003C626E" w:rsidRDefault="009468C4" w:rsidP="00740DC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26E">
              <w:rPr>
                <w:rFonts w:ascii="Times New Roman" w:hAnsi="Times New Roman"/>
                <w:sz w:val="22"/>
                <w:szCs w:val="22"/>
              </w:rPr>
              <w:t>2014 год - базовый</w:t>
            </w:r>
          </w:p>
        </w:tc>
        <w:tc>
          <w:tcPr>
            <w:tcW w:w="7938" w:type="dxa"/>
            <w:gridSpan w:val="9"/>
          </w:tcPr>
          <w:p w:rsidR="009468C4" w:rsidRPr="003C626E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26E">
              <w:rPr>
                <w:rFonts w:ascii="Times New Roman" w:hAnsi="Times New Roman"/>
                <w:sz w:val="22"/>
                <w:szCs w:val="22"/>
              </w:rPr>
              <w:t>По годам реализации подпрограммы</w:t>
            </w:r>
          </w:p>
        </w:tc>
      </w:tr>
      <w:tr w:rsidR="009468C4" w:rsidRPr="003C626E" w:rsidTr="008E5CEF">
        <w:tc>
          <w:tcPr>
            <w:tcW w:w="675" w:type="dxa"/>
            <w:vMerge/>
            <w:tcBorders>
              <w:bottom w:val="nil"/>
            </w:tcBorders>
          </w:tcPr>
          <w:p w:rsidR="009468C4" w:rsidRPr="003C626E" w:rsidRDefault="009468C4" w:rsidP="008E5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9468C4" w:rsidRPr="003C626E" w:rsidRDefault="009468C4" w:rsidP="008E5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9468C4" w:rsidRPr="003C626E" w:rsidRDefault="009468C4" w:rsidP="008E5C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9468C4" w:rsidRPr="003C626E" w:rsidRDefault="009468C4" w:rsidP="0074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9468C4" w:rsidRPr="003C626E" w:rsidRDefault="009468C4" w:rsidP="0074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26E">
              <w:rPr>
                <w:rFonts w:ascii="Times New Roman" w:hAnsi="Times New Roman"/>
                <w:sz w:val="22"/>
                <w:szCs w:val="22"/>
              </w:rPr>
              <w:t xml:space="preserve">2016  </w:t>
            </w:r>
          </w:p>
        </w:tc>
        <w:tc>
          <w:tcPr>
            <w:tcW w:w="993" w:type="dxa"/>
            <w:tcBorders>
              <w:bottom w:val="nil"/>
            </w:tcBorders>
          </w:tcPr>
          <w:p w:rsidR="009468C4" w:rsidRPr="003C626E" w:rsidRDefault="009468C4" w:rsidP="0074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26E">
              <w:rPr>
                <w:rFonts w:ascii="Times New Roman" w:hAnsi="Times New Roman"/>
                <w:sz w:val="22"/>
                <w:szCs w:val="22"/>
              </w:rPr>
              <w:t xml:space="preserve">2017  </w:t>
            </w:r>
          </w:p>
        </w:tc>
        <w:tc>
          <w:tcPr>
            <w:tcW w:w="850" w:type="dxa"/>
            <w:tcBorders>
              <w:bottom w:val="nil"/>
            </w:tcBorders>
          </w:tcPr>
          <w:p w:rsidR="009468C4" w:rsidRPr="003C626E" w:rsidRDefault="009468C4" w:rsidP="00740D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26E">
              <w:rPr>
                <w:rFonts w:ascii="Times New Roman" w:hAnsi="Times New Roman"/>
                <w:sz w:val="22"/>
                <w:szCs w:val="22"/>
              </w:rPr>
              <w:t xml:space="preserve">2018 </w:t>
            </w:r>
          </w:p>
        </w:tc>
        <w:tc>
          <w:tcPr>
            <w:tcW w:w="851" w:type="dxa"/>
            <w:tcBorders>
              <w:bottom w:val="nil"/>
            </w:tcBorders>
          </w:tcPr>
          <w:p w:rsidR="009468C4" w:rsidRPr="003C626E" w:rsidRDefault="009468C4" w:rsidP="00740DC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26E">
              <w:rPr>
                <w:rFonts w:ascii="Times New Roman" w:hAnsi="Times New Roman"/>
                <w:sz w:val="22"/>
                <w:szCs w:val="22"/>
              </w:rPr>
              <w:t xml:space="preserve">2019  </w:t>
            </w:r>
          </w:p>
        </w:tc>
        <w:tc>
          <w:tcPr>
            <w:tcW w:w="850" w:type="dxa"/>
            <w:tcBorders>
              <w:bottom w:val="nil"/>
            </w:tcBorders>
          </w:tcPr>
          <w:p w:rsidR="009468C4" w:rsidRPr="003C626E" w:rsidRDefault="009468C4" w:rsidP="00740DC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26E">
              <w:rPr>
                <w:rFonts w:ascii="Times New Roman" w:hAnsi="Times New Roman"/>
                <w:sz w:val="22"/>
                <w:szCs w:val="22"/>
              </w:rPr>
              <w:t xml:space="preserve">2020  </w:t>
            </w:r>
          </w:p>
        </w:tc>
        <w:tc>
          <w:tcPr>
            <w:tcW w:w="851" w:type="dxa"/>
            <w:tcBorders>
              <w:bottom w:val="nil"/>
            </w:tcBorders>
          </w:tcPr>
          <w:p w:rsidR="009468C4" w:rsidRPr="003C626E" w:rsidRDefault="009468C4" w:rsidP="00740DC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26E">
              <w:rPr>
                <w:rFonts w:ascii="Times New Roman" w:hAnsi="Times New Roman"/>
                <w:sz w:val="22"/>
                <w:szCs w:val="22"/>
              </w:rPr>
              <w:t xml:space="preserve">2021 </w:t>
            </w:r>
          </w:p>
        </w:tc>
        <w:tc>
          <w:tcPr>
            <w:tcW w:w="850" w:type="dxa"/>
            <w:tcBorders>
              <w:bottom w:val="nil"/>
            </w:tcBorders>
          </w:tcPr>
          <w:p w:rsidR="009468C4" w:rsidRPr="003C626E" w:rsidRDefault="009468C4" w:rsidP="00740DC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26E">
              <w:rPr>
                <w:rFonts w:ascii="Times New Roman" w:hAnsi="Times New Roman"/>
                <w:sz w:val="22"/>
                <w:szCs w:val="22"/>
              </w:rPr>
              <w:t xml:space="preserve">2022 </w:t>
            </w:r>
          </w:p>
        </w:tc>
        <w:tc>
          <w:tcPr>
            <w:tcW w:w="851" w:type="dxa"/>
            <w:tcBorders>
              <w:bottom w:val="nil"/>
            </w:tcBorders>
          </w:tcPr>
          <w:p w:rsidR="009468C4" w:rsidRPr="003C626E" w:rsidRDefault="009468C4" w:rsidP="00740DC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26E">
              <w:rPr>
                <w:rFonts w:ascii="Times New Roman" w:hAnsi="Times New Roman"/>
                <w:sz w:val="22"/>
                <w:szCs w:val="22"/>
              </w:rPr>
              <w:t xml:space="preserve">2023  </w:t>
            </w:r>
          </w:p>
        </w:tc>
        <w:tc>
          <w:tcPr>
            <w:tcW w:w="850" w:type="dxa"/>
            <w:tcBorders>
              <w:bottom w:val="nil"/>
            </w:tcBorders>
          </w:tcPr>
          <w:p w:rsidR="009468C4" w:rsidRPr="003C626E" w:rsidRDefault="009468C4" w:rsidP="00740DC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26E">
              <w:rPr>
                <w:rFonts w:ascii="Times New Roman" w:hAnsi="Times New Roman"/>
                <w:sz w:val="22"/>
                <w:szCs w:val="22"/>
              </w:rPr>
              <w:t xml:space="preserve">2024  </w:t>
            </w:r>
          </w:p>
        </w:tc>
      </w:tr>
    </w:tbl>
    <w:p w:rsidR="009468C4" w:rsidRPr="005225E0" w:rsidRDefault="009468C4" w:rsidP="009468C4">
      <w:pPr>
        <w:spacing w:line="24" w:lineRule="auto"/>
        <w:rPr>
          <w:sz w:val="26"/>
          <w:szCs w:val="26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1276"/>
        <w:gridCol w:w="992"/>
        <w:gridCol w:w="993"/>
        <w:gridCol w:w="850"/>
        <w:gridCol w:w="851"/>
        <w:gridCol w:w="850"/>
        <w:gridCol w:w="851"/>
        <w:gridCol w:w="850"/>
        <w:gridCol w:w="851"/>
        <w:gridCol w:w="850"/>
      </w:tblGrid>
      <w:tr w:rsidR="009468C4" w:rsidRPr="009468C4" w:rsidTr="008E5CEF">
        <w:trPr>
          <w:trHeight w:val="284"/>
          <w:tblHeader/>
        </w:trPr>
        <w:tc>
          <w:tcPr>
            <w:tcW w:w="675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0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77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0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0C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0C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0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0C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0C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0C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0C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0C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0C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51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0C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0C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  <w:tr w:rsidR="009468C4" w:rsidRPr="009468C4" w:rsidTr="00241D77">
        <w:trPr>
          <w:cantSplit/>
          <w:trHeight w:val="3308"/>
        </w:trPr>
        <w:tc>
          <w:tcPr>
            <w:tcW w:w="675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977" w:type="dxa"/>
          </w:tcPr>
          <w:p w:rsidR="009468C4" w:rsidRPr="00CB330C" w:rsidRDefault="009468C4" w:rsidP="008E5CEF">
            <w:pPr>
              <w:pStyle w:val="ConsPlusNormal"/>
              <w:spacing w:line="230" w:lineRule="auto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Обеспечение круглогодичного содержания сети автомобильных дорог общего пользования регионального или межмуниципального значения и искусственных сооружений на них в соответствии с нормативными требованиями к транспортно-эксплуатационному состоянию и условиями безопасности движения</w:t>
            </w:r>
          </w:p>
        </w:tc>
        <w:tc>
          <w:tcPr>
            <w:tcW w:w="1559" w:type="dxa"/>
          </w:tcPr>
          <w:p w:rsidR="009468C4" w:rsidRPr="00CB330C" w:rsidRDefault="009468C4" w:rsidP="008E5CEF">
            <w:pPr>
              <w:pStyle w:val="ConsPlusNormal"/>
              <w:spacing w:line="23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9468C4" w:rsidRPr="00CB330C" w:rsidRDefault="009468C4" w:rsidP="008E5CEF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6538</w:t>
            </w:r>
          </w:p>
        </w:tc>
        <w:tc>
          <w:tcPr>
            <w:tcW w:w="992" w:type="dxa"/>
            <w:textDirection w:val="btLr"/>
            <w:vAlign w:val="center"/>
          </w:tcPr>
          <w:p w:rsidR="009468C4" w:rsidRPr="00CB330C" w:rsidRDefault="009468C4" w:rsidP="008E5CEF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+57,3</w:t>
            </w:r>
          </w:p>
        </w:tc>
        <w:tc>
          <w:tcPr>
            <w:tcW w:w="993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+6,4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+6,2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CB330C" w:rsidRDefault="009468C4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+0,45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26141C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-185,681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CB330C" w:rsidRDefault="0026141C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+14,8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26141C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+29,96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CB330C" w:rsidRDefault="009468C4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+16,6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9468C4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+24,221</w:t>
            </w:r>
          </w:p>
        </w:tc>
      </w:tr>
      <w:tr w:rsidR="009468C4" w:rsidRPr="009468C4" w:rsidTr="00241D77">
        <w:trPr>
          <w:cantSplit/>
          <w:trHeight w:val="2831"/>
        </w:trPr>
        <w:tc>
          <w:tcPr>
            <w:tcW w:w="675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2.</w:t>
            </w:r>
          </w:p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9468C4" w:rsidRPr="00CB330C" w:rsidRDefault="009468C4" w:rsidP="008E5CEF">
            <w:pPr>
              <w:pStyle w:val="ConsPlusNormal"/>
              <w:spacing w:line="230" w:lineRule="auto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Обеспечение общей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</w:t>
            </w:r>
            <w:proofErr w:type="gramStart"/>
            <w:r w:rsidRPr="00CB330C">
              <w:rPr>
                <w:rFonts w:ascii="Times New Roman" w:hAnsi="Times New Roman"/>
                <w:sz w:val="22"/>
                <w:szCs w:val="22"/>
              </w:rPr>
              <w:t>о-</w:t>
            </w:r>
            <w:proofErr w:type="gramEnd"/>
            <w:r w:rsidRPr="00CB330C">
              <w:rPr>
                <w:rFonts w:ascii="Times New Roman" w:hAnsi="Times New Roman"/>
                <w:sz w:val="22"/>
                <w:szCs w:val="22"/>
              </w:rPr>
              <w:t xml:space="preserve"> эксплуатационным показателям на 31 декабря отчетного года</w:t>
            </w:r>
          </w:p>
        </w:tc>
        <w:tc>
          <w:tcPr>
            <w:tcW w:w="1559" w:type="dxa"/>
          </w:tcPr>
          <w:p w:rsidR="009468C4" w:rsidRPr="00CB330C" w:rsidRDefault="009468C4" w:rsidP="008E5CE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9468C4" w:rsidRPr="00CB330C" w:rsidRDefault="009468C4" w:rsidP="008E5CEF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hAnsi="Times New Roman" w:cs="Times New Roman"/>
                <w:sz w:val="22"/>
                <w:szCs w:val="22"/>
              </w:rPr>
              <w:t>817</w:t>
            </w:r>
          </w:p>
        </w:tc>
        <w:tc>
          <w:tcPr>
            <w:tcW w:w="992" w:type="dxa"/>
            <w:textDirection w:val="btLr"/>
            <w:vAlign w:val="center"/>
          </w:tcPr>
          <w:p w:rsidR="009468C4" w:rsidRPr="00CB330C" w:rsidRDefault="009468C4" w:rsidP="008E5CEF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hAnsi="Times New Roman" w:cs="Times New Roman"/>
                <w:sz w:val="22"/>
                <w:szCs w:val="22"/>
              </w:rPr>
              <w:t>1146,7</w:t>
            </w:r>
          </w:p>
        </w:tc>
        <w:tc>
          <w:tcPr>
            <w:tcW w:w="993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1417,8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1447,7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1600,1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1797,8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2039,8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2420,3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2811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3252,6</w:t>
            </w:r>
          </w:p>
        </w:tc>
      </w:tr>
      <w:tr w:rsidR="009468C4" w:rsidRPr="009468C4" w:rsidTr="00241D77">
        <w:trPr>
          <w:cantSplit/>
          <w:trHeight w:val="1949"/>
        </w:trPr>
        <w:tc>
          <w:tcPr>
            <w:tcW w:w="675" w:type="dxa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3.</w:t>
            </w:r>
          </w:p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9468C4" w:rsidRPr="00CB330C" w:rsidRDefault="009468C4" w:rsidP="008E5CEF">
            <w:pPr>
              <w:pStyle w:val="ConsPlusNormal"/>
              <w:spacing w:line="230" w:lineRule="auto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Объем неотложных работ по содержанию автомобильных дорог общего пользования регионального или межмуниципального значения в целях ликвидации дефектов дорожного покрытия</w:t>
            </w:r>
          </w:p>
        </w:tc>
        <w:tc>
          <w:tcPr>
            <w:tcW w:w="1559" w:type="dxa"/>
          </w:tcPr>
          <w:p w:rsidR="009468C4" w:rsidRPr="00CB330C" w:rsidRDefault="009468C4" w:rsidP="008E5CE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276" w:type="dxa"/>
            <w:textDirection w:val="btLr"/>
            <w:vAlign w:val="center"/>
          </w:tcPr>
          <w:p w:rsidR="009468C4" w:rsidRPr="00CB330C" w:rsidRDefault="009468C4" w:rsidP="008E5CEF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hAnsi="Times New Roman" w:cs="Times New Roman"/>
                <w:sz w:val="22"/>
                <w:szCs w:val="22"/>
              </w:rPr>
              <w:t>280270</w:t>
            </w:r>
          </w:p>
        </w:tc>
        <w:tc>
          <w:tcPr>
            <w:tcW w:w="992" w:type="dxa"/>
            <w:textDirection w:val="btLr"/>
            <w:vAlign w:val="center"/>
          </w:tcPr>
          <w:p w:rsidR="009468C4" w:rsidRPr="00CB330C" w:rsidRDefault="009468C4" w:rsidP="008E5CEF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hAnsi="Times New Roman" w:cs="Times New Roman"/>
                <w:sz w:val="22"/>
                <w:szCs w:val="22"/>
              </w:rPr>
              <w:t>280270</w:t>
            </w:r>
          </w:p>
        </w:tc>
        <w:tc>
          <w:tcPr>
            <w:tcW w:w="993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9468C4" w:rsidRPr="009468C4" w:rsidTr="008E5CEF">
        <w:trPr>
          <w:cantSplit/>
          <w:trHeight w:val="1134"/>
        </w:trPr>
        <w:tc>
          <w:tcPr>
            <w:tcW w:w="675" w:type="dxa"/>
            <w:vMerge w:val="restart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4.</w:t>
            </w:r>
          </w:p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</w:tcPr>
          <w:p w:rsidR="009468C4" w:rsidRPr="00CB330C" w:rsidRDefault="009468C4" w:rsidP="008E5CEF">
            <w:pPr>
              <w:pStyle w:val="ConsPlusNormal"/>
              <w:spacing w:line="230" w:lineRule="auto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Прирост автомобильных дорог общего пользования регионального или межмуниципального значения и искусственных сооружений на них, соответствующих нормативным требованиям после проведения капитального ремонта или ремонта</w:t>
            </w:r>
          </w:p>
        </w:tc>
        <w:tc>
          <w:tcPr>
            <w:tcW w:w="1559" w:type="dxa"/>
          </w:tcPr>
          <w:p w:rsidR="009468C4" w:rsidRPr="00CB330C" w:rsidRDefault="009468C4" w:rsidP="008E5CE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  <w:p w:rsidR="009468C4" w:rsidRPr="00CB330C" w:rsidRDefault="009468C4" w:rsidP="008E5CE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68C4" w:rsidRPr="00CB330C" w:rsidRDefault="009468C4" w:rsidP="008E5CE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68C4" w:rsidRPr="00CB330C" w:rsidRDefault="009468C4" w:rsidP="008E5CE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68C4" w:rsidRPr="00CB330C" w:rsidRDefault="009468C4" w:rsidP="008E5CE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68C4" w:rsidRPr="00CB330C" w:rsidRDefault="009468C4" w:rsidP="008E5CE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9468C4" w:rsidRPr="00CB330C" w:rsidRDefault="009468C4" w:rsidP="008E5CEF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hAnsi="Times New Roman" w:cs="Times New Roman"/>
                <w:sz w:val="22"/>
                <w:szCs w:val="22"/>
              </w:rPr>
              <w:t>+40,95</w:t>
            </w:r>
          </w:p>
        </w:tc>
        <w:tc>
          <w:tcPr>
            <w:tcW w:w="992" w:type="dxa"/>
            <w:textDirection w:val="btLr"/>
            <w:vAlign w:val="center"/>
          </w:tcPr>
          <w:p w:rsidR="009468C4" w:rsidRPr="00CB330C" w:rsidRDefault="009468C4" w:rsidP="008E5CEF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hAnsi="Times New Roman" w:cs="Times New Roman"/>
                <w:sz w:val="22"/>
                <w:szCs w:val="22"/>
              </w:rPr>
              <w:t>+93,288</w:t>
            </w:r>
          </w:p>
        </w:tc>
        <w:tc>
          <w:tcPr>
            <w:tcW w:w="993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+130,769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+29,4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+152,40858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+197,716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+229,009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+350,5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+379,66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+429,6</w:t>
            </w:r>
          </w:p>
        </w:tc>
      </w:tr>
      <w:tr w:rsidR="009468C4" w:rsidRPr="009468C4" w:rsidTr="008E5CEF">
        <w:trPr>
          <w:cantSplit/>
          <w:trHeight w:val="1134"/>
        </w:trPr>
        <w:tc>
          <w:tcPr>
            <w:tcW w:w="675" w:type="dxa"/>
            <w:vMerge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9468C4" w:rsidRPr="00CB330C" w:rsidRDefault="009468C4" w:rsidP="008E5CEF">
            <w:pPr>
              <w:pStyle w:val="ConsPlusNormal"/>
              <w:spacing w:line="230" w:lineRule="auto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9468C4" w:rsidRPr="00CB330C" w:rsidRDefault="009468C4" w:rsidP="008E5CE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B330C">
              <w:rPr>
                <w:rFonts w:ascii="Times New Roman" w:hAnsi="Times New Roman" w:cs="Times New Roman"/>
                <w:sz w:val="22"/>
                <w:szCs w:val="22"/>
              </w:rPr>
              <w:t>пог</w:t>
            </w:r>
            <w:proofErr w:type="spellEnd"/>
            <w:r w:rsidRPr="00CB330C">
              <w:rPr>
                <w:rFonts w:ascii="Times New Roman" w:hAnsi="Times New Roman" w:cs="Times New Roman"/>
                <w:sz w:val="22"/>
                <w:szCs w:val="22"/>
              </w:rPr>
              <w:t>. м</w:t>
            </w:r>
          </w:p>
        </w:tc>
        <w:tc>
          <w:tcPr>
            <w:tcW w:w="1276" w:type="dxa"/>
            <w:textDirection w:val="btLr"/>
            <w:vAlign w:val="center"/>
          </w:tcPr>
          <w:p w:rsidR="009468C4" w:rsidRPr="00CB330C" w:rsidRDefault="009468C4" w:rsidP="008E5CEF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hAnsi="Times New Roman" w:cs="Times New Roman"/>
                <w:sz w:val="22"/>
                <w:szCs w:val="22"/>
              </w:rPr>
              <w:t>+554,48</w:t>
            </w:r>
          </w:p>
        </w:tc>
        <w:tc>
          <w:tcPr>
            <w:tcW w:w="992" w:type="dxa"/>
            <w:textDirection w:val="btLr"/>
            <w:vAlign w:val="center"/>
          </w:tcPr>
          <w:p w:rsidR="009468C4" w:rsidRPr="00CB330C" w:rsidRDefault="009468C4" w:rsidP="008E5CEF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hAnsi="Times New Roman" w:cs="Times New Roman"/>
                <w:sz w:val="22"/>
                <w:szCs w:val="22"/>
              </w:rPr>
              <w:t>+746,41</w:t>
            </w:r>
          </w:p>
        </w:tc>
        <w:tc>
          <w:tcPr>
            <w:tcW w:w="993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+1030,43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+310,13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CB330C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+1657,23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+566,66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CB330C" w:rsidRDefault="0026141C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8825FB" w:rsidRPr="008825FB" w:rsidTr="008E5CEF">
        <w:trPr>
          <w:cantSplit/>
          <w:trHeight w:val="604"/>
        </w:trPr>
        <w:tc>
          <w:tcPr>
            <w:tcW w:w="675" w:type="dxa"/>
            <w:vMerge w:val="restart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977" w:type="dxa"/>
            <w:vMerge w:val="restart"/>
          </w:tcPr>
          <w:p w:rsidR="009468C4" w:rsidRPr="008825FB" w:rsidRDefault="00B7416B" w:rsidP="0032251E">
            <w:pPr>
              <w:pStyle w:val="ConsPlusNormal"/>
              <w:spacing w:line="230" w:lineRule="auto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  <w:r w:rsidRPr="008825F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Количество и протяженность уника</w:t>
            </w:r>
            <w:r w:rsidR="00217DD6" w:rsidRPr="008825F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льных искусственных сооружений</w:t>
            </w:r>
            <w:r w:rsidR="0032251E" w:rsidRPr="008825F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="00217DD6" w:rsidRPr="008825F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8825F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капитальный ремонт (ремонт)</w:t>
            </w:r>
            <w:r w:rsidR="0032251E" w:rsidRPr="008825F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8825F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которых завершен</w:t>
            </w:r>
          </w:p>
        </w:tc>
        <w:tc>
          <w:tcPr>
            <w:tcW w:w="1559" w:type="dxa"/>
          </w:tcPr>
          <w:p w:rsidR="009468C4" w:rsidRPr="008825FB" w:rsidRDefault="009468C4" w:rsidP="008E5CE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5F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textDirection w:val="btLr"/>
            <w:vAlign w:val="center"/>
          </w:tcPr>
          <w:p w:rsidR="009468C4" w:rsidRPr="008825FB" w:rsidRDefault="009468C4" w:rsidP="008E5CEF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5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9468C4" w:rsidRPr="008825FB" w:rsidRDefault="009468C4" w:rsidP="008E5CEF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5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8825FB" w:rsidRPr="008825FB" w:rsidTr="00890F3F">
        <w:trPr>
          <w:cantSplit/>
          <w:trHeight w:val="983"/>
        </w:trPr>
        <w:tc>
          <w:tcPr>
            <w:tcW w:w="675" w:type="dxa"/>
            <w:vMerge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9468C4" w:rsidRPr="008825FB" w:rsidRDefault="009468C4" w:rsidP="008E5CEF">
            <w:pPr>
              <w:pStyle w:val="ConsPlusNormal"/>
              <w:spacing w:line="230" w:lineRule="auto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9468C4" w:rsidRPr="008825FB" w:rsidRDefault="009468C4" w:rsidP="008E5CEF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25FB">
              <w:rPr>
                <w:rFonts w:ascii="Times New Roman" w:hAnsi="Times New Roman" w:cs="Times New Roman"/>
                <w:sz w:val="22"/>
                <w:szCs w:val="22"/>
              </w:rPr>
              <w:t>пог</w:t>
            </w:r>
            <w:proofErr w:type="spellEnd"/>
            <w:r w:rsidRPr="008825FB">
              <w:rPr>
                <w:rFonts w:ascii="Times New Roman" w:hAnsi="Times New Roman" w:cs="Times New Roman"/>
                <w:sz w:val="22"/>
                <w:szCs w:val="22"/>
              </w:rPr>
              <w:t>. м</w:t>
            </w:r>
          </w:p>
        </w:tc>
        <w:tc>
          <w:tcPr>
            <w:tcW w:w="1276" w:type="dxa"/>
            <w:textDirection w:val="btLr"/>
            <w:vAlign w:val="center"/>
          </w:tcPr>
          <w:p w:rsidR="009468C4" w:rsidRPr="008825FB" w:rsidRDefault="009468C4" w:rsidP="008E5CEF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5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9468C4" w:rsidRPr="008825FB" w:rsidRDefault="009468C4" w:rsidP="008E5CEF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5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762,16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9468C4" w:rsidRPr="008825FB" w:rsidRDefault="009468C4" w:rsidP="008E5CE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8825FB" w:rsidRPr="008825FB" w:rsidTr="00241D77">
        <w:trPr>
          <w:cantSplit/>
          <w:trHeight w:val="559"/>
        </w:trPr>
        <w:tc>
          <w:tcPr>
            <w:tcW w:w="675" w:type="dxa"/>
            <w:vMerge w:val="restart"/>
          </w:tcPr>
          <w:p w:rsidR="00B7416B" w:rsidRPr="008825FB" w:rsidRDefault="00B7416B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2977" w:type="dxa"/>
            <w:vMerge w:val="restart"/>
          </w:tcPr>
          <w:p w:rsidR="00B7416B" w:rsidRPr="008825FB" w:rsidRDefault="00B7416B" w:rsidP="0032251E">
            <w:pPr>
              <w:pStyle w:val="ConsPlusNormal"/>
              <w:spacing w:line="230" w:lineRule="auto"/>
              <w:ind w:left="-57" w:right="-57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825F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Количество и протяженность уник</w:t>
            </w:r>
            <w:r w:rsidR="00217DD6" w:rsidRPr="008825F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альных искусственных сооружений</w:t>
            </w:r>
            <w:r w:rsidR="0032251E" w:rsidRPr="008825F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="00217DD6" w:rsidRPr="008825F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8825FB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строительство (реконструкция) которых завершено</w:t>
            </w:r>
          </w:p>
        </w:tc>
        <w:tc>
          <w:tcPr>
            <w:tcW w:w="1559" w:type="dxa"/>
          </w:tcPr>
          <w:p w:rsidR="00B7416B" w:rsidRPr="008825FB" w:rsidRDefault="00B7416B" w:rsidP="001C24E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5F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8825FB" w:rsidRDefault="00B7416B" w:rsidP="001C24ED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5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8825FB" w:rsidRDefault="00B7416B" w:rsidP="001C24ED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5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8825FB" w:rsidRDefault="00B7416B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8825FB" w:rsidRDefault="00B7416B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8825FB" w:rsidRDefault="00B7416B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8825FB" w:rsidRDefault="00B7416B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8825FB" w:rsidRDefault="00B7416B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8825FB" w:rsidRDefault="00B7416B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8825FB" w:rsidRDefault="00B7416B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7416B" w:rsidRPr="008825FB" w:rsidRDefault="00217DD6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825FB" w:rsidRPr="008825FB" w:rsidTr="00217DD6">
        <w:trPr>
          <w:cantSplit/>
          <w:trHeight w:val="868"/>
        </w:trPr>
        <w:tc>
          <w:tcPr>
            <w:tcW w:w="675" w:type="dxa"/>
            <w:vMerge/>
          </w:tcPr>
          <w:p w:rsidR="00B7416B" w:rsidRPr="008825FB" w:rsidRDefault="00B7416B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7416B" w:rsidRPr="008825FB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</w:tcPr>
          <w:p w:rsidR="00B7416B" w:rsidRPr="008825FB" w:rsidRDefault="00B7416B" w:rsidP="001C24ED">
            <w:pPr>
              <w:pStyle w:val="ConsPlusNormal"/>
              <w:spacing w:line="23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825FB">
              <w:rPr>
                <w:rFonts w:ascii="Times New Roman" w:hAnsi="Times New Roman" w:cs="Times New Roman"/>
                <w:sz w:val="22"/>
                <w:szCs w:val="22"/>
              </w:rPr>
              <w:t>пог</w:t>
            </w:r>
            <w:proofErr w:type="spellEnd"/>
            <w:r w:rsidRPr="008825FB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72381F" w:rsidRPr="008825FB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8825FB" w:rsidRDefault="00B7416B" w:rsidP="001C24ED">
            <w:pPr>
              <w:pStyle w:val="ConsPlusNormal"/>
              <w:spacing w:line="230" w:lineRule="auto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5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8825FB" w:rsidRDefault="00B7416B" w:rsidP="001C24ED">
            <w:pPr>
              <w:pStyle w:val="ConsPlusNormal"/>
              <w:spacing w:line="230" w:lineRule="auto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25F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8825FB" w:rsidRDefault="00B7416B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8825FB" w:rsidRDefault="00B7416B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8825FB" w:rsidRDefault="00B7416B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8825FB" w:rsidRDefault="00B7416B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8825FB" w:rsidRDefault="00B7416B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8825FB" w:rsidRDefault="00B7416B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8825FB" w:rsidRDefault="00B7416B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7416B" w:rsidRPr="008825FB" w:rsidRDefault="000D3521" w:rsidP="001C24E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825F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B7416B" w:rsidRPr="009468C4" w:rsidTr="00241D77">
        <w:trPr>
          <w:cantSplit/>
          <w:trHeight w:val="1358"/>
        </w:trPr>
        <w:tc>
          <w:tcPr>
            <w:tcW w:w="675" w:type="dxa"/>
          </w:tcPr>
          <w:p w:rsidR="00B7416B" w:rsidRPr="00CB330C" w:rsidRDefault="00B7416B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Доля уникальных искусственных дорожных сооружений, находящихся в предаварийном или аварийном состоянии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3,4</w:t>
            </w:r>
          </w:p>
        </w:tc>
      </w:tr>
      <w:tr w:rsidR="00B7416B" w:rsidRPr="009468C4" w:rsidTr="00241D77">
        <w:trPr>
          <w:cantSplit/>
          <w:trHeight w:val="1949"/>
        </w:trPr>
        <w:tc>
          <w:tcPr>
            <w:tcW w:w="675" w:type="dxa"/>
          </w:tcPr>
          <w:p w:rsidR="00B7416B" w:rsidRPr="00CB330C" w:rsidRDefault="00B7416B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Протяженность сети автомобильных дорог общего пользования регионального или межмуниципального значения на территории Рязанской области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6538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6595,3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6601,7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6597,5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6598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6465,4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6467,2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6467,2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6472,8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6485,1</w:t>
            </w:r>
          </w:p>
        </w:tc>
      </w:tr>
      <w:tr w:rsidR="00B7416B" w:rsidRPr="009468C4" w:rsidTr="008E5CEF">
        <w:trPr>
          <w:cantSplit/>
          <w:trHeight w:val="1134"/>
        </w:trPr>
        <w:tc>
          <w:tcPr>
            <w:tcW w:w="675" w:type="dxa"/>
            <w:vMerge w:val="restart"/>
          </w:tcPr>
          <w:p w:rsidR="00B7416B" w:rsidRPr="00CB330C" w:rsidRDefault="00B7416B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  <w:vMerge w:val="restart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Ввод в эксплуатацию после строительства и </w:t>
            </w:r>
            <w:proofErr w:type="gramStart"/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реконструкции</w:t>
            </w:r>
            <w:proofErr w:type="gramEnd"/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автомобильных дорог общего пользования регионального или межмуниципального значения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4,677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15,008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9,802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6,2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0,45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9,37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14,8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29,96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16,6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24,221</w:t>
            </w:r>
          </w:p>
        </w:tc>
      </w:tr>
      <w:tr w:rsidR="00B7416B" w:rsidRPr="009468C4" w:rsidTr="00241D77">
        <w:trPr>
          <w:cantSplit/>
          <w:trHeight w:val="1115"/>
        </w:trPr>
        <w:tc>
          <w:tcPr>
            <w:tcW w:w="675" w:type="dxa"/>
            <w:vMerge/>
          </w:tcPr>
          <w:p w:rsidR="00B7416B" w:rsidRPr="00CB330C" w:rsidRDefault="00B7416B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proofErr w:type="spellStart"/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пог</w:t>
            </w:r>
            <w:proofErr w:type="spellEnd"/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. м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49,15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176,5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B7416B" w:rsidRPr="009468C4" w:rsidTr="00CB330C">
        <w:trPr>
          <w:cantSplit/>
          <w:trHeight w:val="3736"/>
        </w:trPr>
        <w:tc>
          <w:tcPr>
            <w:tcW w:w="675" w:type="dxa"/>
          </w:tcPr>
          <w:p w:rsidR="00B7416B" w:rsidRPr="00CB330C" w:rsidRDefault="00B7416B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Ввод в эксплуатацию после строительства и </w:t>
            </w:r>
            <w:proofErr w:type="gramStart"/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реконструкции</w:t>
            </w:r>
            <w:proofErr w:type="gramEnd"/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автомобильных дорог общего пользования регионального или межмуниципального значения исходя из расчетной протяженности введенных искусственных сооружений (мостов, мостовых переходов, путепроводов, транспортных развязок)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0,32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4B6ED7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4B6ED7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B7416B" w:rsidRPr="009468C4" w:rsidTr="00241D77">
        <w:trPr>
          <w:cantSplit/>
          <w:trHeight w:val="1481"/>
        </w:trPr>
        <w:tc>
          <w:tcPr>
            <w:tcW w:w="675" w:type="dxa"/>
            <w:vMerge w:val="restart"/>
            <w:shd w:val="clear" w:color="auto" w:fill="auto"/>
          </w:tcPr>
          <w:p w:rsidR="00B7416B" w:rsidRPr="00CB330C" w:rsidRDefault="00B7416B" w:rsidP="00B74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Прирост протяженности сети автомобильных дорог общего пользования регионального или межмуниципального значения на территории Рязанской области в результате строительства новых автомобильных дорог</w:t>
            </w:r>
          </w:p>
        </w:tc>
        <w:tc>
          <w:tcPr>
            <w:tcW w:w="1559" w:type="dxa"/>
            <w:shd w:val="clear" w:color="auto" w:fill="auto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+4,677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+13,415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+4,1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+6,2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+0,45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+9,37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+1,8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+5,6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+12,221</w:t>
            </w:r>
          </w:p>
        </w:tc>
      </w:tr>
      <w:tr w:rsidR="00B7416B" w:rsidRPr="009468C4" w:rsidTr="00241D77">
        <w:trPr>
          <w:cantSplit/>
          <w:trHeight w:val="1021"/>
        </w:trPr>
        <w:tc>
          <w:tcPr>
            <w:tcW w:w="675" w:type="dxa"/>
            <w:vMerge/>
          </w:tcPr>
          <w:p w:rsidR="00B7416B" w:rsidRPr="00CB330C" w:rsidRDefault="00B7416B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proofErr w:type="spellStart"/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пог</w:t>
            </w:r>
            <w:proofErr w:type="spellEnd"/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. м</w:t>
            </w:r>
          </w:p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+9,85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+176,5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B7416B" w:rsidRPr="009468C4" w:rsidTr="008E5CEF">
        <w:trPr>
          <w:cantSplit/>
          <w:trHeight w:val="1134"/>
        </w:trPr>
        <w:tc>
          <w:tcPr>
            <w:tcW w:w="675" w:type="dxa"/>
            <w:vMerge w:val="restart"/>
          </w:tcPr>
          <w:p w:rsidR="00B7416B" w:rsidRPr="00CB330C" w:rsidRDefault="00B7416B" w:rsidP="00B74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  <w:vMerge w:val="restart"/>
          </w:tcPr>
          <w:p w:rsidR="00B7416B" w:rsidRPr="00CB330C" w:rsidRDefault="00B7416B" w:rsidP="008E5C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Прирост протяженности автомобильных дорог общего пользования регионального или межмуниципального значения на территории Рязанской области, соответствующих нормативным требованиям к транспортно-эксплуатационным показателям в результате реконструкции автомобильных дорог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+0,32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+5,702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+13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+29,96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+11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+12</w:t>
            </w:r>
          </w:p>
        </w:tc>
      </w:tr>
      <w:tr w:rsidR="00B7416B" w:rsidRPr="009468C4" w:rsidTr="008E5CEF">
        <w:trPr>
          <w:cantSplit/>
          <w:trHeight w:val="2348"/>
        </w:trPr>
        <w:tc>
          <w:tcPr>
            <w:tcW w:w="675" w:type="dxa"/>
            <w:vMerge/>
          </w:tcPr>
          <w:p w:rsidR="00B7416B" w:rsidRPr="00CB330C" w:rsidRDefault="00B7416B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proofErr w:type="spellStart"/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пог</w:t>
            </w:r>
            <w:proofErr w:type="spellEnd"/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. м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+39,3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B7416B" w:rsidRPr="009468C4" w:rsidTr="008E5CEF">
        <w:trPr>
          <w:cantSplit/>
          <w:trHeight w:val="1134"/>
        </w:trPr>
        <w:tc>
          <w:tcPr>
            <w:tcW w:w="675" w:type="dxa"/>
          </w:tcPr>
          <w:p w:rsidR="00B7416B" w:rsidRPr="00CB330C" w:rsidRDefault="00B7416B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7817,8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8057,7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8726,1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8846,8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8856,5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9012,9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9013,9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9014,9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9015,9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9016,9</w:t>
            </w:r>
          </w:p>
        </w:tc>
      </w:tr>
      <w:tr w:rsidR="00B7416B" w:rsidRPr="009468C4" w:rsidTr="008E5CEF">
        <w:trPr>
          <w:cantSplit/>
          <w:trHeight w:val="1134"/>
        </w:trPr>
        <w:tc>
          <w:tcPr>
            <w:tcW w:w="675" w:type="dxa"/>
          </w:tcPr>
          <w:p w:rsidR="00B7416B" w:rsidRPr="00CB330C" w:rsidRDefault="00B7416B" w:rsidP="00B74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Ввод в эксплуатацию после строительства и </w:t>
            </w:r>
            <w:proofErr w:type="gramStart"/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реконструкции</w:t>
            </w:r>
            <w:proofErr w:type="gramEnd"/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0,135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1,49146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11,112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18,7965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12,14305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8,32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</w:tr>
      <w:tr w:rsidR="00B7416B" w:rsidRPr="009468C4" w:rsidTr="008E5CEF">
        <w:trPr>
          <w:cantSplit/>
          <w:trHeight w:val="1134"/>
        </w:trPr>
        <w:tc>
          <w:tcPr>
            <w:tcW w:w="675" w:type="dxa"/>
          </w:tcPr>
          <w:p w:rsidR="00B7416B" w:rsidRPr="00CB330C" w:rsidRDefault="00B7416B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Прирост </w:t>
            </w:r>
            <w:proofErr w:type="gramStart"/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протяженности сети автомобильных дорог общего пользования местного значения</w:t>
            </w:r>
            <w:proofErr w:type="gramEnd"/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на территории Рязанской области в результате строительства новых автомобильных дорог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+0,135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+1,49146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+11,112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+13,8665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+9,74835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+6,676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+1</w:t>
            </w:r>
          </w:p>
        </w:tc>
      </w:tr>
      <w:tr w:rsidR="00B7416B" w:rsidRPr="009468C4" w:rsidTr="00890F3F">
        <w:trPr>
          <w:cantSplit/>
          <w:trHeight w:val="1134"/>
        </w:trPr>
        <w:tc>
          <w:tcPr>
            <w:tcW w:w="675" w:type="dxa"/>
          </w:tcPr>
          <w:p w:rsidR="00B7416B" w:rsidRPr="00CB330C" w:rsidRDefault="00B7416B" w:rsidP="00B74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Обеспечение общей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3370,2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3094,2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3403,2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3162,0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3218,3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3361,5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3366,5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3371,5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3376,5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3381,5</w:t>
            </w:r>
          </w:p>
        </w:tc>
      </w:tr>
      <w:tr w:rsidR="00B7416B" w:rsidRPr="009468C4" w:rsidTr="008E5CEF">
        <w:trPr>
          <w:cantSplit/>
          <w:trHeight w:val="1134"/>
        </w:trPr>
        <w:tc>
          <w:tcPr>
            <w:tcW w:w="675" w:type="dxa"/>
          </w:tcPr>
          <w:p w:rsidR="00B7416B" w:rsidRPr="00CB330C" w:rsidRDefault="00B7416B" w:rsidP="00B74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Ввод в эксплуатацию после строительства (реконструкции) автомобильных дорог общего пользования местного значения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8,516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16,0665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12,14305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4B6ED7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4B6ED7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4B6ED7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4B6ED7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4B6ED7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B7416B" w:rsidRPr="009468C4" w:rsidTr="008E5CEF">
        <w:trPr>
          <w:cantSplit/>
          <w:trHeight w:val="1134"/>
        </w:trPr>
        <w:tc>
          <w:tcPr>
            <w:tcW w:w="675" w:type="dxa"/>
          </w:tcPr>
          <w:p w:rsidR="00B7416B" w:rsidRPr="00CB330C" w:rsidRDefault="00B7416B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Объем неотложных работ по ремонту и содержанию автомобильных дорог местного значения в целях ликвидации дефектов дорожного покрытия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кв. м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317869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B7416B" w:rsidRPr="009468C4" w:rsidTr="00CB330C">
        <w:trPr>
          <w:cantSplit/>
          <w:trHeight w:val="4218"/>
        </w:trPr>
        <w:tc>
          <w:tcPr>
            <w:tcW w:w="675" w:type="dxa"/>
          </w:tcPr>
          <w:p w:rsidR="00B7416B" w:rsidRPr="00CB330C" w:rsidRDefault="00B7416B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CB33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 xml:space="preserve">Ввод в эксплуатацию после строительства и </w:t>
            </w:r>
            <w:proofErr w:type="gramStart"/>
            <w:r w:rsidRPr="00CB330C">
              <w:rPr>
                <w:rFonts w:ascii="Times New Roman" w:hAnsi="Times New Roman"/>
                <w:sz w:val="22"/>
                <w:szCs w:val="22"/>
              </w:rPr>
              <w:t>реконструкции</w:t>
            </w:r>
            <w:proofErr w:type="gramEnd"/>
            <w:r w:rsidRPr="00CB330C">
              <w:rPr>
                <w:rFonts w:ascii="Times New Roman" w:hAnsi="Times New Roman"/>
                <w:sz w:val="22"/>
                <w:szCs w:val="22"/>
              </w:rPr>
              <w:t xml:space="preserve"> автомобильных дорог общего пользования местного значения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5,769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</w:tr>
      <w:tr w:rsidR="00B7416B" w:rsidRPr="009468C4" w:rsidTr="008E5CEF">
        <w:trPr>
          <w:cantSplit/>
          <w:trHeight w:val="1134"/>
        </w:trPr>
        <w:tc>
          <w:tcPr>
            <w:tcW w:w="675" w:type="dxa"/>
          </w:tcPr>
          <w:p w:rsidR="00B7416B" w:rsidRPr="00CB330C" w:rsidRDefault="00B7416B" w:rsidP="008E5C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Обеспечение исполнения функций Минтранса Рязанской области в части реализации мероприятий в области дорожного хозяйства, в том числе уплата налогов и сборов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не</w:t>
            </w:r>
          </w:p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менее 95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не</w:t>
            </w:r>
          </w:p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менее 95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не</w:t>
            </w:r>
          </w:p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менее 95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не</w:t>
            </w:r>
          </w:p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менее 95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не</w:t>
            </w:r>
          </w:p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менее 95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не</w:t>
            </w:r>
          </w:p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менее 95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не</w:t>
            </w:r>
          </w:p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менее 95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B7416B" w:rsidRPr="009468C4" w:rsidTr="008E5CEF">
        <w:trPr>
          <w:cantSplit/>
          <w:trHeight w:val="1134"/>
        </w:trPr>
        <w:tc>
          <w:tcPr>
            <w:tcW w:w="675" w:type="dxa"/>
          </w:tcPr>
          <w:p w:rsidR="00B7416B" w:rsidRPr="00CB330C" w:rsidRDefault="00B7416B" w:rsidP="00B74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Количество актуализированных комплексных схем организации транспортного обслуживания населения общественным транспортом Рязанской агломерации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B7416B" w:rsidRPr="009468C4" w:rsidTr="008E5CEF">
        <w:trPr>
          <w:cantSplit/>
          <w:trHeight w:val="1134"/>
        </w:trPr>
        <w:tc>
          <w:tcPr>
            <w:tcW w:w="675" w:type="dxa"/>
          </w:tcPr>
          <w:p w:rsidR="00B7416B" w:rsidRPr="00CB330C" w:rsidRDefault="00B7416B" w:rsidP="00B74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Количество элементов автоматизированной системы управления дорожным движением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</w:tr>
      <w:tr w:rsidR="00B7416B" w:rsidRPr="009468C4" w:rsidTr="00CB330C">
        <w:trPr>
          <w:cantSplit/>
          <w:trHeight w:val="674"/>
        </w:trPr>
        <w:tc>
          <w:tcPr>
            <w:tcW w:w="14425" w:type="dxa"/>
            <w:gridSpan w:val="13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Показатели </w:t>
            </w:r>
            <w:r w:rsidRPr="00CB330C">
              <w:rPr>
                <w:rFonts w:ascii="Times New Roman" w:hAnsi="Times New Roman"/>
                <w:sz w:val="24"/>
                <w:szCs w:val="24"/>
              </w:rPr>
              <w:t>регионального проекта «Дорожная сеть (Рязанская область)» в рамках реализации                                                                                                           национального проекта «Безопасные и качественные автомобильные дороги»</w:t>
            </w:r>
          </w:p>
        </w:tc>
      </w:tr>
      <w:tr w:rsidR="00B7416B" w:rsidRPr="009468C4" w:rsidTr="00CB330C">
        <w:trPr>
          <w:cantSplit/>
          <w:trHeight w:val="1518"/>
        </w:trPr>
        <w:tc>
          <w:tcPr>
            <w:tcW w:w="675" w:type="dxa"/>
          </w:tcPr>
          <w:p w:rsidR="00B7416B" w:rsidRPr="00CB330C" w:rsidRDefault="00B7416B" w:rsidP="00B74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Доля автомобильных дорог регионального значения, соответствующих нормативным требованиям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23,78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26,51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31,16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35,09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39,03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42,76</w:t>
            </w:r>
          </w:p>
        </w:tc>
      </w:tr>
      <w:tr w:rsidR="00B7416B" w:rsidRPr="009468C4" w:rsidTr="008E5CEF">
        <w:trPr>
          <w:cantSplit/>
          <w:trHeight w:val="1134"/>
        </w:trPr>
        <w:tc>
          <w:tcPr>
            <w:tcW w:w="675" w:type="dxa"/>
          </w:tcPr>
          <w:p w:rsidR="00B7416B" w:rsidRPr="00CB330C" w:rsidRDefault="00B7416B" w:rsidP="00B74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740DC0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Доля дорожной сети</w:t>
            </w:r>
            <w:r w:rsidR="00740DC0">
              <w:rPr>
                <w:rFonts w:ascii="Times New Roman" w:hAnsi="Times New Roman"/>
                <w:sz w:val="22"/>
                <w:szCs w:val="22"/>
              </w:rPr>
              <w:t xml:space="preserve"> городских агломераций, находящей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ся в нормативном состоянии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70,2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75,2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79,5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81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87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92,7</w:t>
            </w:r>
          </w:p>
        </w:tc>
      </w:tr>
      <w:tr w:rsidR="00B7416B" w:rsidRPr="009468C4" w:rsidTr="00CB330C">
        <w:trPr>
          <w:cantSplit/>
          <w:trHeight w:val="1713"/>
        </w:trPr>
        <w:tc>
          <w:tcPr>
            <w:tcW w:w="675" w:type="dxa"/>
          </w:tcPr>
          <w:p w:rsidR="00B7416B" w:rsidRPr="00CB330C" w:rsidRDefault="00B7416B" w:rsidP="00B74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Доля автомобильных дорог федерального и регионального значения, работающих в режиме перегрузки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3,36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3,36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3,36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3,36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3,36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</w:t>
            </w:r>
          </w:p>
        </w:tc>
      </w:tr>
      <w:tr w:rsidR="00B7416B" w:rsidRPr="009468C4" w:rsidTr="00CB330C">
        <w:trPr>
          <w:cantSplit/>
          <w:trHeight w:val="1705"/>
        </w:trPr>
        <w:tc>
          <w:tcPr>
            <w:tcW w:w="675" w:type="dxa"/>
          </w:tcPr>
          <w:p w:rsidR="00B7416B" w:rsidRPr="00CB330C" w:rsidRDefault="00B7416B" w:rsidP="00B74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Arial Unicode MS" w:hAnsi="Times New Roman" w:cs="Times New Roman"/>
                <w:sz w:val="22"/>
                <w:szCs w:val="22"/>
              </w:rPr>
              <w:t xml:space="preserve">Количество мест концентрации дорожно-транспортных происшествий (аварийно-опасных участков) на дорожной сети 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50 </w:t>
            </w:r>
          </w:p>
        </w:tc>
      </w:tr>
      <w:tr w:rsidR="00B7416B" w:rsidRPr="009468C4" w:rsidTr="00CB330C">
        <w:trPr>
          <w:cantSplit/>
          <w:trHeight w:val="2138"/>
        </w:trPr>
        <w:tc>
          <w:tcPr>
            <w:tcW w:w="675" w:type="dxa"/>
          </w:tcPr>
          <w:p w:rsidR="00B7416B" w:rsidRPr="00CB330C" w:rsidRDefault="00B7416B" w:rsidP="00CB3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Arial Unicode MS" w:hAnsi="Times New Roman" w:cs="Times New Roman"/>
                <w:sz w:val="22"/>
                <w:szCs w:val="22"/>
              </w:rPr>
              <w:t>Количество мест концентрации дорожно-транспортных происшествий (аварийно-опасных участков) на дорожной сети Рязанской городской агломерации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50 </w:t>
            </w:r>
          </w:p>
        </w:tc>
      </w:tr>
      <w:tr w:rsidR="00B7416B" w:rsidRPr="009468C4" w:rsidTr="008E5CEF">
        <w:trPr>
          <w:cantSplit/>
          <w:trHeight w:val="227"/>
        </w:trPr>
        <w:tc>
          <w:tcPr>
            <w:tcW w:w="14425" w:type="dxa"/>
            <w:gridSpan w:val="13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Показатели </w:t>
            </w:r>
            <w:r w:rsidRPr="00CB330C">
              <w:rPr>
                <w:rFonts w:ascii="Times New Roman" w:hAnsi="Times New Roman"/>
                <w:sz w:val="24"/>
                <w:szCs w:val="24"/>
              </w:rPr>
              <w:t xml:space="preserve">регионального проекта </w:t>
            </w:r>
            <w:r w:rsidRPr="00CB33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B330C">
              <w:rPr>
                <w:rFonts w:ascii="Times New Roman" w:hAnsi="Times New Roman" w:cs="Times New Roman"/>
                <w:sz w:val="24"/>
                <w:szCs w:val="26"/>
              </w:rPr>
              <w:t>Общесистемные меры развития дорожного хозяйства (</w:t>
            </w:r>
            <w:r w:rsidRPr="00CB330C">
              <w:rPr>
                <w:rFonts w:ascii="Times New Roman" w:hAnsi="Times New Roman"/>
                <w:sz w:val="24"/>
                <w:szCs w:val="24"/>
              </w:rPr>
              <w:t>Рязанская область)»                                                       в рамках реализации</w:t>
            </w:r>
            <w:r w:rsidRPr="00CB3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30C">
              <w:rPr>
                <w:rFonts w:ascii="Times New Roman" w:hAnsi="Times New Roman"/>
                <w:sz w:val="24"/>
                <w:szCs w:val="24"/>
              </w:rPr>
              <w:t>национального проекта «Безопасные и качественные автомобильные дороги»</w:t>
            </w:r>
          </w:p>
        </w:tc>
      </w:tr>
      <w:tr w:rsidR="00B7416B" w:rsidRPr="009468C4" w:rsidTr="008E5CEF">
        <w:trPr>
          <w:cantSplit/>
          <w:trHeight w:val="1134"/>
        </w:trPr>
        <w:tc>
          <w:tcPr>
            <w:tcW w:w="675" w:type="dxa"/>
          </w:tcPr>
          <w:p w:rsidR="00B7416B" w:rsidRPr="00CB330C" w:rsidRDefault="00B7416B" w:rsidP="00CB3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pStyle w:val="ConsPlusNormal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Доля контрактов на осуществление дорожной деятельности в рамках национального проекта, предусматривающих использование новых технологий и материалов, включенных в Реестр новых и наилучших технологий, материалов и технологических решений повторного применения,      % в общем объеме новых государственных контрактов на выполнение работ по капитальному ремонту, ремонту и содержанию автомобильных дорог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53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66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80</w:t>
            </w:r>
          </w:p>
        </w:tc>
      </w:tr>
      <w:tr w:rsidR="00B7416B" w:rsidRPr="009468C4" w:rsidTr="00CB330C">
        <w:trPr>
          <w:cantSplit/>
          <w:trHeight w:val="1949"/>
        </w:trPr>
        <w:tc>
          <w:tcPr>
            <w:tcW w:w="675" w:type="dxa"/>
          </w:tcPr>
          <w:p w:rsidR="00B7416B" w:rsidRPr="00CB330C" w:rsidRDefault="00B7416B" w:rsidP="00B74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CB330C">
            <w:pPr>
              <w:pStyle w:val="ConsPlusNormal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Доля контрактов на осуществление дорожной деятельности в рамках национального проекта, предусматривающих выполнение работ на принципах контракта жизненного цикла, предусматривающего объединение в один контракт различных видов дорожных работ, % в общем объеме новых государственных контрактов на выполнение работ по капитальному ремонту, ремонту и содержанию автомобильных дорог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35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70</w:t>
            </w:r>
          </w:p>
        </w:tc>
      </w:tr>
      <w:tr w:rsidR="00B7416B" w:rsidRPr="009468C4" w:rsidTr="008E5CEF">
        <w:trPr>
          <w:cantSplit/>
          <w:trHeight w:val="1134"/>
        </w:trPr>
        <w:tc>
          <w:tcPr>
            <w:tcW w:w="675" w:type="dxa"/>
          </w:tcPr>
          <w:p w:rsidR="00B7416B" w:rsidRPr="00CB330C" w:rsidRDefault="00B7416B" w:rsidP="00CB3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8E5CEF">
            <w:pPr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CB330C">
              <w:rPr>
                <w:rFonts w:ascii="Times New Roman" w:eastAsia="Arial Unicode MS" w:hAnsi="Times New Roman"/>
                <w:sz w:val="22"/>
                <w:szCs w:val="22"/>
              </w:rPr>
              <w:t xml:space="preserve">Количество </w:t>
            </w:r>
            <w:proofErr w:type="gramStart"/>
            <w:r w:rsidRPr="00CB330C">
              <w:rPr>
                <w:rFonts w:ascii="Times New Roman" w:eastAsia="Arial Unicode MS" w:hAnsi="Times New Roman"/>
                <w:sz w:val="22"/>
                <w:szCs w:val="22"/>
              </w:rPr>
              <w:t>внедренных</w:t>
            </w:r>
            <w:proofErr w:type="gramEnd"/>
            <w:r w:rsidRPr="00CB330C">
              <w:rPr>
                <w:rFonts w:ascii="Times New Roman" w:eastAsia="Arial Unicode MS" w:hAnsi="Times New Roman"/>
                <w:sz w:val="22"/>
                <w:szCs w:val="22"/>
              </w:rPr>
              <w:t xml:space="preserve"> </w:t>
            </w:r>
          </w:p>
          <w:p w:rsidR="00B7416B" w:rsidRPr="00CB330C" w:rsidRDefault="00B7416B" w:rsidP="008E5CEF">
            <w:pPr>
              <w:pStyle w:val="ConsPlusNormal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CB330C">
              <w:rPr>
                <w:rFonts w:ascii="Times New Roman" w:eastAsia="Arial Unicode MS" w:hAnsi="Times New Roman" w:cs="Times New Roman"/>
                <w:sz w:val="22"/>
                <w:szCs w:val="22"/>
              </w:rPr>
              <w:t>интеллектуальных транспортных систем на территории Рязанской области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1</w:t>
            </w:r>
          </w:p>
        </w:tc>
      </w:tr>
      <w:tr w:rsidR="00B7416B" w:rsidRPr="009468C4" w:rsidTr="00890F3F">
        <w:trPr>
          <w:cantSplit/>
          <w:trHeight w:val="1134"/>
        </w:trPr>
        <w:tc>
          <w:tcPr>
            <w:tcW w:w="675" w:type="dxa"/>
          </w:tcPr>
          <w:p w:rsidR="00B7416B" w:rsidRPr="00CB330C" w:rsidRDefault="00B7416B" w:rsidP="00CB33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B7416B" w:rsidRPr="00890F3F" w:rsidRDefault="00B7416B" w:rsidP="008E5CEF">
            <w:pPr>
              <w:pStyle w:val="ConsPlusNormal"/>
              <w:rPr>
                <w:rFonts w:ascii="Times New Roman" w:eastAsia="Arial Unicode MS" w:hAnsi="Times New Roman" w:cs="Times New Roman"/>
                <w:sz w:val="22"/>
                <w:szCs w:val="22"/>
              </w:rPr>
            </w:pPr>
            <w:r w:rsidRPr="00890F3F">
              <w:rPr>
                <w:rFonts w:ascii="Times New Roman" w:eastAsia="Arial Unicode MS" w:hAnsi="Times New Roman" w:cs="Times New Roman"/>
                <w:sz w:val="22"/>
                <w:szCs w:val="22"/>
              </w:rPr>
              <w:t>Количество размещенных автоматических пунктов весогабаритного контроля транспортных средств на автомобильных дорогах регионального или межмуниципального значения (накопленным итогом)</w:t>
            </w:r>
          </w:p>
        </w:tc>
        <w:tc>
          <w:tcPr>
            <w:tcW w:w="1559" w:type="dxa"/>
            <w:shd w:val="clear" w:color="auto" w:fill="auto"/>
          </w:tcPr>
          <w:p w:rsidR="00B7416B" w:rsidRPr="00890F3F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90F3F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B7416B" w:rsidRPr="00890F3F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90F3F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7416B" w:rsidRPr="00890F3F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90F3F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B7416B" w:rsidRPr="00890F3F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90F3F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7416B" w:rsidRPr="00890F3F" w:rsidRDefault="00B7416B" w:rsidP="008E5CEF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890F3F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B7416B" w:rsidRPr="00890F3F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890F3F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7416B" w:rsidRPr="00890F3F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890F3F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B7416B" w:rsidRPr="00890F3F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890F3F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7416B" w:rsidRPr="00890F3F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890F3F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B7416B" w:rsidRPr="00890F3F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890F3F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7416B" w:rsidRPr="00890F3F" w:rsidRDefault="00B7416B" w:rsidP="008E5CEF">
            <w:pPr>
              <w:ind w:left="113" w:right="113"/>
              <w:jc w:val="center"/>
              <w:rPr>
                <w:rFonts w:ascii="Calibri" w:hAnsi="Calibri"/>
                <w:sz w:val="24"/>
                <w:szCs w:val="24"/>
              </w:rPr>
            </w:pPr>
            <w:r w:rsidRPr="00890F3F">
              <w:rPr>
                <w:sz w:val="24"/>
                <w:szCs w:val="24"/>
              </w:rPr>
              <w:t>8</w:t>
            </w:r>
          </w:p>
        </w:tc>
      </w:tr>
      <w:tr w:rsidR="00B7416B" w:rsidRPr="009468C4" w:rsidTr="008E5CEF">
        <w:trPr>
          <w:cantSplit/>
          <w:trHeight w:val="1134"/>
        </w:trPr>
        <w:tc>
          <w:tcPr>
            <w:tcW w:w="675" w:type="dxa"/>
          </w:tcPr>
          <w:p w:rsidR="00B7416B" w:rsidRPr="00CB330C" w:rsidRDefault="00B7416B" w:rsidP="00B74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CB330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B7416B" w:rsidRPr="00CB330C" w:rsidRDefault="00B7416B" w:rsidP="00CB330C">
            <w:pPr>
              <w:autoSpaceDE w:val="0"/>
              <w:autoSpaceDN w:val="0"/>
              <w:adjustRightInd w:val="0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CB330C">
              <w:rPr>
                <w:rFonts w:ascii="Times New Roman" w:hAnsi="Times New Roman"/>
                <w:sz w:val="22"/>
                <w:szCs w:val="22"/>
              </w:rPr>
              <w:t xml:space="preserve">Количество стационарных камер </w:t>
            </w:r>
            <w:proofErr w:type="spellStart"/>
            <w:r w:rsidRPr="00CB330C">
              <w:rPr>
                <w:rFonts w:ascii="Times New Roman" w:hAnsi="Times New Roman"/>
                <w:sz w:val="22"/>
                <w:szCs w:val="22"/>
              </w:rPr>
              <w:t>фотовидеофиксации</w:t>
            </w:r>
            <w:proofErr w:type="spellEnd"/>
            <w:r w:rsidRPr="00CB330C">
              <w:rPr>
                <w:rFonts w:ascii="Times New Roman" w:hAnsi="Times New Roman"/>
                <w:sz w:val="22"/>
                <w:szCs w:val="22"/>
              </w:rPr>
              <w:t xml:space="preserve"> нарушений правил дорожного движения на автомобильных дорогах федерального, регионального или межмуниципального, местного значения</w:t>
            </w:r>
          </w:p>
        </w:tc>
        <w:tc>
          <w:tcPr>
            <w:tcW w:w="1559" w:type="dxa"/>
          </w:tcPr>
          <w:p w:rsidR="00B7416B" w:rsidRPr="00CB330C" w:rsidRDefault="00B7416B" w:rsidP="008E5CEF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шт./%</w:t>
            </w:r>
          </w:p>
        </w:tc>
        <w:tc>
          <w:tcPr>
            <w:tcW w:w="1276" w:type="dxa"/>
            <w:textDirection w:val="btLr"/>
            <w:vAlign w:val="center"/>
          </w:tcPr>
          <w:p w:rsidR="00B7416B" w:rsidRPr="00CB330C" w:rsidRDefault="00D860BF" w:rsidP="004B6ED7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2" w:type="dxa"/>
            <w:textDirection w:val="btLr"/>
            <w:vAlign w:val="center"/>
          </w:tcPr>
          <w:p w:rsidR="00B7416B" w:rsidRPr="00CB330C" w:rsidRDefault="00B7416B" w:rsidP="004B6ED7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993" w:type="dxa"/>
            <w:textDirection w:val="btLr"/>
            <w:vAlign w:val="center"/>
          </w:tcPr>
          <w:p w:rsidR="00B7416B" w:rsidRPr="00CB330C" w:rsidRDefault="00B7416B" w:rsidP="004B6ED7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4B6ED7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CB330C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96/123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110/141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140/180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170/218</w:t>
            </w:r>
          </w:p>
        </w:tc>
        <w:tc>
          <w:tcPr>
            <w:tcW w:w="851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200/257</w:t>
            </w:r>
          </w:p>
        </w:tc>
        <w:tc>
          <w:tcPr>
            <w:tcW w:w="850" w:type="dxa"/>
            <w:textDirection w:val="btLr"/>
            <w:vAlign w:val="center"/>
          </w:tcPr>
          <w:p w:rsidR="00B7416B" w:rsidRPr="00CB330C" w:rsidRDefault="00B7416B" w:rsidP="008E5CE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30C">
              <w:rPr>
                <w:sz w:val="24"/>
                <w:szCs w:val="24"/>
              </w:rPr>
              <w:t>243/311</w:t>
            </w:r>
            <w:r>
              <w:rPr>
                <w:rFonts w:ascii="Calibri" w:hAnsi="Calibri"/>
                <w:sz w:val="24"/>
                <w:szCs w:val="24"/>
              </w:rPr>
              <w:t>»</w:t>
            </w:r>
          </w:p>
        </w:tc>
      </w:tr>
    </w:tbl>
    <w:p w:rsidR="006A7679" w:rsidRPr="00450941" w:rsidRDefault="006A7679" w:rsidP="00A023A3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A7679" w:rsidRPr="00450941" w:rsidRDefault="006A7679" w:rsidP="006A7679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  <w:r w:rsidRPr="00450941">
        <w:rPr>
          <w:rFonts w:ascii="Times New Roman" w:hAnsi="Times New Roman"/>
          <w:sz w:val="28"/>
          <w:szCs w:val="28"/>
        </w:rPr>
        <w:t>__________________</w:t>
      </w:r>
    </w:p>
    <w:p w:rsidR="006A7679" w:rsidRPr="00450941" w:rsidRDefault="006A7679" w:rsidP="006A7679">
      <w:pPr>
        <w:pStyle w:val="ConsPlusNormal"/>
        <w:jc w:val="center"/>
        <w:outlineLvl w:val="1"/>
        <w:rPr>
          <w:rFonts w:ascii="Times New Roman" w:hAnsi="Times New Roman"/>
          <w:sz w:val="28"/>
          <w:szCs w:val="28"/>
        </w:rPr>
      </w:pPr>
    </w:p>
    <w:sectPr w:rsidR="006A7679" w:rsidRPr="00450941" w:rsidSect="00740DC0">
      <w:pgSz w:w="16834" w:h="11907" w:orient="landscape" w:code="9"/>
      <w:pgMar w:top="1134" w:right="851" w:bottom="1134" w:left="1701" w:header="272" w:footer="397" w:gutter="0"/>
      <w:pgNumType w:start="15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6A2" w:rsidRDefault="00A036A2">
      <w:r>
        <w:separator/>
      </w:r>
    </w:p>
  </w:endnote>
  <w:endnote w:type="continuationSeparator" w:id="0">
    <w:p w:rsidR="00A036A2" w:rsidRDefault="00A0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1C24ED" w:rsidTr="00963E33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1C24ED" w:rsidRDefault="001C24ED">
          <w:pPr>
            <w:pStyle w:val="a6"/>
          </w:pPr>
          <w:r>
            <w:rPr>
              <w:noProof/>
            </w:rPr>
            <w:drawing>
              <wp:inline distT="0" distB="0" distL="0" distR="0">
                <wp:extent cx="664845" cy="283845"/>
                <wp:effectExtent l="19050" t="0" r="1905" b="0"/>
                <wp:docPr id="1" name="Рисунок 1" descr="защита_6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защита_6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83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1C24ED" w:rsidRPr="00963E33" w:rsidRDefault="001C24ED" w:rsidP="00963E33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>
                <wp:extent cx="173355" cy="14541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" cy="145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1C24ED" w:rsidRPr="00963E33" w:rsidRDefault="002820CF" w:rsidP="00963E33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43408  29.12.2020 12:13:54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1C24ED" w:rsidRPr="00F16F07" w:rsidRDefault="001C24ED" w:rsidP="00963E3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1C24ED" w:rsidRPr="00963E33" w:rsidRDefault="001C24ED" w:rsidP="00963E33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1C24ED" w:rsidRPr="009573D3" w:rsidRDefault="001C24ED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1C24ED" w:rsidRPr="00963E33" w:rsidTr="00963E33">
      <w:tc>
        <w:tcPr>
          <w:tcW w:w="2538" w:type="dxa"/>
        </w:tcPr>
        <w:p w:rsidR="001C24ED" w:rsidRPr="00963E33" w:rsidRDefault="001C24ED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1C24ED" w:rsidRPr="00963E33" w:rsidRDefault="001C24ED" w:rsidP="00963E33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1C24ED" w:rsidRPr="00963E33" w:rsidRDefault="001C24ED" w:rsidP="00963E33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1C24ED" w:rsidRPr="00963E33" w:rsidRDefault="001C24ED" w:rsidP="00963E33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1C24ED" w:rsidRDefault="001C24ED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6A2" w:rsidRDefault="00A036A2">
      <w:r>
        <w:separator/>
      </w:r>
    </w:p>
  </w:footnote>
  <w:footnote w:type="continuationSeparator" w:id="0">
    <w:p w:rsidR="00A036A2" w:rsidRDefault="00A03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4ED" w:rsidRDefault="00C37695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C24E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4ED">
      <w:rPr>
        <w:rStyle w:val="a8"/>
        <w:noProof/>
      </w:rPr>
      <w:t>1</w:t>
    </w:r>
    <w:r>
      <w:rPr>
        <w:rStyle w:val="a8"/>
      </w:rPr>
      <w:fldChar w:fldCharType="end"/>
    </w:r>
  </w:p>
  <w:p w:rsidR="001C24ED" w:rsidRDefault="001C24E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4ED" w:rsidRPr="00481B88" w:rsidRDefault="001C24ED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1C24ED" w:rsidRPr="00F33C05" w:rsidRDefault="00C37695" w:rsidP="00F33C05">
    <w:pPr>
      <w:jc w:val="center"/>
      <w:rPr>
        <w:rFonts w:ascii="Times New Roman" w:hAnsi="Times New Roman"/>
        <w:sz w:val="28"/>
        <w:szCs w:val="28"/>
      </w:rPr>
    </w:pPr>
    <w:r w:rsidRPr="00F33C05">
      <w:rPr>
        <w:rFonts w:ascii="Times New Roman" w:hAnsi="Times New Roman"/>
        <w:sz w:val="28"/>
        <w:szCs w:val="28"/>
      </w:rPr>
      <w:fldChar w:fldCharType="begin"/>
    </w:r>
    <w:r w:rsidR="001C24ED" w:rsidRPr="00F33C05">
      <w:rPr>
        <w:rFonts w:ascii="Times New Roman" w:hAnsi="Times New Roman"/>
        <w:sz w:val="28"/>
        <w:szCs w:val="28"/>
      </w:rPr>
      <w:instrText xml:space="preserve">PAGE  </w:instrText>
    </w:r>
    <w:r w:rsidRPr="00F33C05">
      <w:rPr>
        <w:rFonts w:ascii="Times New Roman" w:hAnsi="Times New Roman"/>
        <w:sz w:val="28"/>
        <w:szCs w:val="28"/>
      </w:rPr>
      <w:fldChar w:fldCharType="separate"/>
    </w:r>
    <w:r w:rsidR="00437898">
      <w:rPr>
        <w:rFonts w:ascii="Times New Roman" w:hAnsi="Times New Roman"/>
        <w:noProof/>
        <w:sz w:val="28"/>
        <w:szCs w:val="28"/>
      </w:rPr>
      <w:t>161</w:t>
    </w:r>
    <w:r w:rsidRPr="00F33C05">
      <w:rPr>
        <w:rFonts w:ascii="Times New Roman" w:hAnsi="Times New Roman"/>
        <w:sz w:val="28"/>
        <w:szCs w:val="28"/>
      </w:rPr>
      <w:fldChar w:fldCharType="end"/>
    </w:r>
  </w:p>
  <w:p w:rsidR="001C24ED" w:rsidRPr="00E37801" w:rsidRDefault="001C24ED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129049F"/>
    <w:multiLevelType w:val="hybridMultilevel"/>
    <w:tmpl w:val="9F2E1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8C84311"/>
    <w:multiLevelType w:val="hybridMultilevel"/>
    <w:tmpl w:val="D41CC3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C8F6D5C"/>
    <w:multiLevelType w:val="hybridMultilevel"/>
    <w:tmpl w:val="E8DCE480"/>
    <w:lvl w:ilvl="0" w:tplc="72B897B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263677D"/>
    <w:multiLevelType w:val="hybridMultilevel"/>
    <w:tmpl w:val="2566FE9A"/>
    <w:lvl w:ilvl="0" w:tplc="8AEC09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3907EE7"/>
    <w:multiLevelType w:val="hybridMultilevel"/>
    <w:tmpl w:val="06984F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A92E18"/>
    <w:multiLevelType w:val="hybridMultilevel"/>
    <w:tmpl w:val="8C620C9C"/>
    <w:lvl w:ilvl="0" w:tplc="75EA24EC">
      <w:start w:val="10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>
    <w:nsid w:val="642D5F8C"/>
    <w:multiLevelType w:val="hybridMultilevel"/>
    <w:tmpl w:val="3EACC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B14D98"/>
    <w:multiLevelType w:val="hybridMultilevel"/>
    <w:tmpl w:val="6762945C"/>
    <w:lvl w:ilvl="0" w:tplc="2E3AB990">
      <w:start w:val="350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428057E"/>
    <w:multiLevelType w:val="hybridMultilevel"/>
    <w:tmpl w:val="BC3AA62A"/>
    <w:lvl w:ilvl="0" w:tplc="785CF19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12"/>
  </w:num>
  <w:num w:numId="7">
    <w:abstractNumId w:val="10"/>
  </w:num>
  <w:num w:numId="8">
    <w:abstractNumId w:val="0"/>
  </w:num>
  <w:num w:numId="9">
    <w:abstractNumId w:val="5"/>
  </w:num>
  <w:num w:numId="10">
    <w:abstractNumId w:val="9"/>
  </w:num>
  <w:num w:numId="11">
    <w:abstractNumId w:val="11"/>
  </w:num>
  <w:num w:numId="12">
    <w:abstractNumId w:val="8"/>
  </w:num>
  <w:num w:numId="13">
    <w:abstractNumId w:val="2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6AntdhkFhSA+30dafqxnuVToxvtFpiUJvbaToU86z4cLTNNIN4+NXRSKscZLSNIXUSVQcDJFkhL3WGlgxXEtQ==" w:salt="mdrOtXmoVoop8sOhSqqyZ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5A3"/>
    <w:rsid w:val="00002297"/>
    <w:rsid w:val="0000648B"/>
    <w:rsid w:val="0001322E"/>
    <w:rsid w:val="0001360F"/>
    <w:rsid w:val="000150ED"/>
    <w:rsid w:val="0001550D"/>
    <w:rsid w:val="0002612F"/>
    <w:rsid w:val="00030339"/>
    <w:rsid w:val="000312EC"/>
    <w:rsid w:val="00031322"/>
    <w:rsid w:val="0003205B"/>
    <w:rsid w:val="000323AD"/>
    <w:rsid w:val="00032AA7"/>
    <w:rsid w:val="000331B3"/>
    <w:rsid w:val="00033403"/>
    <w:rsid w:val="00033413"/>
    <w:rsid w:val="00033D03"/>
    <w:rsid w:val="00034C5A"/>
    <w:rsid w:val="00035213"/>
    <w:rsid w:val="00036499"/>
    <w:rsid w:val="00037C0C"/>
    <w:rsid w:val="000412A6"/>
    <w:rsid w:val="00042395"/>
    <w:rsid w:val="00046C4D"/>
    <w:rsid w:val="000502A3"/>
    <w:rsid w:val="00050B0C"/>
    <w:rsid w:val="00051B8C"/>
    <w:rsid w:val="00053E54"/>
    <w:rsid w:val="00055206"/>
    <w:rsid w:val="000561E2"/>
    <w:rsid w:val="0005644C"/>
    <w:rsid w:val="000565E8"/>
    <w:rsid w:val="0005677F"/>
    <w:rsid w:val="000569F1"/>
    <w:rsid w:val="00056DEB"/>
    <w:rsid w:val="000574CD"/>
    <w:rsid w:val="00057516"/>
    <w:rsid w:val="000621EF"/>
    <w:rsid w:val="00062A18"/>
    <w:rsid w:val="00062E3F"/>
    <w:rsid w:val="00066AB8"/>
    <w:rsid w:val="000702F5"/>
    <w:rsid w:val="00073A7A"/>
    <w:rsid w:val="00074523"/>
    <w:rsid w:val="00076D5E"/>
    <w:rsid w:val="00082B60"/>
    <w:rsid w:val="00084C9B"/>
    <w:rsid w:val="00084DD3"/>
    <w:rsid w:val="0008619D"/>
    <w:rsid w:val="00086D66"/>
    <w:rsid w:val="00090FAC"/>
    <w:rsid w:val="000917C0"/>
    <w:rsid w:val="00091C33"/>
    <w:rsid w:val="000A275F"/>
    <w:rsid w:val="000A595F"/>
    <w:rsid w:val="000B01CD"/>
    <w:rsid w:val="000B0736"/>
    <w:rsid w:val="000B591F"/>
    <w:rsid w:val="000C37E8"/>
    <w:rsid w:val="000C5A4E"/>
    <w:rsid w:val="000D34F7"/>
    <w:rsid w:val="000D3521"/>
    <w:rsid w:val="000D5521"/>
    <w:rsid w:val="000D7623"/>
    <w:rsid w:val="000D7C8D"/>
    <w:rsid w:val="000E5D16"/>
    <w:rsid w:val="000E71BB"/>
    <w:rsid w:val="000E72A5"/>
    <w:rsid w:val="000F1075"/>
    <w:rsid w:val="000F1857"/>
    <w:rsid w:val="000F73F7"/>
    <w:rsid w:val="00105711"/>
    <w:rsid w:val="001059CB"/>
    <w:rsid w:val="00105EC8"/>
    <w:rsid w:val="00107BC0"/>
    <w:rsid w:val="001145D8"/>
    <w:rsid w:val="00114E32"/>
    <w:rsid w:val="00122CF1"/>
    <w:rsid w:val="00122CFD"/>
    <w:rsid w:val="00127025"/>
    <w:rsid w:val="0013331E"/>
    <w:rsid w:val="00135556"/>
    <w:rsid w:val="00137B79"/>
    <w:rsid w:val="00141C6B"/>
    <w:rsid w:val="001434E3"/>
    <w:rsid w:val="00145E00"/>
    <w:rsid w:val="001473C4"/>
    <w:rsid w:val="00147808"/>
    <w:rsid w:val="00147E70"/>
    <w:rsid w:val="00151370"/>
    <w:rsid w:val="00162E72"/>
    <w:rsid w:val="00163E29"/>
    <w:rsid w:val="0016463D"/>
    <w:rsid w:val="00165EF5"/>
    <w:rsid w:val="00167EC7"/>
    <w:rsid w:val="00170451"/>
    <w:rsid w:val="00175ABA"/>
    <w:rsid w:val="00175BE5"/>
    <w:rsid w:val="00177F67"/>
    <w:rsid w:val="00181957"/>
    <w:rsid w:val="00183235"/>
    <w:rsid w:val="0018509D"/>
    <w:rsid w:val="001850F4"/>
    <w:rsid w:val="00186D26"/>
    <w:rsid w:val="00190A74"/>
    <w:rsid w:val="00190FF9"/>
    <w:rsid w:val="00191A67"/>
    <w:rsid w:val="00192086"/>
    <w:rsid w:val="001935E8"/>
    <w:rsid w:val="00193C0D"/>
    <w:rsid w:val="001942B9"/>
    <w:rsid w:val="001947BE"/>
    <w:rsid w:val="001A4959"/>
    <w:rsid w:val="001A5193"/>
    <w:rsid w:val="001A560F"/>
    <w:rsid w:val="001A5E05"/>
    <w:rsid w:val="001A78C3"/>
    <w:rsid w:val="001B0982"/>
    <w:rsid w:val="001B140D"/>
    <w:rsid w:val="001B1E20"/>
    <w:rsid w:val="001B32BA"/>
    <w:rsid w:val="001B3FB3"/>
    <w:rsid w:val="001B6899"/>
    <w:rsid w:val="001B6B7B"/>
    <w:rsid w:val="001C2213"/>
    <w:rsid w:val="001C24ED"/>
    <w:rsid w:val="001C2D5C"/>
    <w:rsid w:val="001C616D"/>
    <w:rsid w:val="001C6FF2"/>
    <w:rsid w:val="001D05EF"/>
    <w:rsid w:val="001D0AB1"/>
    <w:rsid w:val="001D20FB"/>
    <w:rsid w:val="001E0317"/>
    <w:rsid w:val="001E0EF8"/>
    <w:rsid w:val="001E1881"/>
    <w:rsid w:val="001E20F1"/>
    <w:rsid w:val="001E6A6E"/>
    <w:rsid w:val="001E7658"/>
    <w:rsid w:val="001F0E91"/>
    <w:rsid w:val="001F12E8"/>
    <w:rsid w:val="001F1528"/>
    <w:rsid w:val="001F228C"/>
    <w:rsid w:val="001F414F"/>
    <w:rsid w:val="001F64B8"/>
    <w:rsid w:val="001F6870"/>
    <w:rsid w:val="001F6B4C"/>
    <w:rsid w:val="001F7C83"/>
    <w:rsid w:val="0020084F"/>
    <w:rsid w:val="00202955"/>
    <w:rsid w:val="00202EA0"/>
    <w:rsid w:val="00203046"/>
    <w:rsid w:val="00205AB5"/>
    <w:rsid w:val="00212AAE"/>
    <w:rsid w:val="00215182"/>
    <w:rsid w:val="0021534D"/>
    <w:rsid w:val="00215EC3"/>
    <w:rsid w:val="00216D23"/>
    <w:rsid w:val="00217DD6"/>
    <w:rsid w:val="00217E64"/>
    <w:rsid w:val="002239D6"/>
    <w:rsid w:val="00223F5C"/>
    <w:rsid w:val="00224DBA"/>
    <w:rsid w:val="00225ABA"/>
    <w:rsid w:val="00227AA8"/>
    <w:rsid w:val="00231F1C"/>
    <w:rsid w:val="002332CD"/>
    <w:rsid w:val="002352B1"/>
    <w:rsid w:val="00235F91"/>
    <w:rsid w:val="002365C0"/>
    <w:rsid w:val="00236D1C"/>
    <w:rsid w:val="002377DA"/>
    <w:rsid w:val="00240DE7"/>
    <w:rsid w:val="00241D77"/>
    <w:rsid w:val="00242DDB"/>
    <w:rsid w:val="00244431"/>
    <w:rsid w:val="00244C8D"/>
    <w:rsid w:val="00245A9C"/>
    <w:rsid w:val="00246A06"/>
    <w:rsid w:val="002479A2"/>
    <w:rsid w:val="00251673"/>
    <w:rsid w:val="002525B9"/>
    <w:rsid w:val="00253945"/>
    <w:rsid w:val="00256541"/>
    <w:rsid w:val="0026078A"/>
    <w:rsid w:val="0026087E"/>
    <w:rsid w:val="002610F6"/>
    <w:rsid w:val="0026141C"/>
    <w:rsid w:val="00261DE0"/>
    <w:rsid w:val="00263F90"/>
    <w:rsid w:val="00264C3D"/>
    <w:rsid w:val="00265420"/>
    <w:rsid w:val="00270905"/>
    <w:rsid w:val="002716B1"/>
    <w:rsid w:val="002717B7"/>
    <w:rsid w:val="002732EC"/>
    <w:rsid w:val="0027369E"/>
    <w:rsid w:val="00274E14"/>
    <w:rsid w:val="00275260"/>
    <w:rsid w:val="00275C8C"/>
    <w:rsid w:val="00275D18"/>
    <w:rsid w:val="002804B7"/>
    <w:rsid w:val="00280A6D"/>
    <w:rsid w:val="002820CF"/>
    <w:rsid w:val="0028334B"/>
    <w:rsid w:val="00284A49"/>
    <w:rsid w:val="00284BA7"/>
    <w:rsid w:val="002856AA"/>
    <w:rsid w:val="002864AA"/>
    <w:rsid w:val="00286559"/>
    <w:rsid w:val="002869E4"/>
    <w:rsid w:val="00286ECA"/>
    <w:rsid w:val="0028788C"/>
    <w:rsid w:val="002953B6"/>
    <w:rsid w:val="002973C6"/>
    <w:rsid w:val="00297DDB"/>
    <w:rsid w:val="002A0F5A"/>
    <w:rsid w:val="002A1E33"/>
    <w:rsid w:val="002A4369"/>
    <w:rsid w:val="002A53B7"/>
    <w:rsid w:val="002A565F"/>
    <w:rsid w:val="002B06C7"/>
    <w:rsid w:val="002B0876"/>
    <w:rsid w:val="002B0C6F"/>
    <w:rsid w:val="002B1E52"/>
    <w:rsid w:val="002B1EF0"/>
    <w:rsid w:val="002B2B44"/>
    <w:rsid w:val="002B2E6A"/>
    <w:rsid w:val="002B42FF"/>
    <w:rsid w:val="002B4FB0"/>
    <w:rsid w:val="002B7A59"/>
    <w:rsid w:val="002C1247"/>
    <w:rsid w:val="002C2C5E"/>
    <w:rsid w:val="002C3FBD"/>
    <w:rsid w:val="002C4E60"/>
    <w:rsid w:val="002C6B4B"/>
    <w:rsid w:val="002C730D"/>
    <w:rsid w:val="002D0480"/>
    <w:rsid w:val="002D175C"/>
    <w:rsid w:val="002D2647"/>
    <w:rsid w:val="002D28C6"/>
    <w:rsid w:val="002D2FFE"/>
    <w:rsid w:val="002D7AC0"/>
    <w:rsid w:val="002E1205"/>
    <w:rsid w:val="002E2A85"/>
    <w:rsid w:val="002E3B6A"/>
    <w:rsid w:val="002E51A7"/>
    <w:rsid w:val="002E5A5F"/>
    <w:rsid w:val="002E7C35"/>
    <w:rsid w:val="002F1D75"/>
    <w:rsid w:val="002F1E81"/>
    <w:rsid w:val="002F2A37"/>
    <w:rsid w:val="002F35DC"/>
    <w:rsid w:val="002F50DD"/>
    <w:rsid w:val="002F67D4"/>
    <w:rsid w:val="002F76B7"/>
    <w:rsid w:val="002F786C"/>
    <w:rsid w:val="00302370"/>
    <w:rsid w:val="00304939"/>
    <w:rsid w:val="00310D92"/>
    <w:rsid w:val="00310EC1"/>
    <w:rsid w:val="0031356F"/>
    <w:rsid w:val="003143FD"/>
    <w:rsid w:val="00315A48"/>
    <w:rsid w:val="00315F23"/>
    <w:rsid w:val="003160CB"/>
    <w:rsid w:val="00320079"/>
    <w:rsid w:val="00321ACC"/>
    <w:rsid w:val="003222A3"/>
    <w:rsid w:val="0032251E"/>
    <w:rsid w:val="00322747"/>
    <w:rsid w:val="0032647C"/>
    <w:rsid w:val="0033197A"/>
    <w:rsid w:val="00333A89"/>
    <w:rsid w:val="003374BA"/>
    <w:rsid w:val="00342785"/>
    <w:rsid w:val="003429D3"/>
    <w:rsid w:val="003436B2"/>
    <w:rsid w:val="0034594A"/>
    <w:rsid w:val="003546EC"/>
    <w:rsid w:val="003565EF"/>
    <w:rsid w:val="00360A3F"/>
    <w:rsid w:val="00360A40"/>
    <w:rsid w:val="00364C07"/>
    <w:rsid w:val="0036544E"/>
    <w:rsid w:val="003673FB"/>
    <w:rsid w:val="0037361A"/>
    <w:rsid w:val="003739D7"/>
    <w:rsid w:val="00373A5A"/>
    <w:rsid w:val="00375C57"/>
    <w:rsid w:val="00375CF3"/>
    <w:rsid w:val="00376043"/>
    <w:rsid w:val="00377B3C"/>
    <w:rsid w:val="00383B53"/>
    <w:rsid w:val="003852D2"/>
    <w:rsid w:val="00386BF6"/>
    <w:rsid w:val="00386EAD"/>
    <w:rsid w:val="003870C2"/>
    <w:rsid w:val="0039067C"/>
    <w:rsid w:val="00395F00"/>
    <w:rsid w:val="003A2B76"/>
    <w:rsid w:val="003A48D6"/>
    <w:rsid w:val="003B188E"/>
    <w:rsid w:val="003B3C1D"/>
    <w:rsid w:val="003B4012"/>
    <w:rsid w:val="003B4C5A"/>
    <w:rsid w:val="003C0600"/>
    <w:rsid w:val="003C0C1E"/>
    <w:rsid w:val="003C2936"/>
    <w:rsid w:val="003C626E"/>
    <w:rsid w:val="003C70C1"/>
    <w:rsid w:val="003D1992"/>
    <w:rsid w:val="003D1B79"/>
    <w:rsid w:val="003D3B8A"/>
    <w:rsid w:val="003D3BF8"/>
    <w:rsid w:val="003D54F8"/>
    <w:rsid w:val="003D659B"/>
    <w:rsid w:val="003E38E0"/>
    <w:rsid w:val="003E3F82"/>
    <w:rsid w:val="003E428D"/>
    <w:rsid w:val="003E663F"/>
    <w:rsid w:val="003E6CA9"/>
    <w:rsid w:val="003F0F2E"/>
    <w:rsid w:val="003F4F5E"/>
    <w:rsid w:val="003F7C41"/>
    <w:rsid w:val="00400906"/>
    <w:rsid w:val="00402347"/>
    <w:rsid w:val="0040345E"/>
    <w:rsid w:val="00414151"/>
    <w:rsid w:val="00416FC7"/>
    <w:rsid w:val="00417D9C"/>
    <w:rsid w:val="00417DCD"/>
    <w:rsid w:val="004214BA"/>
    <w:rsid w:val="004235CA"/>
    <w:rsid w:val="004250B3"/>
    <w:rsid w:val="00425300"/>
    <w:rsid w:val="0042590E"/>
    <w:rsid w:val="00426855"/>
    <w:rsid w:val="00430ED2"/>
    <w:rsid w:val="00433C24"/>
    <w:rsid w:val="004355C6"/>
    <w:rsid w:val="004357F0"/>
    <w:rsid w:val="00436B6C"/>
    <w:rsid w:val="00437898"/>
    <w:rsid w:val="00437F65"/>
    <w:rsid w:val="0044314C"/>
    <w:rsid w:val="004437E6"/>
    <w:rsid w:val="00444F1D"/>
    <w:rsid w:val="00445091"/>
    <w:rsid w:val="00447296"/>
    <w:rsid w:val="00450941"/>
    <w:rsid w:val="00451698"/>
    <w:rsid w:val="00451960"/>
    <w:rsid w:val="00454F44"/>
    <w:rsid w:val="00457019"/>
    <w:rsid w:val="004600FD"/>
    <w:rsid w:val="0046050A"/>
    <w:rsid w:val="00460FB7"/>
    <w:rsid w:val="00460FEA"/>
    <w:rsid w:val="00463585"/>
    <w:rsid w:val="0046439A"/>
    <w:rsid w:val="00464920"/>
    <w:rsid w:val="00466BB7"/>
    <w:rsid w:val="00466BC3"/>
    <w:rsid w:val="0046765A"/>
    <w:rsid w:val="00467792"/>
    <w:rsid w:val="0047203B"/>
    <w:rsid w:val="004721CC"/>
    <w:rsid w:val="004734B7"/>
    <w:rsid w:val="00477BBD"/>
    <w:rsid w:val="00481B88"/>
    <w:rsid w:val="00483B25"/>
    <w:rsid w:val="004851CF"/>
    <w:rsid w:val="0048535E"/>
    <w:rsid w:val="00485B4F"/>
    <w:rsid w:val="004862D1"/>
    <w:rsid w:val="004A2ECB"/>
    <w:rsid w:val="004A5C16"/>
    <w:rsid w:val="004A7A79"/>
    <w:rsid w:val="004B2D44"/>
    <w:rsid w:val="004B2D5A"/>
    <w:rsid w:val="004B3196"/>
    <w:rsid w:val="004B36AD"/>
    <w:rsid w:val="004B6ED7"/>
    <w:rsid w:val="004C419C"/>
    <w:rsid w:val="004C56E3"/>
    <w:rsid w:val="004C7485"/>
    <w:rsid w:val="004D0DB7"/>
    <w:rsid w:val="004D1AB5"/>
    <w:rsid w:val="004D20FA"/>
    <w:rsid w:val="004D293D"/>
    <w:rsid w:val="004D4D20"/>
    <w:rsid w:val="004E2515"/>
    <w:rsid w:val="004E2B3A"/>
    <w:rsid w:val="004E2E39"/>
    <w:rsid w:val="004E527F"/>
    <w:rsid w:val="004F06DE"/>
    <w:rsid w:val="004F0A49"/>
    <w:rsid w:val="004F36EA"/>
    <w:rsid w:val="004F44FE"/>
    <w:rsid w:val="00501816"/>
    <w:rsid w:val="00503FAA"/>
    <w:rsid w:val="005055C3"/>
    <w:rsid w:val="00505F6F"/>
    <w:rsid w:val="00512A47"/>
    <w:rsid w:val="005144F4"/>
    <w:rsid w:val="00515969"/>
    <w:rsid w:val="00521175"/>
    <w:rsid w:val="005225E0"/>
    <w:rsid w:val="0052351B"/>
    <w:rsid w:val="005244E9"/>
    <w:rsid w:val="00531C68"/>
    <w:rsid w:val="005320E8"/>
    <w:rsid w:val="00532119"/>
    <w:rsid w:val="005335F3"/>
    <w:rsid w:val="00536357"/>
    <w:rsid w:val="00537ACB"/>
    <w:rsid w:val="005401FE"/>
    <w:rsid w:val="005410D9"/>
    <w:rsid w:val="00543241"/>
    <w:rsid w:val="00543C38"/>
    <w:rsid w:val="00543C6E"/>
    <w:rsid w:val="00543D2D"/>
    <w:rsid w:val="00544265"/>
    <w:rsid w:val="005450D1"/>
    <w:rsid w:val="00545A3D"/>
    <w:rsid w:val="00545F92"/>
    <w:rsid w:val="00546DBB"/>
    <w:rsid w:val="00551C20"/>
    <w:rsid w:val="00553405"/>
    <w:rsid w:val="0055377E"/>
    <w:rsid w:val="0055627F"/>
    <w:rsid w:val="005601C4"/>
    <w:rsid w:val="00560BED"/>
    <w:rsid w:val="0056174A"/>
    <w:rsid w:val="0056187B"/>
    <w:rsid w:val="005618E0"/>
    <w:rsid w:val="00561A5B"/>
    <w:rsid w:val="00564E75"/>
    <w:rsid w:val="00567F70"/>
    <w:rsid w:val="0057074C"/>
    <w:rsid w:val="00570BF5"/>
    <w:rsid w:val="00573FBF"/>
    <w:rsid w:val="00574FF3"/>
    <w:rsid w:val="00575F67"/>
    <w:rsid w:val="00577C2C"/>
    <w:rsid w:val="00581FC2"/>
    <w:rsid w:val="00582538"/>
    <w:rsid w:val="005838DE"/>
    <w:rsid w:val="005838EA"/>
    <w:rsid w:val="00584175"/>
    <w:rsid w:val="00585EE1"/>
    <w:rsid w:val="00590C0E"/>
    <w:rsid w:val="0059158B"/>
    <w:rsid w:val="005939E6"/>
    <w:rsid w:val="00593E29"/>
    <w:rsid w:val="005958E0"/>
    <w:rsid w:val="005A110F"/>
    <w:rsid w:val="005A25BF"/>
    <w:rsid w:val="005A4227"/>
    <w:rsid w:val="005A53D1"/>
    <w:rsid w:val="005A63CB"/>
    <w:rsid w:val="005A6F13"/>
    <w:rsid w:val="005B229B"/>
    <w:rsid w:val="005B3518"/>
    <w:rsid w:val="005B48DE"/>
    <w:rsid w:val="005C3228"/>
    <w:rsid w:val="005C39D3"/>
    <w:rsid w:val="005C450F"/>
    <w:rsid w:val="005C49D9"/>
    <w:rsid w:val="005C56AE"/>
    <w:rsid w:val="005C590A"/>
    <w:rsid w:val="005C5D0E"/>
    <w:rsid w:val="005C6184"/>
    <w:rsid w:val="005C7449"/>
    <w:rsid w:val="005D00C6"/>
    <w:rsid w:val="005D3823"/>
    <w:rsid w:val="005D5FBF"/>
    <w:rsid w:val="005D66EC"/>
    <w:rsid w:val="005E15F2"/>
    <w:rsid w:val="005E4120"/>
    <w:rsid w:val="005E4735"/>
    <w:rsid w:val="005E54BD"/>
    <w:rsid w:val="005E5724"/>
    <w:rsid w:val="005E5942"/>
    <w:rsid w:val="005E6D99"/>
    <w:rsid w:val="005F2396"/>
    <w:rsid w:val="005F2A21"/>
    <w:rsid w:val="005F2ADD"/>
    <w:rsid w:val="005F2C49"/>
    <w:rsid w:val="005F4260"/>
    <w:rsid w:val="005F4747"/>
    <w:rsid w:val="005F5E89"/>
    <w:rsid w:val="006013EB"/>
    <w:rsid w:val="00602AC7"/>
    <w:rsid w:val="00602D9E"/>
    <w:rsid w:val="00602F7C"/>
    <w:rsid w:val="0060353F"/>
    <w:rsid w:val="0060479E"/>
    <w:rsid w:val="00604BE7"/>
    <w:rsid w:val="006073A1"/>
    <w:rsid w:val="006128C5"/>
    <w:rsid w:val="00616270"/>
    <w:rsid w:val="00616AED"/>
    <w:rsid w:val="00617F87"/>
    <w:rsid w:val="00622B37"/>
    <w:rsid w:val="0062408D"/>
    <w:rsid w:val="006250E8"/>
    <w:rsid w:val="00625810"/>
    <w:rsid w:val="00626BC2"/>
    <w:rsid w:val="00632A4F"/>
    <w:rsid w:val="00632B56"/>
    <w:rsid w:val="0063437C"/>
    <w:rsid w:val="006351E3"/>
    <w:rsid w:val="00635639"/>
    <w:rsid w:val="00635A10"/>
    <w:rsid w:val="00641306"/>
    <w:rsid w:val="006423B4"/>
    <w:rsid w:val="00643652"/>
    <w:rsid w:val="00644236"/>
    <w:rsid w:val="006471E5"/>
    <w:rsid w:val="006555A6"/>
    <w:rsid w:val="00655D90"/>
    <w:rsid w:val="0065606D"/>
    <w:rsid w:val="00656E52"/>
    <w:rsid w:val="00663D7E"/>
    <w:rsid w:val="00665D0F"/>
    <w:rsid w:val="00671392"/>
    <w:rsid w:val="006713DB"/>
    <w:rsid w:val="00671D3B"/>
    <w:rsid w:val="00672657"/>
    <w:rsid w:val="00674D38"/>
    <w:rsid w:val="00674DAC"/>
    <w:rsid w:val="00684A5B"/>
    <w:rsid w:val="00685EB1"/>
    <w:rsid w:val="006863F6"/>
    <w:rsid w:val="00686C84"/>
    <w:rsid w:val="00690063"/>
    <w:rsid w:val="00691D0C"/>
    <w:rsid w:val="006923BC"/>
    <w:rsid w:val="0069413E"/>
    <w:rsid w:val="00696388"/>
    <w:rsid w:val="006A08C5"/>
    <w:rsid w:val="006A1F71"/>
    <w:rsid w:val="006A28D1"/>
    <w:rsid w:val="006A3D9E"/>
    <w:rsid w:val="006A68CE"/>
    <w:rsid w:val="006A7679"/>
    <w:rsid w:val="006B006C"/>
    <w:rsid w:val="006B36B6"/>
    <w:rsid w:val="006B6AB0"/>
    <w:rsid w:val="006B6DDD"/>
    <w:rsid w:val="006B725F"/>
    <w:rsid w:val="006C33D0"/>
    <w:rsid w:val="006C6B02"/>
    <w:rsid w:val="006D103D"/>
    <w:rsid w:val="006D16F2"/>
    <w:rsid w:val="006E134A"/>
    <w:rsid w:val="006E38A7"/>
    <w:rsid w:val="006E42A0"/>
    <w:rsid w:val="006F2435"/>
    <w:rsid w:val="006F26C5"/>
    <w:rsid w:val="006F328B"/>
    <w:rsid w:val="006F3444"/>
    <w:rsid w:val="006F4A92"/>
    <w:rsid w:val="006F5886"/>
    <w:rsid w:val="006F7462"/>
    <w:rsid w:val="0070027C"/>
    <w:rsid w:val="007018B7"/>
    <w:rsid w:val="007045A3"/>
    <w:rsid w:val="00705B03"/>
    <w:rsid w:val="00706AFE"/>
    <w:rsid w:val="00707734"/>
    <w:rsid w:val="00707DCC"/>
    <w:rsid w:val="00707E19"/>
    <w:rsid w:val="00712191"/>
    <w:rsid w:val="00712F7C"/>
    <w:rsid w:val="00712FB1"/>
    <w:rsid w:val="0071487E"/>
    <w:rsid w:val="00715A5E"/>
    <w:rsid w:val="00715A8C"/>
    <w:rsid w:val="00716972"/>
    <w:rsid w:val="00716F3E"/>
    <w:rsid w:val="00717CFC"/>
    <w:rsid w:val="007207F3"/>
    <w:rsid w:val="0072328A"/>
    <w:rsid w:val="0072381F"/>
    <w:rsid w:val="00730B39"/>
    <w:rsid w:val="00735794"/>
    <w:rsid w:val="00736785"/>
    <w:rsid w:val="007377B5"/>
    <w:rsid w:val="00740DC0"/>
    <w:rsid w:val="00743039"/>
    <w:rsid w:val="00743816"/>
    <w:rsid w:val="00746CC2"/>
    <w:rsid w:val="0075011F"/>
    <w:rsid w:val="007550CA"/>
    <w:rsid w:val="007551C5"/>
    <w:rsid w:val="00760323"/>
    <w:rsid w:val="00760C8E"/>
    <w:rsid w:val="007613E6"/>
    <w:rsid w:val="00762931"/>
    <w:rsid w:val="0076311C"/>
    <w:rsid w:val="007646F0"/>
    <w:rsid w:val="00765600"/>
    <w:rsid w:val="007676F2"/>
    <w:rsid w:val="0077009C"/>
    <w:rsid w:val="00770AE9"/>
    <w:rsid w:val="007712BB"/>
    <w:rsid w:val="00772658"/>
    <w:rsid w:val="007731C2"/>
    <w:rsid w:val="00773D4D"/>
    <w:rsid w:val="00777B81"/>
    <w:rsid w:val="00782A68"/>
    <w:rsid w:val="00782F1B"/>
    <w:rsid w:val="007917C2"/>
    <w:rsid w:val="00791C9F"/>
    <w:rsid w:val="00792AAB"/>
    <w:rsid w:val="007930DE"/>
    <w:rsid w:val="00793B47"/>
    <w:rsid w:val="00793E37"/>
    <w:rsid w:val="007A1D0C"/>
    <w:rsid w:val="007A1EBB"/>
    <w:rsid w:val="007A2A7B"/>
    <w:rsid w:val="007A360E"/>
    <w:rsid w:val="007A73ED"/>
    <w:rsid w:val="007B11EA"/>
    <w:rsid w:val="007B3AE0"/>
    <w:rsid w:val="007B4498"/>
    <w:rsid w:val="007B61B7"/>
    <w:rsid w:val="007B65B0"/>
    <w:rsid w:val="007B6C41"/>
    <w:rsid w:val="007B6DA1"/>
    <w:rsid w:val="007D0396"/>
    <w:rsid w:val="007D14C5"/>
    <w:rsid w:val="007D2E00"/>
    <w:rsid w:val="007D4132"/>
    <w:rsid w:val="007D4925"/>
    <w:rsid w:val="007D6774"/>
    <w:rsid w:val="007D7398"/>
    <w:rsid w:val="007E1DFE"/>
    <w:rsid w:val="007E22FA"/>
    <w:rsid w:val="007E3AEC"/>
    <w:rsid w:val="007E4534"/>
    <w:rsid w:val="007E61BA"/>
    <w:rsid w:val="007F0C8A"/>
    <w:rsid w:val="007F11AB"/>
    <w:rsid w:val="007F18CB"/>
    <w:rsid w:val="007F6327"/>
    <w:rsid w:val="008034D1"/>
    <w:rsid w:val="0080487D"/>
    <w:rsid w:val="00807BA5"/>
    <w:rsid w:val="00807EDF"/>
    <w:rsid w:val="008143CB"/>
    <w:rsid w:val="0081451C"/>
    <w:rsid w:val="0081614B"/>
    <w:rsid w:val="00820BBE"/>
    <w:rsid w:val="00821343"/>
    <w:rsid w:val="00823CA1"/>
    <w:rsid w:val="00826AAD"/>
    <w:rsid w:val="00826CEC"/>
    <w:rsid w:val="00827AD1"/>
    <w:rsid w:val="00832847"/>
    <w:rsid w:val="00840FFE"/>
    <w:rsid w:val="00841E7A"/>
    <w:rsid w:val="008472AA"/>
    <w:rsid w:val="008513B9"/>
    <w:rsid w:val="00851DD0"/>
    <w:rsid w:val="00852B71"/>
    <w:rsid w:val="00853831"/>
    <w:rsid w:val="00860A4D"/>
    <w:rsid w:val="00864C6F"/>
    <w:rsid w:val="00866788"/>
    <w:rsid w:val="008702D3"/>
    <w:rsid w:val="00870F29"/>
    <w:rsid w:val="00876034"/>
    <w:rsid w:val="00877A7F"/>
    <w:rsid w:val="0088033A"/>
    <w:rsid w:val="008825FB"/>
    <w:rsid w:val="008827E7"/>
    <w:rsid w:val="00884152"/>
    <w:rsid w:val="0088759E"/>
    <w:rsid w:val="00887F1B"/>
    <w:rsid w:val="00890AAE"/>
    <w:rsid w:val="00890F3F"/>
    <w:rsid w:val="00891305"/>
    <w:rsid w:val="00892D10"/>
    <w:rsid w:val="00893778"/>
    <w:rsid w:val="00893EC0"/>
    <w:rsid w:val="008945F7"/>
    <w:rsid w:val="008968EA"/>
    <w:rsid w:val="008A0DA9"/>
    <w:rsid w:val="008A1696"/>
    <w:rsid w:val="008A2FAC"/>
    <w:rsid w:val="008A45B8"/>
    <w:rsid w:val="008A45E7"/>
    <w:rsid w:val="008B28D9"/>
    <w:rsid w:val="008B429E"/>
    <w:rsid w:val="008B4345"/>
    <w:rsid w:val="008B4F03"/>
    <w:rsid w:val="008B66AD"/>
    <w:rsid w:val="008C342C"/>
    <w:rsid w:val="008C55BD"/>
    <w:rsid w:val="008C58FE"/>
    <w:rsid w:val="008D064E"/>
    <w:rsid w:val="008D3F7B"/>
    <w:rsid w:val="008E0433"/>
    <w:rsid w:val="008E2BE7"/>
    <w:rsid w:val="008E5CEF"/>
    <w:rsid w:val="008E6C41"/>
    <w:rsid w:val="008F0816"/>
    <w:rsid w:val="008F6BB7"/>
    <w:rsid w:val="00900BD5"/>
    <w:rsid w:val="00900F42"/>
    <w:rsid w:val="0090151E"/>
    <w:rsid w:val="00901D73"/>
    <w:rsid w:val="00902776"/>
    <w:rsid w:val="00903A42"/>
    <w:rsid w:val="00904350"/>
    <w:rsid w:val="0091024B"/>
    <w:rsid w:val="0091198F"/>
    <w:rsid w:val="00912A16"/>
    <w:rsid w:val="00920670"/>
    <w:rsid w:val="009316C1"/>
    <w:rsid w:val="00932E3C"/>
    <w:rsid w:val="00933A97"/>
    <w:rsid w:val="00933CCE"/>
    <w:rsid w:val="0094202E"/>
    <w:rsid w:val="009433A0"/>
    <w:rsid w:val="00943460"/>
    <w:rsid w:val="009468C4"/>
    <w:rsid w:val="009530C1"/>
    <w:rsid w:val="00955560"/>
    <w:rsid w:val="009573D3"/>
    <w:rsid w:val="009577D5"/>
    <w:rsid w:val="009609F4"/>
    <w:rsid w:val="00962461"/>
    <w:rsid w:val="00962872"/>
    <w:rsid w:val="00963E33"/>
    <w:rsid w:val="00965319"/>
    <w:rsid w:val="00967212"/>
    <w:rsid w:val="00971AF1"/>
    <w:rsid w:val="00972D16"/>
    <w:rsid w:val="0097362A"/>
    <w:rsid w:val="009751F7"/>
    <w:rsid w:val="00976570"/>
    <w:rsid w:val="00982BBE"/>
    <w:rsid w:val="0098365D"/>
    <w:rsid w:val="00985C93"/>
    <w:rsid w:val="009862E0"/>
    <w:rsid w:val="0098684F"/>
    <w:rsid w:val="00987F2E"/>
    <w:rsid w:val="00991D48"/>
    <w:rsid w:val="00993540"/>
    <w:rsid w:val="0099387F"/>
    <w:rsid w:val="00994AC0"/>
    <w:rsid w:val="009952BC"/>
    <w:rsid w:val="0099541D"/>
    <w:rsid w:val="009960AC"/>
    <w:rsid w:val="00996A85"/>
    <w:rsid w:val="009977FF"/>
    <w:rsid w:val="009A0155"/>
    <w:rsid w:val="009A085B"/>
    <w:rsid w:val="009A241C"/>
    <w:rsid w:val="009B0F1A"/>
    <w:rsid w:val="009B109F"/>
    <w:rsid w:val="009B5951"/>
    <w:rsid w:val="009B6127"/>
    <w:rsid w:val="009C0027"/>
    <w:rsid w:val="009C01BC"/>
    <w:rsid w:val="009C0783"/>
    <w:rsid w:val="009C1DE6"/>
    <w:rsid w:val="009C1F0E"/>
    <w:rsid w:val="009C283B"/>
    <w:rsid w:val="009C5423"/>
    <w:rsid w:val="009C55EB"/>
    <w:rsid w:val="009C6AFB"/>
    <w:rsid w:val="009C6F99"/>
    <w:rsid w:val="009C7858"/>
    <w:rsid w:val="009D3A9C"/>
    <w:rsid w:val="009D3E8C"/>
    <w:rsid w:val="009E200C"/>
    <w:rsid w:val="009E2067"/>
    <w:rsid w:val="009E2653"/>
    <w:rsid w:val="009E3A0E"/>
    <w:rsid w:val="009E6B97"/>
    <w:rsid w:val="009F3939"/>
    <w:rsid w:val="009F3B72"/>
    <w:rsid w:val="009F6ACA"/>
    <w:rsid w:val="009F74AB"/>
    <w:rsid w:val="00A023A3"/>
    <w:rsid w:val="00A036A2"/>
    <w:rsid w:val="00A06428"/>
    <w:rsid w:val="00A1314B"/>
    <w:rsid w:val="00A13160"/>
    <w:rsid w:val="00A131D5"/>
    <w:rsid w:val="00A137D3"/>
    <w:rsid w:val="00A17B1F"/>
    <w:rsid w:val="00A20732"/>
    <w:rsid w:val="00A21366"/>
    <w:rsid w:val="00A2401D"/>
    <w:rsid w:val="00A25DD8"/>
    <w:rsid w:val="00A31915"/>
    <w:rsid w:val="00A331F5"/>
    <w:rsid w:val="00A35B16"/>
    <w:rsid w:val="00A373A3"/>
    <w:rsid w:val="00A421E1"/>
    <w:rsid w:val="00A42FCD"/>
    <w:rsid w:val="00A44A8F"/>
    <w:rsid w:val="00A47E67"/>
    <w:rsid w:val="00A51D96"/>
    <w:rsid w:val="00A531AD"/>
    <w:rsid w:val="00A5390B"/>
    <w:rsid w:val="00A54157"/>
    <w:rsid w:val="00A55074"/>
    <w:rsid w:val="00A558B2"/>
    <w:rsid w:val="00A61CB8"/>
    <w:rsid w:val="00A6712D"/>
    <w:rsid w:val="00A7176A"/>
    <w:rsid w:val="00A73998"/>
    <w:rsid w:val="00A74FAF"/>
    <w:rsid w:val="00A76FFD"/>
    <w:rsid w:val="00A83732"/>
    <w:rsid w:val="00A8593C"/>
    <w:rsid w:val="00A86DF1"/>
    <w:rsid w:val="00A90707"/>
    <w:rsid w:val="00A95D01"/>
    <w:rsid w:val="00A9610D"/>
    <w:rsid w:val="00A96F84"/>
    <w:rsid w:val="00A97A19"/>
    <w:rsid w:val="00A97CB9"/>
    <w:rsid w:val="00AA0523"/>
    <w:rsid w:val="00AA1295"/>
    <w:rsid w:val="00AA3010"/>
    <w:rsid w:val="00AA7658"/>
    <w:rsid w:val="00AB0CDD"/>
    <w:rsid w:val="00AB3938"/>
    <w:rsid w:val="00AB4004"/>
    <w:rsid w:val="00AB4331"/>
    <w:rsid w:val="00AB63EB"/>
    <w:rsid w:val="00AB79C2"/>
    <w:rsid w:val="00AC3953"/>
    <w:rsid w:val="00AC59FB"/>
    <w:rsid w:val="00AC6D23"/>
    <w:rsid w:val="00AC7150"/>
    <w:rsid w:val="00AD1E00"/>
    <w:rsid w:val="00AD5A54"/>
    <w:rsid w:val="00AD6E3A"/>
    <w:rsid w:val="00AE14BB"/>
    <w:rsid w:val="00AE1DCA"/>
    <w:rsid w:val="00AE272E"/>
    <w:rsid w:val="00AE5545"/>
    <w:rsid w:val="00AE55C9"/>
    <w:rsid w:val="00AE6C18"/>
    <w:rsid w:val="00AE7DFF"/>
    <w:rsid w:val="00AF05B5"/>
    <w:rsid w:val="00AF244E"/>
    <w:rsid w:val="00AF498D"/>
    <w:rsid w:val="00AF5F7C"/>
    <w:rsid w:val="00AF73C3"/>
    <w:rsid w:val="00AF7CA3"/>
    <w:rsid w:val="00B02186"/>
    <w:rsid w:val="00B02207"/>
    <w:rsid w:val="00B03403"/>
    <w:rsid w:val="00B04AE5"/>
    <w:rsid w:val="00B04BE5"/>
    <w:rsid w:val="00B063FA"/>
    <w:rsid w:val="00B10324"/>
    <w:rsid w:val="00B10933"/>
    <w:rsid w:val="00B11CB6"/>
    <w:rsid w:val="00B122FF"/>
    <w:rsid w:val="00B152CF"/>
    <w:rsid w:val="00B15E6A"/>
    <w:rsid w:val="00B20AB2"/>
    <w:rsid w:val="00B22BE5"/>
    <w:rsid w:val="00B262FD"/>
    <w:rsid w:val="00B30154"/>
    <w:rsid w:val="00B30382"/>
    <w:rsid w:val="00B30A7E"/>
    <w:rsid w:val="00B34368"/>
    <w:rsid w:val="00B376B1"/>
    <w:rsid w:val="00B4114E"/>
    <w:rsid w:val="00B42ABB"/>
    <w:rsid w:val="00B4433D"/>
    <w:rsid w:val="00B52684"/>
    <w:rsid w:val="00B56260"/>
    <w:rsid w:val="00B620D9"/>
    <w:rsid w:val="00B633DB"/>
    <w:rsid w:val="00B639ED"/>
    <w:rsid w:val="00B662EF"/>
    <w:rsid w:val="00B66A8C"/>
    <w:rsid w:val="00B67FA6"/>
    <w:rsid w:val="00B71C1A"/>
    <w:rsid w:val="00B7416B"/>
    <w:rsid w:val="00B75E26"/>
    <w:rsid w:val="00B7607F"/>
    <w:rsid w:val="00B771C3"/>
    <w:rsid w:val="00B8061C"/>
    <w:rsid w:val="00B815A0"/>
    <w:rsid w:val="00B81815"/>
    <w:rsid w:val="00B83BA2"/>
    <w:rsid w:val="00B849DE"/>
    <w:rsid w:val="00B853AA"/>
    <w:rsid w:val="00B875BF"/>
    <w:rsid w:val="00B90788"/>
    <w:rsid w:val="00B91F62"/>
    <w:rsid w:val="00B9256A"/>
    <w:rsid w:val="00B93974"/>
    <w:rsid w:val="00B93FCC"/>
    <w:rsid w:val="00B969A7"/>
    <w:rsid w:val="00B9718D"/>
    <w:rsid w:val="00BA1EE3"/>
    <w:rsid w:val="00BB139F"/>
    <w:rsid w:val="00BB29F5"/>
    <w:rsid w:val="00BB2C98"/>
    <w:rsid w:val="00BB2F1C"/>
    <w:rsid w:val="00BB4903"/>
    <w:rsid w:val="00BC0196"/>
    <w:rsid w:val="00BC1ADF"/>
    <w:rsid w:val="00BC27A1"/>
    <w:rsid w:val="00BC2F0E"/>
    <w:rsid w:val="00BC5BD3"/>
    <w:rsid w:val="00BD0B82"/>
    <w:rsid w:val="00BD66DC"/>
    <w:rsid w:val="00BD7CE3"/>
    <w:rsid w:val="00BE15EC"/>
    <w:rsid w:val="00BE2105"/>
    <w:rsid w:val="00BE3198"/>
    <w:rsid w:val="00BE384E"/>
    <w:rsid w:val="00BE5C9D"/>
    <w:rsid w:val="00BE6997"/>
    <w:rsid w:val="00BE7C21"/>
    <w:rsid w:val="00BF3E23"/>
    <w:rsid w:val="00BF4F5F"/>
    <w:rsid w:val="00BF5D68"/>
    <w:rsid w:val="00C00219"/>
    <w:rsid w:val="00C003B5"/>
    <w:rsid w:val="00C0292A"/>
    <w:rsid w:val="00C03452"/>
    <w:rsid w:val="00C04EEB"/>
    <w:rsid w:val="00C06542"/>
    <w:rsid w:val="00C075A4"/>
    <w:rsid w:val="00C07F79"/>
    <w:rsid w:val="00C10F12"/>
    <w:rsid w:val="00C11826"/>
    <w:rsid w:val="00C12916"/>
    <w:rsid w:val="00C12BB6"/>
    <w:rsid w:val="00C15146"/>
    <w:rsid w:val="00C1527E"/>
    <w:rsid w:val="00C17A23"/>
    <w:rsid w:val="00C17E61"/>
    <w:rsid w:val="00C21B6A"/>
    <w:rsid w:val="00C24049"/>
    <w:rsid w:val="00C25F89"/>
    <w:rsid w:val="00C266E0"/>
    <w:rsid w:val="00C27F1D"/>
    <w:rsid w:val="00C314F6"/>
    <w:rsid w:val="00C32073"/>
    <w:rsid w:val="00C32295"/>
    <w:rsid w:val="00C32E27"/>
    <w:rsid w:val="00C333E9"/>
    <w:rsid w:val="00C34718"/>
    <w:rsid w:val="00C35E95"/>
    <w:rsid w:val="00C375F2"/>
    <w:rsid w:val="00C37695"/>
    <w:rsid w:val="00C42A0C"/>
    <w:rsid w:val="00C46D42"/>
    <w:rsid w:val="00C50C32"/>
    <w:rsid w:val="00C5173C"/>
    <w:rsid w:val="00C53546"/>
    <w:rsid w:val="00C55AFD"/>
    <w:rsid w:val="00C57CB7"/>
    <w:rsid w:val="00C60178"/>
    <w:rsid w:val="00C613AC"/>
    <w:rsid w:val="00C61760"/>
    <w:rsid w:val="00C62B07"/>
    <w:rsid w:val="00C63C63"/>
    <w:rsid w:val="00C63CD6"/>
    <w:rsid w:val="00C65C64"/>
    <w:rsid w:val="00C65FC3"/>
    <w:rsid w:val="00C72943"/>
    <w:rsid w:val="00C72E9B"/>
    <w:rsid w:val="00C75D83"/>
    <w:rsid w:val="00C76FFB"/>
    <w:rsid w:val="00C80829"/>
    <w:rsid w:val="00C842AE"/>
    <w:rsid w:val="00C87D95"/>
    <w:rsid w:val="00C9077A"/>
    <w:rsid w:val="00C91A5D"/>
    <w:rsid w:val="00C91C9E"/>
    <w:rsid w:val="00C95CD2"/>
    <w:rsid w:val="00C963DA"/>
    <w:rsid w:val="00C973E2"/>
    <w:rsid w:val="00CA033E"/>
    <w:rsid w:val="00CA051B"/>
    <w:rsid w:val="00CA42B5"/>
    <w:rsid w:val="00CA42BE"/>
    <w:rsid w:val="00CA4D55"/>
    <w:rsid w:val="00CB0321"/>
    <w:rsid w:val="00CB2386"/>
    <w:rsid w:val="00CB330C"/>
    <w:rsid w:val="00CB3CBE"/>
    <w:rsid w:val="00CC0A2F"/>
    <w:rsid w:val="00CC153F"/>
    <w:rsid w:val="00CC2AD7"/>
    <w:rsid w:val="00CC2B55"/>
    <w:rsid w:val="00CC31A1"/>
    <w:rsid w:val="00CD14F9"/>
    <w:rsid w:val="00CD1E77"/>
    <w:rsid w:val="00CD60DB"/>
    <w:rsid w:val="00CE1F4D"/>
    <w:rsid w:val="00CE2D8B"/>
    <w:rsid w:val="00CE3CB0"/>
    <w:rsid w:val="00CE4F98"/>
    <w:rsid w:val="00CE601B"/>
    <w:rsid w:val="00CE7CE7"/>
    <w:rsid w:val="00CF03D8"/>
    <w:rsid w:val="00CF627E"/>
    <w:rsid w:val="00CF6AA8"/>
    <w:rsid w:val="00D015D5"/>
    <w:rsid w:val="00D03D68"/>
    <w:rsid w:val="00D11B91"/>
    <w:rsid w:val="00D12AC1"/>
    <w:rsid w:val="00D179B7"/>
    <w:rsid w:val="00D22263"/>
    <w:rsid w:val="00D2603A"/>
    <w:rsid w:val="00D266DD"/>
    <w:rsid w:val="00D26F51"/>
    <w:rsid w:val="00D27BA4"/>
    <w:rsid w:val="00D32B04"/>
    <w:rsid w:val="00D374E7"/>
    <w:rsid w:val="00D41037"/>
    <w:rsid w:val="00D42752"/>
    <w:rsid w:val="00D42A57"/>
    <w:rsid w:val="00D437E2"/>
    <w:rsid w:val="00D461AF"/>
    <w:rsid w:val="00D474CF"/>
    <w:rsid w:val="00D52D3C"/>
    <w:rsid w:val="00D55842"/>
    <w:rsid w:val="00D56D9A"/>
    <w:rsid w:val="00D57EAE"/>
    <w:rsid w:val="00D62DE5"/>
    <w:rsid w:val="00D6322B"/>
    <w:rsid w:val="00D63949"/>
    <w:rsid w:val="00D63AC3"/>
    <w:rsid w:val="00D652E7"/>
    <w:rsid w:val="00D6680B"/>
    <w:rsid w:val="00D70ED9"/>
    <w:rsid w:val="00D72D42"/>
    <w:rsid w:val="00D73BAE"/>
    <w:rsid w:val="00D75BAF"/>
    <w:rsid w:val="00D77BCF"/>
    <w:rsid w:val="00D80C9B"/>
    <w:rsid w:val="00D822D3"/>
    <w:rsid w:val="00D84394"/>
    <w:rsid w:val="00D860BF"/>
    <w:rsid w:val="00D87800"/>
    <w:rsid w:val="00D92779"/>
    <w:rsid w:val="00D929C4"/>
    <w:rsid w:val="00D942C0"/>
    <w:rsid w:val="00D94745"/>
    <w:rsid w:val="00D95E55"/>
    <w:rsid w:val="00DA0BDC"/>
    <w:rsid w:val="00DA13BC"/>
    <w:rsid w:val="00DA281D"/>
    <w:rsid w:val="00DA37F9"/>
    <w:rsid w:val="00DA55B3"/>
    <w:rsid w:val="00DA578C"/>
    <w:rsid w:val="00DA75E6"/>
    <w:rsid w:val="00DA77C9"/>
    <w:rsid w:val="00DB139D"/>
    <w:rsid w:val="00DB14A8"/>
    <w:rsid w:val="00DB1B0D"/>
    <w:rsid w:val="00DB1C00"/>
    <w:rsid w:val="00DB3664"/>
    <w:rsid w:val="00DB4603"/>
    <w:rsid w:val="00DB5A81"/>
    <w:rsid w:val="00DB6151"/>
    <w:rsid w:val="00DB61E3"/>
    <w:rsid w:val="00DC16FB"/>
    <w:rsid w:val="00DC326A"/>
    <w:rsid w:val="00DC368B"/>
    <w:rsid w:val="00DC3CA9"/>
    <w:rsid w:val="00DC4A65"/>
    <w:rsid w:val="00DC4F66"/>
    <w:rsid w:val="00DC6E36"/>
    <w:rsid w:val="00DC6E49"/>
    <w:rsid w:val="00DC7116"/>
    <w:rsid w:val="00DD20F1"/>
    <w:rsid w:val="00DD4DAB"/>
    <w:rsid w:val="00DD69DD"/>
    <w:rsid w:val="00DE4863"/>
    <w:rsid w:val="00DE61A7"/>
    <w:rsid w:val="00DE6B8D"/>
    <w:rsid w:val="00DE7ECB"/>
    <w:rsid w:val="00DF0747"/>
    <w:rsid w:val="00DF7234"/>
    <w:rsid w:val="00E002B9"/>
    <w:rsid w:val="00E00764"/>
    <w:rsid w:val="00E01102"/>
    <w:rsid w:val="00E01B65"/>
    <w:rsid w:val="00E04D0E"/>
    <w:rsid w:val="00E060C2"/>
    <w:rsid w:val="00E0679C"/>
    <w:rsid w:val="00E06C25"/>
    <w:rsid w:val="00E10515"/>
    <w:rsid w:val="00E10B44"/>
    <w:rsid w:val="00E11F02"/>
    <w:rsid w:val="00E134D2"/>
    <w:rsid w:val="00E13567"/>
    <w:rsid w:val="00E161DF"/>
    <w:rsid w:val="00E20D1D"/>
    <w:rsid w:val="00E218B1"/>
    <w:rsid w:val="00E24EE7"/>
    <w:rsid w:val="00E25754"/>
    <w:rsid w:val="00E27167"/>
    <w:rsid w:val="00E2726B"/>
    <w:rsid w:val="00E33247"/>
    <w:rsid w:val="00E353A0"/>
    <w:rsid w:val="00E37801"/>
    <w:rsid w:val="00E37D88"/>
    <w:rsid w:val="00E41693"/>
    <w:rsid w:val="00E46EAA"/>
    <w:rsid w:val="00E5038C"/>
    <w:rsid w:val="00E50A62"/>
    <w:rsid w:val="00E50B69"/>
    <w:rsid w:val="00E51076"/>
    <w:rsid w:val="00E5298B"/>
    <w:rsid w:val="00E56EFB"/>
    <w:rsid w:val="00E60044"/>
    <w:rsid w:val="00E64542"/>
    <w:rsid w:val="00E6458F"/>
    <w:rsid w:val="00E67384"/>
    <w:rsid w:val="00E7190F"/>
    <w:rsid w:val="00E7242D"/>
    <w:rsid w:val="00E74C76"/>
    <w:rsid w:val="00E76D0C"/>
    <w:rsid w:val="00E77421"/>
    <w:rsid w:val="00E81414"/>
    <w:rsid w:val="00E815C9"/>
    <w:rsid w:val="00E87E25"/>
    <w:rsid w:val="00E93A4D"/>
    <w:rsid w:val="00E93F44"/>
    <w:rsid w:val="00E94294"/>
    <w:rsid w:val="00E97724"/>
    <w:rsid w:val="00EA04F1"/>
    <w:rsid w:val="00EA12B5"/>
    <w:rsid w:val="00EA1796"/>
    <w:rsid w:val="00EA2FD3"/>
    <w:rsid w:val="00EA3134"/>
    <w:rsid w:val="00EA5D88"/>
    <w:rsid w:val="00EA5FF0"/>
    <w:rsid w:val="00EB397F"/>
    <w:rsid w:val="00EB78F5"/>
    <w:rsid w:val="00EB7CE9"/>
    <w:rsid w:val="00EC09DA"/>
    <w:rsid w:val="00EC433F"/>
    <w:rsid w:val="00EC68A2"/>
    <w:rsid w:val="00EC73AD"/>
    <w:rsid w:val="00ED1FDE"/>
    <w:rsid w:val="00ED2C91"/>
    <w:rsid w:val="00ED4993"/>
    <w:rsid w:val="00ED67EF"/>
    <w:rsid w:val="00EE0639"/>
    <w:rsid w:val="00EE4B20"/>
    <w:rsid w:val="00EE6234"/>
    <w:rsid w:val="00EE7CAC"/>
    <w:rsid w:val="00EF0AF1"/>
    <w:rsid w:val="00EF1661"/>
    <w:rsid w:val="00F0071A"/>
    <w:rsid w:val="00F008CC"/>
    <w:rsid w:val="00F0229A"/>
    <w:rsid w:val="00F05BF5"/>
    <w:rsid w:val="00F06EFB"/>
    <w:rsid w:val="00F07A1E"/>
    <w:rsid w:val="00F13631"/>
    <w:rsid w:val="00F1529E"/>
    <w:rsid w:val="00F16140"/>
    <w:rsid w:val="00F16F07"/>
    <w:rsid w:val="00F2378A"/>
    <w:rsid w:val="00F2417F"/>
    <w:rsid w:val="00F24829"/>
    <w:rsid w:val="00F26EA1"/>
    <w:rsid w:val="00F26FF3"/>
    <w:rsid w:val="00F32B74"/>
    <w:rsid w:val="00F32C91"/>
    <w:rsid w:val="00F33C05"/>
    <w:rsid w:val="00F34AF4"/>
    <w:rsid w:val="00F36012"/>
    <w:rsid w:val="00F40BFC"/>
    <w:rsid w:val="00F4106A"/>
    <w:rsid w:val="00F42866"/>
    <w:rsid w:val="00F45975"/>
    <w:rsid w:val="00F45B7C"/>
    <w:rsid w:val="00F45FCE"/>
    <w:rsid w:val="00F50364"/>
    <w:rsid w:val="00F5240F"/>
    <w:rsid w:val="00F579F0"/>
    <w:rsid w:val="00F6097D"/>
    <w:rsid w:val="00F627CE"/>
    <w:rsid w:val="00F637C3"/>
    <w:rsid w:val="00F73A08"/>
    <w:rsid w:val="00F75D42"/>
    <w:rsid w:val="00F818E1"/>
    <w:rsid w:val="00F82D6B"/>
    <w:rsid w:val="00F82DC1"/>
    <w:rsid w:val="00F852D6"/>
    <w:rsid w:val="00F8754B"/>
    <w:rsid w:val="00F92F3A"/>
    <w:rsid w:val="00F9334F"/>
    <w:rsid w:val="00F9696A"/>
    <w:rsid w:val="00F97D7F"/>
    <w:rsid w:val="00FA122C"/>
    <w:rsid w:val="00FA31C7"/>
    <w:rsid w:val="00FA3536"/>
    <w:rsid w:val="00FA3B95"/>
    <w:rsid w:val="00FA3CAE"/>
    <w:rsid w:val="00FA62A1"/>
    <w:rsid w:val="00FA7B44"/>
    <w:rsid w:val="00FB36B3"/>
    <w:rsid w:val="00FC1278"/>
    <w:rsid w:val="00FC438C"/>
    <w:rsid w:val="00FC705D"/>
    <w:rsid w:val="00FC7222"/>
    <w:rsid w:val="00FD125E"/>
    <w:rsid w:val="00FD1B65"/>
    <w:rsid w:val="00FD3E8F"/>
    <w:rsid w:val="00FD576C"/>
    <w:rsid w:val="00FE6ADF"/>
    <w:rsid w:val="00FE7735"/>
    <w:rsid w:val="00FF09C4"/>
    <w:rsid w:val="00FF1E3F"/>
    <w:rsid w:val="00FF2B66"/>
    <w:rsid w:val="00FF320D"/>
    <w:rsid w:val="00FF5109"/>
    <w:rsid w:val="00FF6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F0E"/>
    <w:rPr>
      <w:rFonts w:ascii="TimesET" w:hAnsi="TimesET"/>
    </w:rPr>
  </w:style>
  <w:style w:type="paragraph" w:styleId="1">
    <w:name w:val="heading 1"/>
    <w:basedOn w:val="a"/>
    <w:next w:val="a"/>
    <w:qFormat/>
    <w:rsid w:val="00F73A08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F73A08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73A08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F73A08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F73A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F73A08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73A08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F73A08"/>
  </w:style>
  <w:style w:type="table" w:styleId="a9">
    <w:name w:val="Table Grid"/>
    <w:basedOn w:val="a1"/>
    <w:uiPriority w:val="59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uiPriority w:val="99"/>
    <w:rsid w:val="00BC2F0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c">
    <w:name w:val="List Paragraph"/>
    <w:basedOn w:val="a"/>
    <w:uiPriority w:val="34"/>
    <w:qFormat/>
    <w:rsid w:val="00BC2F0E"/>
    <w:pPr>
      <w:ind w:left="720"/>
      <w:contextualSpacing/>
    </w:pPr>
  </w:style>
  <w:style w:type="paragraph" w:customStyle="1" w:styleId="ConsPlusTitle">
    <w:name w:val="ConsPlusTitle"/>
    <w:rsid w:val="00D942C0"/>
    <w:pPr>
      <w:widowControl w:val="0"/>
      <w:autoSpaceDE w:val="0"/>
      <w:autoSpaceDN w:val="0"/>
    </w:pPr>
    <w:rPr>
      <w:b/>
      <w:sz w:val="24"/>
    </w:rPr>
  </w:style>
  <w:style w:type="character" w:customStyle="1" w:styleId="ConsPlusNormal0">
    <w:name w:val="ConsPlusNormal Знак"/>
    <w:link w:val="ConsPlusNormal"/>
    <w:uiPriority w:val="99"/>
    <w:locked/>
    <w:rsid w:val="00D942C0"/>
    <w:rPr>
      <w:rFonts w:ascii="Arial" w:eastAsia="Calibri" w:hAnsi="Arial" w:cs="Arial"/>
      <w:lang w:eastAsia="en-US" w:bidi="ar-SA"/>
    </w:rPr>
  </w:style>
  <w:style w:type="character" w:customStyle="1" w:styleId="ad">
    <w:name w:val="Основной текст_"/>
    <w:link w:val="20"/>
    <w:locked/>
    <w:rsid w:val="005601C4"/>
    <w:rPr>
      <w:sz w:val="27"/>
      <w:shd w:val="clear" w:color="auto" w:fill="FFFFFF"/>
    </w:rPr>
  </w:style>
  <w:style w:type="paragraph" w:customStyle="1" w:styleId="20">
    <w:name w:val="Основной текст2"/>
    <w:basedOn w:val="a"/>
    <w:link w:val="ad"/>
    <w:rsid w:val="005601C4"/>
    <w:pPr>
      <w:widowControl w:val="0"/>
      <w:shd w:val="clear" w:color="auto" w:fill="FFFFFF"/>
      <w:spacing w:before="360" w:after="360" w:line="240" w:lineRule="atLeast"/>
      <w:ind w:hanging="1620"/>
      <w:jc w:val="center"/>
    </w:pPr>
    <w:rPr>
      <w:rFonts w:ascii="Times New Roman" w:hAnsi="Times New Roman"/>
      <w:sz w:val="27"/>
    </w:rPr>
  </w:style>
  <w:style w:type="paragraph" w:styleId="ae">
    <w:name w:val="No Spacing"/>
    <w:uiPriority w:val="1"/>
    <w:qFormat/>
    <w:rsid w:val="00202955"/>
    <w:rPr>
      <w:rFonts w:ascii="TimesET" w:hAnsi="TimesE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64;&#1040;&#1041;&#1051;&#1054;&#1053;&#1067;\&#1041;&#1051;&#1040;&#1053;&#1050;&#1048;%20&#1055;&#1088;&#1072;&#1074;-&#1074;&#1072;\&#1064;&#1040;&#1041;&#1051;&#1054;&#1053;%20&#1055;&#1056;&#1048;&#1051;&#1054;&#1046;&#1045;&#1053;&#1048;&#1071;%20&#1040;&#1051;&#1068;&#1041;&#1054;&#1052;&#1053;&#1067;&#104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BAB62-57BB-4790-A08A-3DA7D26F6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4227</TotalTime>
  <Pages>40</Pages>
  <Words>7095</Words>
  <Characters>40445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47446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Дегтева</dc:creator>
  <cp:lastModifiedBy>Дягилева М.А.</cp:lastModifiedBy>
  <cp:revision>249</cp:revision>
  <cp:lastPrinted>2020-12-30T07:55:00Z</cp:lastPrinted>
  <dcterms:created xsi:type="dcterms:W3CDTF">2019-11-14T15:34:00Z</dcterms:created>
  <dcterms:modified xsi:type="dcterms:W3CDTF">2020-12-30T13:06:00Z</dcterms:modified>
</cp:coreProperties>
</file>